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Table Q1 Page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 Overall, how would you rate YOUR COMMUNITY as a place to live? Would you say it is excellent, good, only fair or poor?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Excellent                1941     918    1023    1371     168     219      52     359     576     500     428      181      472      560      709      519      252      237      598      592     1349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35%     34%     35%     38%     25%     26%     26%     30%     33%     34%     45%      25%      29%      33%      47%      27%      30%      37%      45%      38%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GHIJ                          L      LMN                          P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Good                     2473    1189    1284    1581     266     415     106     581     736     646     384      336      761      739      619      844      415      282      594      618     1835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44%     44%     44%     44%     40%     49%     54%     49%     43%     44%     40%      46%      47%      44%      41%      43%      49%      44%      45%      40%      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Only fair                 894     451     443     474     171     180      27     169     312     251     117      151      306      295      141      430      150      105      104      246      637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17%     15%     13%     26%     21%     14%     14%     18%     17%     12%      21%      19%      18%       9%      22%      18%      16%       8%      16%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K       K                O        O        O                 S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Poor                      226     113     113     105      56      23      13      64      81      54      10       49       83       70       24      139       30       14       31       75      151</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rPr>
        <w:t xml:space="preserve">                           </w:t>
      </w:r>
      <w:r w:rsidRPr="00A013DF">
        <w:rPr>
          <w:rFonts w:ascii="Letter Gothic" w:hAnsi="Letter Gothic" w:cs="Courier New"/>
          <w:b/>
          <w:sz w:val="12"/>
          <w:szCs w:val="12"/>
          <w:lang w:val="es-US"/>
        </w:rPr>
        <w:t>4%      4%      4%      3%      8%      3%      7%      5%      5%      4%      1%       7%       5%       4%       2%       7%       4%       2%       2%       5%       4%</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DF                       K       K       K                O        O        O               QRS                                             </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35      17      18      23       -      12       -      12       8       8       8       11       14        5        4       12        5        5        1       13       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1%              1%      *%      1%      1%       2%       1%       *%       *%       1%       1%       1%       *%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16       7       9       8       5       4       -       -      11       1       4        4        1        3        8        5        2        3        3        4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1%      *%      *%       1%       *%       *%       1%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Excellent/Good       4414    2107    2307    2951     434     634     158     940    1312    1146     811      517     1233     1299     1328     1363      667      520     1192     1211     3184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79%     78%     80%     83%     65%     74%     80%     79%     76%     78%     85%      71%      75%      78%      88%      70%      78%      80%      90%      78%      79%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E                                     HIJ                                 LMN                 P        P      PQR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Only fair/Poor       1120     564     555     579     227     202      40     233     392     306     126      200      389      365      165      570      180      119      136      321      788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20%     21%     19%     16%     34%     24%     20%     20%     23%     21%     13%      27%      24%      22%      11%      29%      21%      18%      10%      21%      20%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DF       D               K       K       K                O        O        O               QRS        S        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LIVE1 Page 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LIVE1. Which of the following BEST describes the place where you now live?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large city             1161     510     652     499     224     318      27     311     435     223     157      173      330      305      332      458      198      117      252      327      823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21%     19%     23%     14%     34%     37%     14%     26%     25%     15%     17%      24%      20%      18%      22%      24%      23%      18%      19%      21%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GJK     GJK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suburb near a          1139     600     539     771     111     159      55     226     370     303     171       99      269      322      449      268      143      142      401      334      805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large city                20%     22%     19%     22%     17%     19%     28%     19%     21%     21%     18%      14%      16%      19%      30%      14%      17%      22%      30%      22%      20%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LMN                          P      PQR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small city or          2218    1071    1146    1479     240     287      90     511     660     537     391      322      674      677      530      829      362      223      488      644     1564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town                      40%     40%     40%     42%     36%     34%     45%     43%     38%     37%     41%      44%      41%      40%      35%      43%      42%      35%      37%      42%      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O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rural area             1024     489     535     795      83      80      26     137     246     383     217      122      360      361      181      369      148      161      190      239      775</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rPr>
        <w:t xml:space="preserve">                          </w:t>
      </w:r>
      <w:r w:rsidRPr="00A013DF">
        <w:rPr>
          <w:rFonts w:ascii="Letter Gothic" w:hAnsi="Letter Gothic" w:cs="Courier New"/>
          <w:b/>
          <w:sz w:val="12"/>
          <w:szCs w:val="12"/>
          <w:lang w:val="es-US"/>
        </w:rPr>
        <w:t>18%     18%     19%     22%     12%      9%     13%     12%     14%     26%     23%      17%      22%      22%      12%      19%      17%      25%      14%      15%      19%</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EF                                             GHI     GHI                 O        O                                   S                           </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23      19       5       9       3       5       -       -       9       4       8        9        -        6        8       14        -        -        -        -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      1%                      1%      *%      1%       1%                *%       1%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20       7      13       9       6       3       -       -       3      11       6        7        4        3        5       11        3        4        1        5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      1%      1%       1%       *%       *%       *%       1%       *%       1%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REG Page 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REG. These days, many people are so busy they can't find time to register to vote, or move around so often they don't get a chance to re-register... Are you NOW registered to vote in your precinct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election district, or haven't you been able to register so far?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registered          3906    1818    2088    2749     479     365      12     669    1161    1166     847      239     1131     1280     1230     1106      629      499     1081     1074     2824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70%     67%     72%     77%     72%     43%      6%     57%     67%     80%     89%      33%      69%      77%      82%      57%      74%      77%      81%      69%      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F       F                       G      GH     GHI    GHIJ                 L       LM      LMN                 P        P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not registered       1592     850     742     775     179     461     177     487     533     288      94      470      476      380      257      804      213      136      242      446     1124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29%     32%     26%     22%     27%     54%     89%     41%     31%     20%     10%      64%      29%      23%      17%      41%      25%      21%      18%      29%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DE    HIJK     IJK      JK       K              MNO       NO        O               QRS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need to              31       8      22      14       -      10       9       6       6       3       7       12       16        -        3       11        8        7        -       11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register (VOL.)            1%      *%      1%      *%              1%      4%      *%      *%      *%      1%       2%       1%                *%       1%       1%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21       8      13       8       1       8       1      12       7       -       1        6        6        1        8       12        -        -        3        7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1%      1%      1%      *%              *%       1%       *%       *%       1%       1%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35      10      25      15       7       8       -      10      17       4       -        4        8       11        8       15        3        4        5       12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      1%      *%      1%      1%              1%      1%      *%               1%       1%       1%       1%       1%       *%       1%       *%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Registered           3936    1826    2110    2764     479     375      21     675    1166    1169     855      252     1147     1280     1233     1118      638      506     1081     1085     2843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voter/Don't need to       70%     68%     73%     78%     72%     44%     10%     57%     68%     80%     90%      34%      70%      77%      82%      57%      75%      78%      81%      70%      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register                                    B       F       F                       G      GH     GHI    GHIJ                 L       LM      LMN                 P        P       PQ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REG18 Page 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REG. These days, many people are so busy they can't find time to register to vote, or move around so often they don't get a chance to re-register... Are you NOW registered to vote in your precinct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election district, or haven't you been able to register so far?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ADULTS AGE      5319    2558    2760    3420     640     800       -    1185    1723    1461     950      550     1612     1644     1482     1854      833      620     1292     1538     3751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18 OR OLDER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1907     921     986    1268     232     266       -     349     510     560     488      181      541      489      687      604      300      225      494      478     1422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registered          3843    1788    2056    2709     475     360       -     669    1161    1166     847      234     1122     1256     1210     1102      629      497     1074     1066     2770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72%     70%     74%     79%     74%     45%             57%     67%     80%     89%      43%      70%      76%      82%      59%      76%      80%      83%      69%      74%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F       F                               H      HI     HIJ                 L       LM      LMN                 P        P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not registered       1402     744     658     674     161     419       -     487     533     288      94      304      460      376      253      719      194      112      210      442      938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26%     29%     24%     20%     25%     52%             41%     31%     20%     10%      55%      29%      23%      17%      39%      23%      18%      16%      29%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DE             IJK      JK       K              MNO       NO        O               QRS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need to              22       8      13      13       -       6       -       6       6       3       7        3       16        -        3        7        7        7        -       11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register (VOL.)            *%      *%      *%      *%              1%              *%      *%      *%      1%       1%       1%                *%       *%       1%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20       8      12       8       -       8       -      12       7       -       1        5        6        1        8       12        -        -        3        7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1%      *%              *%       1%       *%       *%       1%       1%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31      10      21      15       3       8       -      10      17       4       -        4        8       11        8       15        3        4        5       12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      1%      *%      *%      1%              1%      1%      *%               1%       1%       1%       1%       1%       *%       1%       *%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Registered           3865    1796    2069    2722     475     365       -     675    1166    1169     855      238     1137     1256     1213     1109      636      504     1074     1077     2781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voter/Don't need to       73%     70%     75%     80%     74%     46%             57%     68%     80%     90%      43%      71%      76%      82%      60%      76%      81%      83%      70%      74%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register                                    B       F       F                               H      HI     HIJ                 L       LM      LMN                 P        P       PQ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OFTVOTE-1 Page 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OFTVOTE. How often would you say you vote?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REGISTERED      3936    1826    2110    2764     479     375      21     675    1166    1169     855      252     1147     1280     1233     1118      638      506     1081     1085     2843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VOTERS/DON'T NEED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REGISTER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1487     679     808    1077     182     130       7     196     351     465     446       85      392      399      602      383      240      191      424      344     1140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Always                   1987     925    1062    1395     260     167       -     163     531     659     599      124      527      636      681      488      297      268      580      462     1517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50%     51%     50%     50%     54%     45%             24%     46%     56%     70%      49%      46%      50%      55%      44%      47%      53%      54%      43%      53%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HI     HIJ                                   M                                   P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Nearly always            1111     526     584     851     121      79       -     181     367     374     183       43      314      371      383      297      187      139      352      305      806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28%     29%     28%     31%     25%     21%             27%     31%     32%     21%      17%      27%      29%      31%      27%      29%      27%      33%      28%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K       K                         L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Part of the time          414     172     241     265      51      67       -     133     126      93      56       22      130      146      114      157       74       46       88      155      259</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rPr>
        <w:t xml:space="preserve">                          </w:t>
      </w:r>
      <w:r w:rsidRPr="00A013DF">
        <w:rPr>
          <w:rFonts w:ascii="Letter Gothic" w:hAnsi="Letter Gothic" w:cs="Courier New"/>
          <w:b/>
          <w:sz w:val="12"/>
          <w:szCs w:val="12"/>
          <w:lang w:val="es-US"/>
        </w:rPr>
        <w:t>11%      9%     11%     10%     11%     18%             20%     11%      8%      7%       9%      11%      11%       9%      14%      12%       9%       8%      14%       9%</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D             IJK       K                                                            S                                   U         </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Seldom                    292     136     156     184      39      30       7     130     120      29       7       35      115      100       42      125       59       39       47      119      173</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7%      7%      7%      7%      8%      8%     32%     19%     10%      3%      1%      14%      10%       8%       3%      11%       9%       8%       4%      11%       6%</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IJK      JK                        O        O        O                 S        S                          U         </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Never vote (VOL.)         106      54      52      59       4      24      14      62      14       8       6       25       54       14       10       34       13       15       15       39       68</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3%      3%      2%      2%      1%      6%     68%      9%      1%      1%      1%      10%       5%       1%       1%       3%       2%       3%       1%       4%       2%</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E    HIJK     IJK                               NO       NO                                                                        </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 response             18      12       6       3       2       7       -       7       8       1       1        1        -       13        3       11        7        -        -        5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(VOL.)                     *%      1%      *%      *%      *%      2%              1%      1%      *%      *%       *%                1%       *%       1%       1%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       -       1       1       -       -       -       -       -       -       1        -        -        -        -        -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7       -       7       6       1       -       -       -       -       6       1        1        6        -        -        7        -        -        -        -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1%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OFTVOTE-1 Page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OFTVOTE. How often would you say you vote?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REGISTERED      3936    1826    2110    2764     479     375      21     675    1166    1169     855      252     1147     1280     1233     1118      638      506     1081     1085     2843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VOTERS/DON'T NEED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REGISTER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Always/Nearly        3098    1452    1646    2246     381     246       -     343     898    1032     783      167      841     1007     1064      785      484      407      931      767     2323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always                    79%     79%     78%     81%     80%     66%             51%     77%     88%     92%      66%      73%      79%      86%      70%      76%      80%      86%      71%      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H      HI      HI                          L      LMN                          P       PQ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Part of the           706     309     398     449      90      98       7     263     246     122      63       57      246      246      156      282      133       85      134      275      432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time/Seldom               18%     17%     19%     16%     19%     26%     32%     39%     21%     10%      7%      22%      21%      19%      13%      25%      21%      17%      12%      25%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IJK      JK                                 O        O                RS        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Never vote/           132      66      66      69       8      31      14      69      22      14      10       28       60       27       13       52       20       15       15       44       89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Other/DK/Refused           3%      4%      3%      2%      2%      8%     68%     10%      2%      1%      1%      11%       5%       2%       1%       5%       3%       3%       1%       4%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HIJK     IJK                               NO       NO                          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OFTVOTE-2 Page 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OFTVOTE. How often would you say you vote?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REGISTERED      3906    1818    2088    2749     479     365      12     669    1161    1166     847      239     1131     1280     1230     1106      629      499     1081     1074     2824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VOTERS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1477     676     801    1071     182     128       4     195     350     464     442       81      388      399      600      380      237      189      424      342     1132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Always                   1984     922    1062    1395     260     167       -     163     531     655     599      121      527      636      681      485      297      268      580      462     1513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51%     51%     51%     51%     54%     46%             24%     46%     56%     71%      50%      47%      50%      55%      44%      47%      54%      54%      43%      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HI     HIJ                                   M                          P        P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Nearly always            1110     526     583     850     121      79       -     181     367     374     182       43      313      371      383      297      186      139      352      305      805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28%     29%     28%     31%     25%     22%             27%     32%     32%     22%      18%      28%      29%      31%      27%      30%      28%      33%      28%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K       K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Part of the time          410     169     241     262      51      67       -     133     126      93      52       22      127      146      114      153       74       46       88      155      255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11%      9%     12%     10%     11%     18%             20%     11%      8%      6%       9%      11%      11%       9%      14%      12%       9%       8%      14%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IJK       K                                                            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Seldom                    292     136     156     184      39      30       7     130     120      29       7       35      115      100       42      125       59       39       47      119      173</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7%      7%      7%      7%      8%      8%     56%     19%     10%      3%      1%      15%      10%       8%       3%      11%       9%       8%       4%      11%       6%</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JK     IJK      JK                        O        O        O                 S        S                          U         </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Never vote (VOL.)          84      53      31      49       4      14       5      56       8       8       3       17       43       14        7       29        6        8       15       27       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3%      1%      2%      1%      4%     44%      8%      1%      1%      *%       7%       4%       1%       1%       3%       1%       2%       1%       3%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O       NO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 response             18      12       6       3       2       7       -       7       8       1       1        1        -       13        3       11        7        -        -        5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(VOL.)                     *%      1%      *%      *%      *%      2%              1%      1%      *%      *%       *%                1%       *%       1%       1%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       -       1       1       -       -       -       -       -       -       1        -        -        -        -        -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7       -       7       6       1       -       -       -       -       6       1        1        6        -        -        7        -        -        -        -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1%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OFTVOTE-2 Page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OFTVOTE. How often would you say you vote?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REGISTERED      3906    1818    2088    2749     479     365      12     669    1161    1166     847      239     1131     1280     1230     1106      629      499     1081     1074     2824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VOTERS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Always/Nearly        3094    1448    1645    2245     381     246       -     343     898    1029     782      164      840     1007     1064      781      483      407      931      767     2318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always                    79%     80%     79%     82%     80%     68%             51%     77%     88%     92%      68%      74%      79%      86%      71%      77%      81%      86%      71%      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H      HI      HI                                 LMN                          P       PQ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Part of the           703     305     398     445      90      98       7     263     246     122      59       57      242      246      156      278      133       85      134      275      428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time/Seldom               18%     17%     19%     16%     19%     27%     56%     39%     21%     10%      7%      24%      21%      19%      13%      25%      21%      17%      12%      26%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IJK      JK                        O        O        O                RS        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Never vote/           109      65      45      59       8      21       5      63      17      14       7       19       49       27       10       47       13        8       15       32       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Other/DK/Refused           3%      4%      2%      2%      2%      6%     44%      9%      1%      1%      1%       8%       4%       2%       1%       4%       2%       2%       1%       3%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O        O                         RS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Q2A Page 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Q2. Here’s a list of activities some people might do. For each, please tell me if you have done this in the past 12 months or not. In the past 12 months, have you...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Been an active member of any group that tries to influence public policy or government, not including a political party</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have done this       639     294     344     470      56      48      22     105     198     191     119       29       97      224      282      145       89      109      201      163      470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11%     11%     12%     13%      8%      6%     11%      9%     12%     13%     12%       4%       6%      13%      19%       7%      10%      17%      15%      11%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LM      LMN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have not done        4911    2383    2528    3065     605     801     177    1074    1516    1261     825      695     1531     1436     1218     1794      764      531     1124     1374     3512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this                      88%     88%     87%     86%     91%     94%     89%     91%     88%     86%     87%      95%      94%      86%      81%      92%      90%      82%      84%      89%      88%</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rPr>
        <w:t xml:space="preserve">                                                            </w:t>
      </w:r>
      <w:r w:rsidRPr="00A013DF">
        <w:rPr>
          <w:rFonts w:ascii="Letter Gothic" w:hAnsi="Letter Gothic" w:cs="Courier New"/>
          <w:b/>
          <w:sz w:val="12"/>
          <w:szCs w:val="12"/>
          <w:lang w:val="es-US"/>
        </w:rPr>
        <w:t xml:space="preserve">D       D                                               NO       NO        O                RS        R                                    </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8       3       5       4       2       3       -       -       5       2       2        5        -        2        2        2        -        -        3        5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1%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26      14      13      23       3       -       -       5       3       7       5        3       10       10        3        8        -        6        3        7       20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1%      *%                      *%      *%      *%      1%       *%       1%       1%       *%       *%                1%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Q2B Page 10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Q2. Here’s a list of activities some people might do. For each, please tell me if you have done this in the past 12 months or not. In the past 12 months, have you...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Worked with fellow citizens to solve a problem in your community</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have done this      1290     648     642     879     159     132      44     247     433     345     204       94      277      456      455      346      222      180      397      409      874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23%     24%     22%     25%     24%     16%     22%     21%     25%     24%     21%      13%      17%      27%      30%      18%      26%      28%      30%      26%      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LM       LM                 P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have not done        4273    2042    2231    2668     507     712     152     938    1282    1111     739      627     1355     1212     1048     1598      628      465      927     1133     3116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this                      77%     76%     77%     75%     76%     84%     77%     79%     74%     76%     78%      86%      83%      72%      70%      82%      74%      72%      70%      73%      78%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NO       NO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13       3      10      10       -       3       2       -       -       6       5        8        1        1        3        3        -        1        8        -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1%                      *%      1%       1%       *%       *%       *%       *%                *%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10       2       8       5       -       4       -       -       8       -       2        2        4        3        -        2        3        -        -        8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EMINUSE Page 11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EMINUSE. Do you use the internet or email, at least occasionally?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4461    2129    2332    2961     471     592     193    1094    1482    1130     515      402     1163     1461     1405     1255      728      605     1280     1337     3102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80%     79%     81%     83%     71%     70%     97%     92%     86%     77%     54%      55%      71%      87%      93%      64%      85%      94%      96%      86%      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IJK     IJK      JK       K                         L       LM      LMN                 P       PQ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No                       1118     564     554     597     195     258       6      91     241     331     429      327      473      208      100      689      125       41       52      213      897</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20%     21%     19%     17%     29%     30%      3%      8%     14%     23%     45%      45%      29%      12%       7%      35%      15%       6%       4%      14%      22%</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D       D                      GH     GHI    GHIJ      MNO       NO        O               QRS       RS                                   T</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       -       3       3       -       -       -       -       -       -       3        -        -        3        -        3        -        -        -        -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2       2       2       -       2       -       -       -       -       4        2        2        -        -        2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INTMOB Page 12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INTMOB. Do you access the internet on a cell phone, tablet or other mobile handheld device, at least occasionally?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4094    1948    2146    2565     484     643     186    1090    1501     917     362      440     1068     1311     1250     1188      639      516     1192     1353     2726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73%     72%     74%     72%     73%     75%     94%     92%     87%     63%     38%      60%      65%      78%      83%      61%      75%      80%      89%      87%      68%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IJK      JK       K                                 LM       LM                 P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1478     741     737     984     182     209      13      94     219     544     583      287      560      361      255      749      214      130      140      197     1266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26%     27%     25%     28%     27%     25%      6%      8%     13%     37%     61%      39%      34%      22%      17%      38%      25%      20%      11%      13%      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GHI    GHIJ       NO       NO                        QRS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7       -       7       7       -       -       -       -       -       -       3        2        5        -        -        6        -        -        -        -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6       6       -       6       -       -       -       -       4       -       2        2        4        -        -        6        -        -        -        -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IUSERNW2 Page 13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COMBINED EMINUSE/INTMOB: Summary table of internet users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Use internet or      4761    2282    2479    3093     526     689     194    1145    1591    1210     572      501     1285     1512     1429     1435      756      620     1297     1432     3303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email                     85%     85%     86%     87%     79%     81%     98%     97%     92%     83%     60%      68%      79%      90%      95%      74%      89%      96%      97%      92%      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IJK     IJK      JK       K                         L       LM      LMN                 P       PQ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General-             3794    1795    1999    2433     429     546     185    1039    1392     837     304      341      945     1260     1227     1008      612      501     1175     1258     2525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internet and          68%     67%     69%     68%     64%     64%     93%     88%     81%     57%     32%      47%      58%      75%      81%      52%      72%      77%      88%      81%      63%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Email, and                                                            IJK     IJK      JK       K                         L       LM      LMN                 P        P      PQR        U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Mobile-internet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General-              667     334     333     528      42      46       8      54      90     293     211       61      217      201      178      247      116      105      105       79      577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internet and          12%     12%     12%     15%      6%      5%      4%      5%      5%     20%     22%       8%      13%      12%      12%      13%      14%      16%       8%       5%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Email only                                     EF                                             GHI     GHI                 L                          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Mobile-internet       300     153     146     132      55      97       1      51     108      80      58       99      123       51       24      180       27       15       17       95      202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only                   5%      6%      5%      4%      8%     11%      1%      4%      6%      5%      6%      14%       8%       3%       2%       9%       3%       2%       1%       6%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G       G       G       G      MNO       NO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Do not use            824     413     412     469     140     163       4      40     132     251     377      230      352      160       77      514       98       26       35      118      702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internet or email         15%     15%     14%     13%     21%     19%      2%      3%      8%     17%     40%      32%      21%      10%       5%      26%      11%       4%       3%       8%      18%</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rPr>
        <w:t xml:space="preserve">                                                            </w:t>
      </w:r>
      <w:r w:rsidRPr="00A013DF">
        <w:rPr>
          <w:rFonts w:ascii="Letter Gothic" w:hAnsi="Letter Gothic" w:cs="Courier New"/>
          <w:b/>
          <w:sz w:val="12"/>
          <w:szCs w:val="12"/>
          <w:lang w:val="es-US"/>
        </w:rPr>
        <w:t>D       D                      GH     GHI    GHIJ      MNO       NO        O               QRS       RS                                   T</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SNSINT Page 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SNSINT. Do you ever use a social networking site or a mobile app for social media like Facebook, Twitter or Instagram?</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3462    1536    1926    2195     367     543     173    1030    1249     752     230      363      890     1138     1054     1052      552      431     1030     1155     2291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62%     57%     67%     62%     55%     64%     87%     87%     72%     51%     24%      50%      54%      68%      70%      54%      65%      67%      77%      75%      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IJK     IJK      JK       K                                 LM       LM                 P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2113    1148     964    1357     299     309      26     155     471     706     715      366      743      531      449      894      301      215      299      391     1707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38%     43%     33%     38%     45%     36%     13%     13%     27%     48%     75%      50%      45%      32%      30%      46%      35%      33%      22%      25%      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GH     GHI    GHIJ       NO       NO                        QRS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       6       -       6       -       -       -       -       3       -       3        2        4        -        -        3        -        -        -        3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5       5       -       5       -       -       -       -       -       3       2        -        -        3        2        -        -        -        3        -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IUSERNW3 Page 15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COMBINED EMINUSE/INTMOB/SNSINT: Summary table of internet users or digital connectors, including social media app users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Internet users /     4809    2305    2504    3114     532     704     194    1162    1598    1228     578      511     1305     1524     1435     1467      758      622     1300     1438     3346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Digital connectors        86%     86%     87%     87%     80%     83%     98%     98%     93%     84%     61%      70%      80%      91%      95%      75%      89%      96%      98%      93%      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 internet,                                      E                     IJK     IJK      JK       K                         L       LM      LMN                 P       PQ       PQ        U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email, or social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media apps)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All others (Do        776     390     386     449     134     148       4      22     125     233     372      220      332      148       71      481       95       24       32      112      660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use internet,         14%     14%     13%     13%     20%     17%      2%      2%      7%     16%     39%      30%      20%       9%       5%      25%      11%       4%       2%       7%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email or social                                             D                              GH     GHI    GHIJ      MNO       NO        O               QRS       RS                                   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media apps)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HOME3NW Page 16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HOME3NW. Do you ever use the internet or email at HOME?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ALL             4809    2305    2504    3114     532     704     194    1162    1598    1228     578      511     1305     1524     1435     1467      758      622     1300     1438     3346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1718     836     882    1146     191     240      69     342     477     485     325      172      429      449      658      469      269      222      496      450     1261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4298    2027    2271    2849     457     556     184    1054    1444    1085     487      372     1099     1412     1388     1164      697      601     1273     1324     2956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89%     88%     91%     92%     86%     79%     95%     91%     90%     88%     84%      73%      84%      93%      97%      79%      92%      97%      98%      92%      88%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K       K       K                                 L       LM      LMN                 P       PQ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No                        510     276     233     264      75     146      10     108     154     141      91      139      204      112       47      301       61       21       26      114      387</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11%     12%      9%      8%     14%     21%      5%      9%     10%     11%     16%      27%      16%       7%       3%      21%       8%       3%       2%       8%      12%</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D                                     GHI      MNO       NO        O               QRS       RS                                   T</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       2       -       -       -       2       -       -       -       2       -        -        2        -        -        2        -        -        -        -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BBHOME1 Page 17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BBHOME1. Is your internet connection AT HOME through a slow-speed link such as dial-up... OR do you have a high-speed, broadband link?</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4298    2027    2271    2849     457     556     184    1054    1444    1085     487      372     1099     1412     1388     1164      697      601     1273     1324     2956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 INTERNET 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HOME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1544     740     804    1064     158     190      64     309     432     436     284      124      358      416      638      369      245      216      485      416     1123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Slow-speed/Dial-up        275     137     138     148      31      72      15      74      78      60      46       50      120       45       55      130       41       27       43       81      194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7%      6%      5%      7%     13%      8%      7%      5%      6%      9%      13%      11%       3%       4%      11%       6%       4%       3%       6%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NO       NO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High-speed/              3669    1757    1912    2501     344     437     147     885    1261     964     380      254      858     1252     1293      872      615      537     1199     1110     2547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Broadband                 85%     87%     84%     88%     75%     79%     80%     84%     87%     89%     78%      68%      78%      89%      93%      75%      88%      89%      94%      84%      86%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K       K                                 LM      LMN                 P        P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Both Slow-speed/            7       4       3       2       3       2       2       -       -       1       4        2        2        2        1        5        2        1        -        -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Dial-up and High-          *%      *%      *%      *%      1%      *%      1%                      *%      1%       1%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speed/Broadband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Access internet            81      33      47      43      18      15       9      25      32      10       4       24       19       31        6       50        5       15        9       42       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only using cell            2%      2%      2%      2%      4%      3%      5%      2%      2%      1%      1%       6%       2%       2%       *%       4%       1%       3%       1%       3%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phone or tablet                                                                                                     MO                 O                QS                                   U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home internet           77      37      41      41      24       6       -      24      34      13       7        8       19       41        9       39       10        9       10       43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access (VOL.)              2%      2%      2%      1%      5%      1%              2%      2%      1%      1%       2%       2%       3%       1%       3%       1%       2%       1%       3%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DF                                                                          O                 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163      49     114     104      29      22      10      38      28      35      47       29       74       35       21       59       21        9       12       36      121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2%      5%      4%      6%      4%      5%      4%      2%      3%     10%       8%       7%       2%       1%       5%       3%       2%       1%       3%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HIJ        O       NO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26      10      16      10       7       4       -       9      12       1       -        6        7        5        4        9        4        3        -       11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      1%      *%      2%      1%              1%      1%      *%               2%       1%       *%       *%       1%       1%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BBHOME1 Page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BBHOME1. Is your internet connection AT HOME through a slow-speed link such as dial-up... OR do you have a high-speed, broadband link?</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4298    2027    2271    2849     457     556     184    1054    1444    1085     487      372     1099     1412     1388     1164      697      601     1273     1324     2956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 INTERNET 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HOME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Slow speed/Both       282     141     141     150      34      73      17      74      78      61      50       52      122       48       56      135       42       28       43       81      201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slow speed and high        7%      7%      6%      5%      8%     13%      9%      7%      5%      6%     10%      14%      11%       3%       4%      12%       6%       5%       3%       6%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speed                                                               D                                      IJ       NO       NO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High speed/Both      3676    1761    1915    2503     347     438     150     885    1261     965     383      257      859     1255     1294      876      617      538     1199     1110     2554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slow speed and high       86%     87%     84%     88%     76%     79%     81%     84%     87%     89%     79%      69%      78%      89%      93%      75%      88%      89%      94%      84%      86%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speed                                              EF                                       K       K                                 LM      LMN                 P        P       PQ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DEVICE1A Page 19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DEVICE1A. Next, do you have a cell phone, or not?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5124    2467    2657    3237     629     779     189    1166    1659    1316     744      645     1468     1550     1426     1679      807      589     1312     1509     3584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92%     92%     92%     91%     94%     91%     95%     98%     96%     90%     78%      88%      90%      93%      95%      86%      95%      91%      99%      97%      89%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JK     IJK      JK       K                                  L       LM                 P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No                        459     228     232     323      37      73       9      19      64     145     204       84      169      122       79      268       46       57       20       40      419</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8%      8%      8%      9%      6%      9%      5%      2%      4%     10%     22%      12%      10%       7%       5%      14%       5%       9%       1%       3%      10%</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E                                       H     GHI    GHIJ       NO        O                        QRS        S        S                          T</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       -       2       2       -       -       -       -       -       -       2        2        -        -        -        2        -        -        -        -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SMART1 Page 20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SMART1. Some cell phones are called “smartphones” because of certain features they have. Is your cell phone a smartphone such as an iPhone, Android, Blackberry or Windows phone, or are you not sure?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CELL PHONE      5124    2467    2657    3237     629     779     189    1166    1659    1316     744      645     1468     1550     1426     1679      807      589     1312     1509     3584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OWNERS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1900     919     981    1246     234     270      68     345     498     529     437      226      513      472      678      574      297      223      503      474     1418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smartphone          3754    1795    1959    2359     432     561     174    1054    1410     811     275      351      933     1257     1192     1014      589      474     1168     1273     2468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73%     73%     74%     73%     69%     72%     92%     90%     85%     62%     37%      54%      64%      81%      84%      60%      73%      80%      89%      84%      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IJK      JK       K                         L       LM       LM                 P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not a                1077     546     531     758     143     116       5      72     162     439     384      190      435      244      199      497      200       94      115      166      894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smartphone                21%     22%     20%     23%     23%     15%      3%      6%     10%     33%     52%      29%      30%      16%      14%      30%      25%      16%       9%      11%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G     GHI    GHIJ       NO       NO                         RS       RS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sure/Don't know       281     121     160     115      50     100       9      37      87      66      79       99       98       49       35      161       18       21       28       71      210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      5%      6%      4%      8%     13%      5%      3%      5%      5%     11%      15%       7%       3%       2%      10%       2%       4%       2%       5%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HIJ      MNO       NO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12       5       8       6       4       3       -       3       -       -       6        5        3        -        -        7        -        -        -        -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                      1%       1%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SMARTPHONE Page 21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SMARTPHONE. Summary table: Have a smartphone or not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Cell, smartphone         3754    1795    1959    2359     432     561     174    1054    1410     811     275      351      933     1257     1192     1014      589      474     1168     1273     2468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67%     67%     68%     66%     65%     66%     88%     89%     82%     56%     29%      48%      57%      75%      79%      52%      69%      73%      88%      82%      62%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IJK      JK       K                         L       LM       LM                 P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Cell, not a              1370     672     698     879     197     218      15     112     248     505     469      294      535      293      234      665      218      115      144      237     1116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smartphone                25%     25%     24%     25%     30%     26%      7%      9%     14%     35%     49%      40%      33%      18%      16%      34%      26%      18%      11%      15%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GHI    GHIJ       NO       NO                        QRS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cell/                  461     228     233     325      37      73       9      19      64     145     206       86      169      122       79      269       46       57       20       40      421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Undesignated cell          8%      8%      8%      9%      6%      9%      5%      2%      4%     10%     22%      12%      10%       7%       5%      14%       5%       9%       1%       3%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H     GHI    GHIJ       NO        O                        QRS        S        S                          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DEVICE1B Page 22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DEVICE1. Please tell me if you happen to have each of the following items, or not. Do you have...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A handheld device made primarily for e-book reading, such as a Nook or Kindle e-reader but NOT a Kindle Fire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527     203     324     362      40      58      23     106     164     137      92       31      108      196      191      145       61       72      186      187      339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19%     15%     23%     21%     12%     14%     24%     18%     19%     19%     19%       8%      13%      24%      25%      15%      16%      21%      27%      23%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EF                                                                                 LM       LM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2217    1125    1093    1388     290     361      73     484     680     574     381      339      690      599      573      816      315      274      515      638     1567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80%     84%     77%     79%     88%     85%     76%     81%     80%     81%     80%      91%      86%      74%      75%      84%      83%      78%      73%      77%      81%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                                                       NO       NO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17       8      10       5       -       5       -       9       4       -       4        -        1       13        -        4        4        5        -        -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              1%              2%      *%              1%                *%       2%                *%       1%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       2       -       2       -       -       -       -       -       -       2        2        -        -        -        2        -        -        -        -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DEVICE1C Page 23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DEVICE1. Please tell me if you happen to have each of the following items, or not. Do you have...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 A tablet computer like an iPad, Samsung Galaxy Tab, Google Nexus, or Kindle Fire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1249     570     679     812     127     156      52     299     484     260     151       99      275      394      475      284      168      182      467      470      779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45%     43%     48%     46%     38%     37%     54%     50%     57%     37%     32%      27%      34%      49%      62%      29%      44%      52%      67%      57%      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K      JK      JK                                         LM      LMN                 P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No                       1500     764     736     935     200     266      45     301     354     447     326      273      519      411      284      677      208      170      232      349     1137</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54%     57%     52%     53%     61%     63%     46%     50%     42%     63%     68%      73%      65%      51%      37%      70%      55%      48%      33%      42%      59%</w:t>
      </w:r>
    </w:p>
    <w:p w:rsidR="00F900EB" w:rsidRPr="00A013DF" w:rsidRDefault="005D24C8" w:rsidP="008E52CB">
      <w:pPr>
        <w:pStyle w:val="PlainText"/>
        <w:rPr>
          <w:rFonts w:ascii="Letter Gothic" w:hAnsi="Letter Gothic" w:cs="Courier New"/>
          <w:b/>
          <w:sz w:val="12"/>
          <w:szCs w:val="12"/>
          <w:lang w:val="es-US"/>
        </w:rPr>
      </w:pPr>
      <w:r w:rsidRPr="00A013DF">
        <w:rPr>
          <w:rFonts w:ascii="Letter Gothic" w:hAnsi="Letter Gothic" w:cs="Courier New"/>
          <w:b/>
          <w:sz w:val="12"/>
          <w:szCs w:val="12"/>
          <w:lang w:val="es-US"/>
        </w:rPr>
        <w:t xml:space="preserve">                                                                    D                              HI     GHI       NO       NO        O               QRS        S        S                          T</w:t>
      </w:r>
    </w:p>
    <w:p w:rsidR="00F900EB" w:rsidRPr="00A013DF" w:rsidRDefault="00F900EB" w:rsidP="008E52CB">
      <w:pPr>
        <w:pStyle w:val="PlainText"/>
        <w:rPr>
          <w:rFonts w:ascii="Letter Gothic" w:hAnsi="Letter Gothic" w:cs="Courier New"/>
          <w:b/>
          <w:sz w:val="12"/>
          <w:szCs w:val="12"/>
          <w:lang w:val="es-US"/>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8       -       8       6       -       2       -       -       3       4       2        -        6        -        3        6        -        -        3        3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      1%      *%                1%                *%       1%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6       3       3       3       3       -       -       -       6       -       -        -        -        3        3        -        3        -        -        3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1%                                         *%       *%                1%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DEVICE1D Page 24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DEVICE1. Please tell me if you happen to have each of the following items, or not. Do you have...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 A desktop or laptop computer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2021     994    1027    1385     158     268      87     466     685     497     265      165      503      653      686      497      300      317      641      643     1373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73%     74%     72%     79%     48%     63%     90%     78%     81%     70%     55%      44%      63%      81%      90%      51%      79%      90%      91%      78%      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E      JK       K      JK       K                         L       LM      LMN                 P       PQ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740     343     396     368     172     155      10     134     160     213     214      207      296      152       79      470       80       35       61      178      553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27%     26%     28%     21%     52%     37%     10%     22%     19%     30%     45%      56%      37%      19%      10%      49%      21%      10%       9%      22%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DF       D                              GI    GHIJ      MNO       NO        O               QRS       RS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3       -       3       3       -       -       -       -       3       -       -        -        -        3        -        -        -        -        -        3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DEVICE1E Page 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DEVICE1. Please tell me if you happen to have each of the following items, or not. Do you have...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 A game console like Xbox or Play Station</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1146     534     612     723     140     189      71     329     480     227      35      122      290      463      271      323      208      151      349      463      684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41%     39%     42%     40%     42%     44%     69%     56%     55%     30%      8%      34%      35%      54%      37%      33%      44%      51%      55%      64%      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JK       K                                LMO                          P        P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1662     818     845    1076     192     236      31     253     395     522     430      237      548      396      465      658      266      138      279      262     1383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59%     60%     58%     60%     57%     55%     31%     43%     45%     70%     91%      66%      65%      46%      63%      67%      56%      47%      44%      36%      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GHI    GHIJ        N        N                 N      QRS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9       6       3       6       -       3       -       3       -       1       5        -        -        5        4        1        -        5        3        -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      1%                         1%       1%       *%                2%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       4       -       4       -       -       -       -       -       -        -        -        -        -        -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DEVICE1F Page 26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DEVICE1. Please tell me if you happen to have each of the following items, or not. Do you have...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f. An iPod or other MP3 player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1144     522     622     740     118     173      55     297     444     277      59      105      215      396      415      259      207      134      399      403      738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41%     38%     42%     41%     35%     40%     53%     51%     51%     37%     13%      29%      26%      46%      56%      26%      44%      46%      63%      56%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JK      JK       K                                 LM      LMN                 P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1673     835     838    1063     218     254      48     289     431     473     409      252      623      468      324      721      267      160      231      321     1338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59%     62%     57%     59%     65%     59%     47%     49%     49%     63%     87%      70%      74%      54%      44%      73%      56%      54%      37%      44%      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    GHIJ       NO       NO        O               QRS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4       -       4       3       -       1       -       -       -       1       3        3        -        -        1        3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1%       1%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DEVICE1G Page 27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DEVICE1. Please tell me if you happen to have each of the following items, or not. Do you have...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 A portable gaming device like a PSP or Sega Genesis game player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398     195     203     252      45      80      27     124     145      87      15       50      129      131       88      125       65       38      138      147      247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14%     14%     14%     13%     19%     26%     21%     17%     12%      3%      14%      15%      15%      12%      13%      14%      13%      22%      20%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K       K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2411    1157    1254    1545     288     348      75     458     725     662     454      307      709      728      647      854      409      257      487      569     1828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85%     85%     86%     86%     86%     81%     74%     78%     83%     88%     96%      85%      85%      84%      87%      87%      86%      87%      77%      79%      88%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GHIJ                                            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10       2       7       9       -       1       -       -       5       1       2        -        -        5        5        -        -        -        5        5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              *%                      1%      *%      *%                         1%       1%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3       3       -       -       3       -       -       3       -       -       -        3        -        -        -        3        -        -        -        3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1%                               1%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DEVICE1SUM Page 28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DEVICE1SUM. Please tell me if you happen to have each of the following items, or not. Do you have... [INSERT ITEMS IN ORDER]?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TOTAL OR        5585    2695    2890    3562     666     852     198    1185    1723    1461     950      731     1637     1672     1505     1949      853      646     1332     1549     4005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FORM SPLIT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cell phone             5124    2467    2657    3237     629     779     189    1166    1659    1316     744      645     1468     1550     1426     1679      807      589     1312     1509     3584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(DEVICE1a)                92%     92%     92%     91%     94%     91%     95%     98%     96%     90%     78%      88%      90%      93%      95%      86%      95%      91%      99%      97%      89%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JK     IJK      JK       K                                  L       LM                 P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desktop or laptop      2021     994    1027    1385     158     268      87     466     685     497     265      165      503      653      686      497      300      317      641      643     1373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computer (d)              73%     74%     72%     79%     48%     63%     90%     78%     81%     70%     55%      44%      63%      81%      90%      51%      79%      90%      91%      78%      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E      JK       K      JK       K                         L       LM      LMN                 P       PQ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tablet computer        1249     570     679     812     127     156      52     299     484     260     151       99      275      394      475      284      168      182      467      470      779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like an iPad,             45%     43%     48%     46%     38%     37%     54%     50%     57%     37%     32%      27%      34%      49%      62%      29%      44%      52%      67%      57%      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Samsung Galaxy Tab,                                 F                       K      JK      JK                                         LM      LMN                 P        P      PQR        U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Google Nexus,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Kindle Fire (c)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game console like      1146     534     612     723     140     189      71     329     480     227      35      122      290      463      271      323      208      151      349      463      684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Xbox or Play              41%     39%     42%     40%     42%     44%     69%     56%     55%     30%      8%      34%      35%      54%      37%      33%      44%      51%      55%      64%      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Station (e)                                                                JK      JK      JK       K                                LMO                          P        P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An iPod or other         1144     522     622     740     118     173      55     297     444     277      59      105      215      396      415      259      207      134      399      403      738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MP3 player (f)            41%     38%     42%     41%     35%     40%     53%     51%     51%     37%     13%      29%      26%      46%      56%      26%      44%      46%      63%      56%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JK      JK       K                                 LM      LMN                 P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handheld device         527     203     324     362      40      58      23     106     164     137      92       31      108      196      191      145       61       72      186      187      339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made primarily for        19%     15%     23%     21%     12%     14%     24%     18%     19%     19%     19%       8%      13%      24%      25%      15%      16%      21%      27%      23%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e-book reading,                             B      EF                                                                                 LM       LM                                  PQ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such as a Nook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Kindle e-reader but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NOT a Kindle Fire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DEVICE1SUM Page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DEVICE1SUM. Please tell me if you happen to have each of the following items, or not. Do you have... [INSERT ITEMS IN ORDER]?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TOTAL OR        5585    2695    2890    3562     666     852     198    1185    1723    1461     950      731     1637     1672     1505     1949      853      646     1332     1549     4005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FORM SPLIT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portable gaming         398     195     203     252      45      80      27     124     145      87      15       50      129      131       88      125       65       38      138      147      247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device like a PSP         14%     14%     14%     14%     13%     19%     26%     21%     17%     12%      3%      14%      15%      15%      12%      13%      14%      13%      22%      20%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Sega Genesis                                                            JK      JK       K       K                                                                             PQR        U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game player (g)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ACT112 Page 30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2374    1141    1233    1545     257     343      96     595     787     585     292      246      649      729      735      718      332      342      682      776     1585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867     429     438     572      92     127      32     178     245     241     163       83      224      216      340      234      126      120      264      245      618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Act112. Use Twitter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567     291     277     311      81     100      51     190     227      78      20       79      125      165      198      163       65      100      179      182      382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24%     25%     22%     20%     31%     29%     52%     32%     29%     13%      7%      32%      19%      23%      27%      23%      20%      29%      26%      24%      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HIJK      JK      JK       K                M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1807     851     956    1235     176     243      46     405     560     507     272      167      524      564      537      554      267      242      503      594     1203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76%     75%     78%     80%     69%     71%     48%     68%     71%     87%     93%      68%      81%      77%      73%      77%      80%      71%      74%      76%      76%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G       G     GHI    GHIJ                LO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ACT124 Page 31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2374    1141    1233    1545     257     343      96     595     787     585     292      246      649      729      735      718      332      342      682      776     1585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867     429     438     572      92     127      32     178     245     241     163       83      224      216      340      234      126      120      264      245      618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Act124. Use Instagram</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685     288     397     330     126     136      64     325     219      65      12      105      152      228      194      203       88      113      180      227      454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29%     25%     32%     21%     49%     40%     66%     55%     28%     11%      4%      43%      23%      31%      26%      28%      27%      33%      26%      29%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       D     IJK     IJK      JK       K               MO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1683     849     834    1209     131     207      32     270     568     516     278      141      495      496      542      515      242      229      498      549     1124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71%     74%     68%     78%     51%     60%     34%     45%     72%     88%     95%      57%      76%      68%      74%      72%      73%      67%      73%      71%      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EF                                      GH     GHI    GHIJ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       4       2       6       -       -       -       -       -       4       2        -        2        4        -        -        2        -        4        -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1%                *%       1%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ACT125 Page 32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2374    1141    1233    1545     257     343      96     595     787     585     292      246      649      729      735      718      332      342      682      776     1585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867     429     438     572      92     127      32     178     245     241     163       83      224      216      340      234      126      120      264      245      618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Act125. Use Pinterest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715     180     536     484      62     110      25     216     285     142      47       66      157      263      229      170      120      139      203      312      400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30%     16%     43%     31%     24%     32%     26%     36%     36%     24%     16%      27%      24%      36%      31%      24%      36%      41%      30%      40%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JK      JK                                          M                          P        P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1635     944     691    1046     193     226      71     374     500     441     229      176      487      464      493      540      212      200      471      460     1165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69%     83%     56%     68%     75%     66%     74%     63%     64%     75%     79%      71%      75%      64%      67%      75%      64%      58%      69%      59%      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HI      HI                NO                         QR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21      14       7      14       3       4       -       5       -       2      14        4        4        1       11        8        -        2        7        2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1%      1%              1%              *%      5%       2%       1%       *%       1%       1%                1%       1%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3       3       -       1       -       2       -       -       2       -       1        -        -        -        3        -        -        -        1        2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1%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ACT135 Page 33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2374    1141    1233    1545     257     343      96     595     787     585     292      246      649      729      735      718      332      342      682      776     1585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867     429     438     572      92     127      32     178     245     241     163       83      224      216      340      234      126      120      264      245      618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Act135. Use Facebook</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1704     747     956    1077     176     256      69     488     620     376     139      162      478      523      532      527      235      225      526      611     1085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72%     65%     78%     70%     68%     75%     71%     82%     79%     64%     48%      66%      74%      72%      72%      73%      71%      66%      77%      79%      68%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K      JK      JK       K                                                                               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671     394     277     469      81      87      28     107     167     209     152       84      171      206      203      191       97      117      156      166      500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28%     35%     22%     30%     32%     25%     29%     18%     21%     36%     52%      34%      26%      28%      28%      27%      29%      34%      23%      21%      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HI    GHIJ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ACT126 Page 34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2374    1141    1233    1545     257     343      96     595     787     585     292      246      649      729      735      718      332      342      682      776     1585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867     429     438     572      92     127      32     178     245     241     163       83      224      216      340      234      126      120      264      245      618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Act126. Play video games on a computer, TV, game console, or portable device like a cell phone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1209     605     605     728     167     182      68     366     427     236     105      157      342      393      317      397      187      186      297      417      787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51%     53%     49%     47%     65%     53%     70%     62%     54%     40%     36%      64%      53%      54%      43%      55%      56%      54%      44%      54%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JK      JK      JK                        O        O        O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1163     535     628     818      90     160      29     227     360     349     186       88      307      336      418      319      145      156      385      359      797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49%     47%     51%     53%     35%     47%     30%     38%     46%     60%     64%      36%      47%      46%      57%      44%      44%      46%      56%      46%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GHI     GHI                                 LMN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       2       -       -       -       -       -       2       -       -       -        2        -        -        -        2        -        -        -        -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1%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ACT136 Page 35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2435    1164    1271    1568     275     361      98     567     811     642     286      265      656      795      700      750      426      280      618      662     1761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851     407     444     574      99     113      37     164     232     244     162       89      205      233      318      235      143      102      232      205      643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Act136. Use LinkedIn</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596     292     304     396      63      70       4     121     264     163      34       15       62      194      319      120       85       87      250      204      392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24%     25%     24%     25%     23%     19%      4%     21%     33%     25%     12%       6%       9%      24%      46%      16%      20%      31%      40%      31%      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GK     GHK      GK                                 LM      LMN                          P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1815     866     949    1167     212     279      94     446     536     468     252      245      590      593      375      627      339      184      368      452     1351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75%     74%     75%     74%     77%     77%     96%     79%     66%     73%     88%      92%      90%      75%      54%      84%      79%      66%      60%      68%      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       I                     HIJ       NO       NO        O                RS       RS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23       6      18       5       -      13       -       -      11      12       -        5        4        8        6        3        3        9        -        5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      1%      *%              3%                      1%      2%               2%       1%       1%       1%       *%       1%       3%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ACT123 Page 36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2435    1164    1271    1568     275     361      98     567     811     642     286      265      656      795      700      750      426      280      618      662     1761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851     407     444     574      99     113      37     164     232     244     162       89      205      233      318      235      143      102      232      205      643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Act123. Use Tumblr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267     124     142     153      39      56      32     113      87      30       6       39       67       98       62      116       36       14       71       63      198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11%     11%     11%     10%     14%     16%     33%     20%     11%      5%      2%      15%      10%      12%       9%      15%       8%       5%      11%       9%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IJK      JK                                                           QR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2138    1033    1105    1409     228     299      66     454     707     606     279      220      589      688      626      630      387      262      541      585     1551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88%     89%     87%     90%     83%     83%     67%     80%     87%     94%     97%      83%      90%      87%      90%      84%      91%      94%      88%      88%      88%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     GHI     GHI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26       6      20       6       4       5       -       -      17       7       2        5        -        9       11        3        4        4        6       14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2%      *%      2%      2%                      2%      1%      1%       2%                1%       2%       *%       1%       1%       1%       2%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       4       -       4       -       -       -       -       -       -        -        -        -        -        -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ACT122 Page 37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2435    1164    1271    1568     275     361      98     567     811     642     286      265      656      795      700      750      426      280      618      662     1761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851     407     444     574      99     113      37     164     232     244     162       89      205      233      318      235      143      102      232      205      643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Act122. Use Google-Plus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893     369     524     525     115     161      46     182     362     233      65      108      223      302      251      292      151      140      225      312      575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37%     32%     41%     33%     42%     45%     47%     32%     45%     36%     23%      41%      34%      38%      36%      39%      35%      50%      36%      47%      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       K              HK       K                                                                     QS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1507     771     736    1015     160     197      52     377     447     392     216      150      426      475      445      446      272      131      393      342     1162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62%     66%     58%     65%     58%     55%     53%     66%     55%     61%     75%      57%      65%      60%      64%      59%      64%      47%      64%      52%      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I                     GIJ                                            R        R                 R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31      20      11      24       -       3       -       5       3      17       6        6        3       19        3        8        4        9        -        7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2%      1%      2%              1%              1%      *%      3%      2%       2%       *%       2%       *%       1%       1%       3%                1%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4       -       4       -       -       -       4       -       -       -        -        4        -        -        4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1%                                        1%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ACT137 Page 38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2435    1164    1271    1568     275     361      98     567     811     642     286      265      656      795      700      750      426      280      618      662     1761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851     407     444     574      99     113      37     164     232     244     162       89      205      233      318      235      143      102      232      205      643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Act137. Read or comment in a discussion forum like Reddit or Digg or Slashdot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375     235     140     241      37      65      22     128     118      79      24       44       66      155      109      151       50       37      118       87      288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15%     20%     11%     15%     13%     18%     22%     23%     15%     12%      8%      17%      10%      19%      16%      20%      12%      13%      19%      13%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K      JK                                                  M                 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2043     920    1123    1326     231     293      76     439     685     561     262      218      587      640      589      592      373      243      500      566     1467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84%     79%     88%     85%     84%     81%     78%     77%     84%     87%     91%      82%      89%      81%      84%      79%      88%      87%      81%      86%      83%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H      HI                 N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12       8       4       1       3       3       -       -       8       3       1        3        3        -        1        6        3        -        -        8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      *%      1%      1%                      1%      *%      *%       1%       *%                *%       1%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       4       -       4       -       -       -       -       -       -        -        -        -        -        -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ACT127 Page 39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2435    1164    1271    1568     275     361      98     567     811     642     286      265      656      795      700      750      426      280      618      662     1761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851     407     444     574      99     113      37     164     232     244     162       89      205      233      318      235      143      102      232      205      643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Act127. Use messaging apps like WhatsApp or Kik or iMessage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750     358     393     419      89     167      73     260     280     115      24      128      146      214      261      221      129       69      228      249      502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31%     31%     31%     27%     32%     46%     74%     46%     34%     18%      8%      48%      22%      27%      37%      29%      30%      24%      37%      38%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HIJK     IJK      JK       K               MN                         MN                                   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1672     800     872    1143     186     192      25     307     526     524     260      137      506      574      437      525      295      208      390      410     1253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69%     69%     69%     73%     68%     53%     26%     54%     65%     82%     91%      52%      77%      72%      62%      70%      69%      74%      63%      62%      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G      GH     GHI    GHIJ                LO       LO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8       2       6       2       -       2       -       -       2       4       2        -        -        6        2        -        2        4        -        2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1%      1%                         1%       *%                1%       1%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4       -       4       -       -       -       -       4       -       -        -        4        -        -        4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ACT128 Page 40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2435    1164    1271    1568     275     361      98     567     811     642     286      265      656      795      700      750      426      280      618      662     1761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851     407     444     574      99     113      37     164     232     244     162       89      205      233      318      235      143      102      232      205      643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Act128. Use an app that automatically deletes the messages you send like Snapchat or Wickr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do this              400     191     209     253      34      64      67     213      87      19      14       85      104      128       82      128       59       48      107       66      333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16%     16%     16%     12%     18%     69%     38%     11%      3%      5%      32%      16%      16%      12%      17%      14%      17%      17%      10%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HIJK     IJK      JK                      MNO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do not do this       2015     971    1044    1308     228     297      30     352     719     617     272      180      550      657      615      615      368      226      510      594     1414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83%     83%     82%     83%     83%     82%     31%     62%     89%     96%     95%      68%      84%      83%      88%      82%      86%      81%      83%      90%      80%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      GH     GHI     GHI                 L        L        L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16       1      15       7       9       -       -       2       5       7       1        -        2       11        3        6        -        6        1        1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      1%      *%      3%                      *%      1%      1%      *%                *%       1%       *%       1%                2%       *%       *%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       4       -       4       -       -       -       -       -       -        -        -        -        -        -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ACTSUM Page 41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ACTSUM. Please tell me if you ever use the internet or a mobile app to do any of the following things. Do you ever use the internet or a mobile app to...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DO THIS"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4809    2305    2504    3114     532     704     194    1162    1598    1228     578      511     1305     1524     1435     1467      758      622     1300     1438     3346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1718     836     882    1146     191     240      69     342     477     485     325      172      429      449      658      469      269      222      496      450     1261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Facebook             1704     747     956    1077     176     256      69     488     620     376     139      162      478      523      532      527      235      225      526      611     1085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(ACT135)                  72%     65%     78%     70%     68%     75%     71%     82%     79%     64%     48%      66%      74%      72%      72%      73%      71%      66%      77%      79%      68%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K      JK      JK       K                                                                               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Play video games on      1209     605     605     728     167     182      68     366     427     236     105      157      342      393      317      397      187      186      297      417      787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computer, TV,           51%     53%     49%     47%     65%     53%     70%     62%     54%     40%     36%      64%      53%      54%      43%      55%      56%      54%      44%      54%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game console, or                                            D              JK      JK      JK                        O        O        O                 S        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portable device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like a cell phone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(ACT126)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Google-Plus           893     369     524     525     115     161      46     182     362     233      65      108      223      302      251      292      151      140      225      312      575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(ACT122)                  37%     32%     41%     33%     42%     45%     47%     32%     45%     36%     23%      41%      34%      38%      36%      39%      35%      50%      36%      47%      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       K              HK       K                                                                     QS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messaging apps        750     358     393     419      89     167      73     260     280     115      24      128      146      214      261      221      129       69      228      249      502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like WhatsApp or          31%     31%     31%     27%     32%     46%     74%     46%     34%     18%      8%      48%      22%      27%      37%      29%      30%      24%      37%      38%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Kik or iMessage                                                    DE    HIJK     IJK      JK       K               MN                         MN                                   R        U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(ACT127)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Pinterest             715     180     536     484      62     110      25     216     285     142      47       66      157      263      229      170      120      139      203      312      400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(ACT125)                  30%     16%     43%     31%     24%     32%     26%     36%     36%     24%     16%      27%      24%      36%      31%      24%      36%      41%      30%      40%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JK      JK                                          M                          P        P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Instagram             685     288     397     330     126     136      64     325     219      65      12      105      152      228      194      203       88      113      180      227      454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(ACT124)                  29%     25%     32%     21%     49%     40%     66%     55%     28%     11%      4%      43%      23%      31%      26%      28%      27%      33%      26%      29%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       D     IJK     IJK      JK       K               MO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ACTSUM Page 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ACTSUM. Please tell me if you ever use the internet or a mobile app to do any of the following things. Do you ever use the internet or a mobile app to...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DO THIS"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4809    2305    2504    3114     532     704     194    1162    1598    1228     578      511     1305     1524     1435     1467      758      622     1300     1438     3346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LinkedIn              596     292     304     396      63      70       4     121     264     163      34       15       62      194      319      120       85       87      250      204      392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(ACT136)                  24%     25%     24%     25%     23%     19%      4%     21%     33%     25%     12%       6%       9%      24%      46%      16%      20%      31%      40%      31%      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GK     GHK      GK                                 LM      LMN                          P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Twitter               567     291     277     311      81     100      51     190     227      78      20       79      125      165      198      163       65      100      179      182      382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(ACT112)                  24%     25%     22%     20%     31%     29%     52%     32%     29%     13%      7%      32%      19%      23%      27%      23%      20%      29%      26%      24%      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HIJK      JK      JK       K                M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an app that           400     191     209     253      34      64      67     213      87      19      14       85      104      128       82      128       59       48      107       66      333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automatically             16%     16%     16%     16%     12%     18%     69%     38%     11%      3%      5%      32%      16%      16%      12%      17%      14%      17%      17%      10%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deletes the                                                              HIJK     IJK      JK                      MNO                                                                                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messages you send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like Snapchat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Wickr (ACT128)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Read or comment in        375     235     140     241      37      65      22     128     118      79      24       44       66      155      109      151       50       37      118       87      288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discussion forum        15%     20%     11%     15%     13%     18%     22%     23%     15%     12%      8%      17%      10%      19%      16%      20%      12%      13%      19%      13%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like Reddit or Digg                 C                                       K      JK                                                  M                 Q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Slashdot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(ACT137)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Tumblr (ACT123)       267     124     142     153      39      56      32     113      87      30       6       39       67       98       62      116       36       14       71       63      198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11%     11%     11%     10%     14%     16%     33%     20%     11%      5%      2%      15%      10%      12%       9%      15%       8%       5%      11%       9%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IJK      JK                                                           QR                          R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SNS2A Page 43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567     291     277     311      81     100      51     190     227      78      20       79      125      165      198      163       65      100      179      182      382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TWITTER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193     105      88     107      26      35      18      56      73      34      11       26       45       43       79       52       21       31       63       58      134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Twitter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Several times a day       142      79      63      63      30      24      15      65      56       6       1       21       23       61       37       42       22       27       31       50       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25%     27%     23%     20%     37%     24%     29%     34%     25%      7%      7%      27%      18%      37%      19%      25%      34%      27%      18%      27%      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About once a day           77      40      36      40       2      27       8      20      30      11       8       14       23       21       19       29        7       10       23       22       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14%     13%     13%      2%     27%     16%     11%     13%     14%     39%      18%      18%      13%      10%      18%      10%      10%      13%      12%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few times a week        128      82      46      78      14      20      19      40      54      13       2       21       28       30       48       31       11       33       43       31       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23%     28%     16%     25%     17%     20%     37%     21%     24%     16%      8%      26%      23%      18%      24%      19%      17%      33%      24%      17%      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Every few weeks            88      36      52      58      14      10       6      24      35      20       4        6       27       18       38       21        7       11       40       37       52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12%     19%     19%     17%     10%     11%     13%     15%     25%     19%       7%      21%      11%      19%      13%      11%      11%      22%      20%      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often                125      51      74      70      18      19       -      41      50      27       5       14       25       35       51       37       18       17       39       39       86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22%     17%     27%     22%     22%     19%             21%     22%     35%     27%      17%      20%      21%      26%      22%      28%      17%      22%      21%      23%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       -       6       -       3       -       3       -       3       -       -        3        -        -        3        3        -        -        3        3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2%              4%              7%              1%                       4%                         1%       2%                         1%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       2       -       2       -       -       -       -       -       2       -        -        -        -        2        -        -        2        -        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1%                                              2%                                          1%                         2%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Daily                 219     120      99     103      32      51      23      85      86      16       9       36       45       82       56       71       29       37       54       72      147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39%     41%     36%     33%     40%     51%     45%     45%     38%     21%     46%      45%      36%      50%      28%      43%      44%      38%      30%      40%      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O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SNS2A Page 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567     291     277     311      81     100      51     190     227      78      20       79      125      165      198      163       65      100      179      182      382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TWITTER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Weekly or less        340     169     172     205      45      49      24     105     139      60      11       40       80       83      138       89       36       60      122      106      232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60%     58%     62%     66%     56%     49%     48%     55%     61%     77%     54%      50%      64%      50%      70%      55%      56%      61%      68%      58%      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N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SNS2B Page 45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685     288     397     330     126     136      64     325     219      65      12      105      152      228      194      203       88      113      180      227      454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INSTAGRAM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219     107     112     102      39      49      22      95      69      27       6       35       50       56       77       60       28       33       62       69      149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Instagram</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Several times a day       239     117     122      85      58      47      23     131      72      10       4       39       35       98       68       66       30       54       52       79      160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35%     41%     31%     26%     46%     35%     35%     40%     33%     15%     31%      37%      23%      43%      35%      32%      34%      48%      29%      35%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J       J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About once a day          166      71      94      92      19      44      17      84      59       6       -       25       42       63       36       33       24       15       53       59      107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24%     25%     24%     28%     15%     32%     26%     26%     27%      9%              24%      28%      28%      19%      16%      27%      13%      30%      26%      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few times a week        123      52      72      55      29      23      16      48      39      19       1       19       38       29       37       47       19       14       28       31       89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18%     18%     18%     17%     23%     17%     25%     15%     18%     29%     11%      18%      25%      13%      19%      23%      21%      12%      15%      14%      20%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Every few weeks            69      14      55      54       4       2       5      43       8      12       1        7       18       19       26       33       16        8       10       20       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10%      5%     14%     16%      3%      2%      7%     13%      4%     19%     12%       7%      12%       8%      13%      16%      18%       7%       6%       9%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EF                               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often                 83      29      54      42      16      17       4      16      41      16       5       16       17       20       25       22        -       20       36       34       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10%     14%     13%     12%     12%      6%      5%     19%     25%     45%      15%      11%       9%      13%      11%               18%      20%      15%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       3       -       -       -       3       -       3       -       -       -        -        3        -        -        3        -        -        -        3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2%              1%                                        2%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       2       -       2       -       -       -       -       -       2       -        -        -        -        2        -        -        2        -        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1%                                              3%                                          1%                         2%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SNS2B Page 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685     288     397     330     126     136      64     325     219      65      12      105      152      228      194      203       88      113      180      227      454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INSTAGRAM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Daily                 405     188     217     177      77      91      39     216     131      15       4       64       77      161      104       98       53       69      105      138      267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59%     65%     55%     54%     61%     67%     62%     66%     60%     24%     31%      60%      51%      70%      54%      48%      60%      61%      59%      61%      59%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J       J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Weekly or less        276      95     180     151      49      42      24     107      88      48       8       42       73       68       88      102       35       42       75       85      187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40%     33%     45%     46%     39%     31%     38%     33%     40%     74%     69%      40%      48%      30%      45%      50%      40%      37%      41%      37%      41%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GHI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SNS2C Page 47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715     180     536     484      62     110      25     216     285     142      47       66      157      263      229      170      120      139      203      312      400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PINTEREST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234      62     172     160      18      35       9      56      87      56      26       20       45       71       98       50       39       46       69       92      141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 Pinterest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Several times a day       112      23      89      67      18      21       8      43      48      10       3       21       12       60       19       38       17       15       24       55       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13%     17%     14%     29%     19%     32%     20%     17%      7%      6%      32%       8%      23%       8%      22%      14%      11%      12%      18%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MO                MO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About once a day           89      23      66      70       8       6       6      27      43      12       1        7       22       26       35       11       10       11       39       37       52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13%     12%     14%     13%      5%     26%     13%     15%      8%      3%      11%      14%      10%      15%       7%       9%       8%      19%      12%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few times a week        196      51     145     131      17      32       5      58      69      46      18        8       56       58       74       61       27       32       52       87      106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27%     28%     27%     27%     28%     29%     22%     27%     24%     32%     38%      12%      36%      22%      32%      36%      22%      23%      25%      28%      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Every few weeks           121      22     100      86       4      15       2      30      53      23      14        7       19       48       47       18       32       23       38       40       81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17%     12%     19%     18%      6%     13%      8%     14%     19%     16%     29%      11%      12%      18%      20%      10%      26%      17%      19%      13%      20%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often                188      57     132     125      15      37       3      59      63      52      12       23       49       67       51       42       34       54       49       87      102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26%     31%     25%     26%     24%     33%     13%     27%     22%     36%     24%      34%      31%      25%      22%      25%      28%      39%      24%      28%      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4       -       4       -       -       -       -       -       4       -       -        -        -        -        4        -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1%                                                  2%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4       -       4       -       -       -       -       4       -       -        -        -        4        -        -        -        4        -        4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2%              1%                                      2%                                         2%                                  3%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SNS2C Page 48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715     180     536     484      62     110      25     216     285     142      47       66      157      263      229      170      120      139      203      312      400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PINTEREST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Daily                 202      46     155     137      26      27      14      70      91      22       4       28       34       86       54       49       28       26       63       93      109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28%     26%     29%     28%     43%     24%     58%     32%     32%     15%      9%      42%      22%      33%      24%      29%      23%      19%      31%      30%      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JK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Weekly or less        506     129     377     342      35      83      11     146     186     120      43       38      123      173      171      121       92      109      139      215      288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71%     72%     70%     71%     57%     76%     42%     68%     65%     85%     91%      58%      78%      66%      75%      71%      77%      78%      69%      69%      72%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GHI     GHI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SNS2D Page 49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596     292     304     396      63      70       4     121     264     163      34       15       62      194      319      120       85       87      250      204      392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LINKEDIN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212     108     104     152      21      21       1      35      78      71      23        4       18       49      139       35       24       31       98       68      144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 LinkedIn</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Several times a day        52      19      33      29       8      10       -      15      27      10       -        5        -       22       25       11       11        6       18       23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      6%     11%      7%     13%     14%             12%     10%      6%              31%               11%       8%       9%      12%       7%       7%      11%       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About once a day           79      54      26      52       8       5       -       2      53      20       4        8       16       21       34       17       11       13       34       25       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13%     18%      8%     13%     13%      7%              2%     20%     13%     12%      53%      26%      11%      11%      14%      13%      15%      14%      12%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H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few times a week        176      96      80     112      25      10       4      31      64      63      15        2       23       44      107       29       23       28       72       65      111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30%     33%     26%     28%     39%     14%    100%     26%     24%     39%     43%      16%      38%      23%      33%      24%      27%      32%      29%      32%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Every few weeks           147      70      77     100      10      27       -      40      69      29       5        -       10       55       79       29       24       14       74       52       95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25%     24%     25%     25%     16%     38%             33%     26%     18%     16%               16%      28%      25%      24%      28%      17%      30%      26%      24%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often                129      51      78      98       5      18       -      34      45      41       8        -       12       49       68       30       17       23       51       33       96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22%     17%     26%     25%      7%     26%             28%     17%     25%     22%               20%      25%      21%      25%      20%      26%      20%      16%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       3       3       3       3       -       -       -       3       -       3        -        -        3        3        3        -        -        -        3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5%                              1%              7%                         1%       1%       3%                                  2%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7       -       7       3       4       -       -       -       3       -       -        -        -        -        3        -        -        3        -        3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2%      1%      6%                              1%                                                  1%                         4%                2%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SNS2D Page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596     292     304     396      63      70       4     121     264     163      34       15       62      194      319      120       85       87      250      204      392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LINKEDIN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Daily                 131      72      59      81      17      15       -      17      80      30       4       12       16       43       59       28       22       19       52       47       83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22%     25%     19%     20%     26%     21%             14%     30%     18%     12%      84%      26%      22%      19%      24%      25%      22%      21%      23%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HK                      MNO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Weekly or less        452     217     236     310      39      55       4     104     178     133      27        2       46      148      253       88       63       65      197      150      302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76%     74%     78%     78%     62%     79%    100%     86%     67%     82%     81%      16%      74%      77%      79%      74%      75%      75%      79%      74%      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HIJK       I                                         L        L        L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SNS2E Page 51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1704     747     956    1077     176     256      69     488     620     376     139      162      478      523      532      527      235      225      526      611     1085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FACEBOOK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600     278     322     384      60      94      23     144     196     155      77       53      161      148      236      169       84       77      196      193      405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 Facebook</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Several times a day       719     305     415     438      74     114      13     249     286     137      30       58      191      241      229      252       88      106      199      296      423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42%     41%     43%     41%     42%     45%     20%     51%     46%     36%     22%      36%      40%      46%      43%      48%      38%      47%      38%      49%      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GJK      GK       K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About once a day          457     213     244     309      26      62      21     145     157      85      51       45      125      153      131      147       83       41      128      161      296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27%     28%     26%     29%     15%     24%     30%     30%     25%     22%     37%      28%      26%      29%      25%      28%      35%      18%      24%      26%      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J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few times a week        374     159     214     238      52      47      28      71     131     104      33       41      119       87      120       78       40       58      152      106      264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22%     21%     22%     22%     29%     18%     41%     14%     21%     28%     24%      25%      25%      17%      23%      15%      17%      26%      29%      17%      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Every few weeks            71      30      41      49       5      11       3      11      21      20      15        9       12       23       27       21       11        9       24       21       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4%      4%      5%      3%      4%      4%      2%      3%      5%     11%       5%       2%       4%       5%       4%       5%       4%       5%       3%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often                 83      41      42      43      18      22       4      12      25      31      11        9       31       19       25       29       13       11       23       25       52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      6%      4%      4%     10%      9%      5%      3%      4%      8%      8%       6%       6%       4%       5%       6%       6%       5%       4%       4%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SNS2E Page 52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1704     747     956    1077     176     256      69     488     620     376     139      162      478      523      532      527      235      225      526      611     1085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FACEBOOK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Daily                1176     517     659     747     101     176      34     394     443     221      81      103      316      394      360      399      172      148      327      458      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69%     69%     69%     69%     57%     69%     50%     81%     71%     59%     58%      64%      66%      75%      68%      76%      73%      66%      62%      75%      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GJK       J                                                            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Weekly or less        527     230     297     330      75      79      35      94     178     155      58       59      162      129      172      128       64       78      199      153      366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31%     31%     31%     31%     43%     31%     50%     19%     29%     41%     42%      36%      34%      25%      32%      24%      27%      34%      38%      25%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HI       H                                                                       P                 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SNS2F Page 53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267     124     142     153      39      56      32     113      87      30       6       39       67       98       62      116       36       14       71       63      198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TUMBLR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79      37      42      49       9      17      11      31      22      11       4       13       19       25       22       32       11        4       21       17       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f. Tumblr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Several times a day        57      15      42      29       -      17       6      29      14       8       -       12       20       19        6       26        4        -       22       12       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21%     12%     30%     19%             30%     20%     26%     16%     25%              30%      30%      20%       9%      22%      11%               31%      20%      22%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About once a day           22      16       7      13       -       9      10       5       4       2       -       13        5        4        -       14        -        4        4        2       20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     12%      5%      9%             16%     33%      5%      5%      8%              32%       8%       5%               12%               26%       6%       4%      10%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few times a week         56      37      19      32      15       9       3      24      26       3       -        7       14       20       15       28        8        -       17       22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21%     30%     13%     21%     38%     17%     11%     21%     29%     10%              18%      20%      20%      25%      24%      23%               23%      34%      17%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Every few weeks            49      21      28      36       4       6       5      22      19       3       -        2       16       17       14       20        3        6       15        7       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18%     17%     20%     24%      9%     10%     17%     20%     22%      9%               4%      24%      18%      23%      17%       9%      41%      21%      11%      21%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often                 81      36      45      42      21      15       6      32      24      14       5        6       12       37       26       28       20        5       12       20       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30%     29%     32%     28%     53%     27%     20%     29%     27%     48%     81%      16%      18%      38%      42%      24%      57%      33%      17%      31%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GHI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       -       1       1       -       -       -       -       -       -       1        -        -        -        1        -        -        -        1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1%                                                     19%                                  2%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Daily                  79      30      49      42       -      26      17      34      19      10       -       25       25       24        6       40        4        4       27       15       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30%     24%     34%     27%             46%     52%     30%     21%     33%              62%      38%      24%       9%      35%      11%      26%      38%      24%      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NO        O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SNS2F Page 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267     124     142     153      39      56      32     113      87      30       6       39       67       98       62      116       36       14       71       63      198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TUMBLR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Weekly or less        186      94      92     110      39      30      15      78      68      20       5       15       42       74       55       76       32       10       43       48      133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70%     76%     65%     72%    100%     54%     48%     70%     79%     67%     81%      38%      62%      76%      89%      65%      89%      74%      61%      76%      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DF                                                                          L       LM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SNS2G Page 55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893     369     524     525     115     161      46     182     362     233      65      108      223      302      251      292      151      140      225      312      575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GOOGLE-PLUS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300     126     174     191      37      48      16      53     102      88      38       34       70       82      112       89       47       47       86       96      203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 Google-Plus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Several times a day       171      56     114      81      26      43      10      39      72      45       5       20       43       73       36       64       17       21       47       52      119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19%     15%     22%     15%     23%     26%     21%     22%     20%     19%      8%      18%      19%      24%      14%      22%      12%      15%      21%      17%      21%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About once a day          115      29      86      83       1      15       5      22      52      28       7       15       19       42       39       31       21       20       33       44       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13%      8%     16%     16%      1%      9%     11%     12%     14%     12%     11%      14%       9%      14%      16%      11%      14%      14%      15%      14%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few times a week        263     115     148     156      32      46      14      35     101      82      31       26       66       91       80       68       46       59       54       84      178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29%     31%     28%     30%     28%     29%     31%     19%     28%     35%     47%      24%      30%      30%      32%      23%      31%      42%      24%      27%      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PS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Every few weeks           151      75      76     104      22      18      11      45      60      24      11       17       69       38       27       42       42       28       35       55       91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17%     20%     15%     20%     19%     11%     25%     25%     17%     10%     17%      16%      31%      13%      11%      14%      28%      20%      15%      18%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NO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often                190      92      98     101      31      40       6      41      73      54      10       28       26       57       70       84       24       11       57       77      112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21%     25%     19%     19%     27%     25%     12%     23%     20%     23%     16%      26%      12%      19%      28%      29%      16%       8%      25%      25%      20%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        R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       -       1       1       -       -       -       -       -       -       1        -        -        1        -        1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2%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       2       -       -       2       -       -       -       2       -       -        2        -        -        -        2        -        -        -        -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2%                              1%                       2%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SNS2G Page 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SNS2. Thinking about the social media sites or mobile apps you use... About how often do you visit or use [INSERT ITEMS; RANDOMIZE]? [READ CATEGORIES AS NECESSARY]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893     369     524     525     115     161      46     182     362     233      65      108      223      302      251      292      151      140      225      312      575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GOOGLE-PLUS USERS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Daily                 286      85     201     163      28      57      15      61     125      73      12       35       62      115       75       95       38       41       79       96      190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32%     23%     38%     31%     24%     36%     32%     33%     35%     31%     18%      32%      28%      38%      30%      32%      25%      29%      35%      31%      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Weekly or less        604     282     322     361      85     104      31     121     234     160      52       71      162      186      176      194      113       99      146      216      382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68%     76%     61%     69%     74%     64%     68%     67%     65%     69%     80%      66%      72%      62%      70%      66%      75%      71%      65%      69%      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BOOKS1 Page 57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Books1. During the past 12 months, about how many BOOKS did you read either all or part of the way through? Please include any print, electronic, or audiobooks you may have read or listened to.</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None                     1440     835     606     814     207     323      11     220     476     455     271      359      605      317      140      723      190      122      165      458      961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26%     31%     21%     23%     31%     38%      6%     19%     28%     31%     29%      49%      37%      19%       9%      37%      22%      19%      12%      30%      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       D               G      GH      GH      GH      MNO       NO        O               QRS        S        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 book                    321     177     144     202      27      63      17      80      76      94      49       58      132       76       55      191       26       34       44       72      249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7%      5%      6%      4%      7%      8%      7%      4%      6%      5%       8%       8%       5%       4%      10%       3%       5%       3%       5%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O       NO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2-3 books                 881     439     442     528     140     134      28     201     283     198     170       87      303      266      225      306      152      107      221      195      685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16%     15%     15%     21%     16%     14%     17%     16%     14%     18%      12%      18%      16%      15%      16%      18%      17%      17%      13%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L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4-5 books                 635     294     342     384      87      83      32     203     197     130      56       58      124      221      226      170       83       77      199      193      437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11%     11%     12%     11%     13%     10%     16%     17%     11%      9%      6%       8%       8%      13%      15%       9%      10%      12%      15%      12%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IJK       K                                         LM       LM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6-10 books                804     384     420     536      79     122      58     186     243     180     120       77      152      308      267      196      122      127      241      209      594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14%     15%     15%     12%     14%     29%     16%     14%     12%     13%      11%       9%      18%      18%      10%      14%      20%      18%      14%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HIJK                                                         LM       LM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11-20 books               668     275     392     474      59      49      32     134     197     167     127       49      116      188      304      156      140       58      204      200      468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10%     14%     13%      9%      6%     16%     11%     11%     11%     13%       7%       7%      11%      20%       8%      16%       9%      15%      13%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EF                                                                                  M      LMN                PR                PR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More than 20 books        774     264     510     594      51      65      21     149     236     228     134       26      176      290      279      176      137      113      248      210      560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10%     18%     17%      8%      8%     10%     13%     14%     16%     14%       4%      11%      17%      19%       9%      16%      17%      19%      14%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EF                                                                         L       LM       LM                 P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37      13      24      17       9      11       -      12      10       7       6       10       17        3        7       14        -        7        9       13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      1%      *%      1%      1%              1%      1%      1%      1%       1%       1%       *%       *%       1%                1%       1%       1%       1%</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T-Test for Means (equal variances), 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BOOKS1 Page 58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Books1. During the past 12 months, about how many BOOKS did you read either all or part of the way through? Please include any print, electronic, or audiobooks you may have read or listened to.</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25      14      12      13       8       2       -       -       6       3      17        7       13        3        2       17        3        1        1        -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1%      *%                      *%      *%      2%       1%       1%       *%       *%       1%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MEAN (including            12       9      14      13       8       8      13      11      12      12      12        5        9       13       17        8       14       15       15       12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None)                                       B      EF                                                                         L       LM      LMN                 P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MEDIAN (including           4       3       5       5       3       2       7       4       4       3       3        0        2        5        7        2        5        5        6        4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None)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MEAN (excluding            16      13      18      17      12      13      14      14      16      17      17       10       14       16       18       12       18       18       17       17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None)                                       B      EF                                                                                  L       LM                 P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MEDIAN (excluding           6       6       8       7       5       5       7       5       6       6       7        5        5        7        9        5        7        7        8        7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None)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T-Test for Means (equal variances), 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BOOKS2A Page 59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Books2. Thinking about all of the books you have read in the past 12 months, were any of those...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4082    1833    2249    2718     443     516     187     953    1231     996     655      356     1002     1349     1356     1195      660      516     1157     1079     2994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READ ANY BOOKS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1493     667     826    1033     161     177      67     278     373     398     354      123      335      397      633      388      243      190      446      349     1142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Printed books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3549    1563    1987    2385     366     431     173     814    1080     857     576      307      848     1164     1216      996      578      468     1015      935     2604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87%     85%     88%     88%     83%     83%     92%     85%     88%     86%     88%      86%      85%      86%      90%      83%      88%      91%      88%      87%      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508     263     245     321      65      86      15     129     151     136      74       39      149      181      139      180       82       48      141      135      372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14%     11%     12%     15%     17%      8%     14%     12%     14%     11%      11%      15%      13%      10%      15%      12%       9%      12%      13%      12%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21       8      14      12       8       -       -       9       -       3       5       10        6        5        1       19        -        -        -        8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      1%      *%      2%                      1%              *%      1%       3%       1%       *%       *%       2%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       4       -       4       -       -       -       -       -       -        -        -        -        -        -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BOOKS2B Page 60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Books2. Thinking about all of the books you have read in the past 12 months, were any of those...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4082    1833    2249    2718     443     516     187     953    1231     996     655      356     1002     1349     1356     1195      660      516     1157     1079     2994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READ ANY BOOKS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1493     667     826    1033     161     177      67     278     373     398     354      123      335      397      633      388      243      190      446      349     1142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Audiobooks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694     281     414     441      74     113      27     151     245     161      90       61      146      201      281      191       92       94      228      225      469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17%     15%     18%     16%     17%     22%     15%     16%     20%     16%     14%      17%      15%      15%      21%      16%      14%      18%      20%      21%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MN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3379    1551    1828    2272     365     403     160     798     986     834     565      295      849     1148     1075      998      569      422      925      853     2516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83%     85%     81%     84%     82%     78%     85%     84%     80%     84%     86%      83%      85%      85%      79%      84%      86%      82%      80%      79%      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9       1       8       5       4       -       -       4       -       1       -        -        8        -        1        5        -        -        4        -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                        1%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BOOKS2C Page 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Books2. Thinking about all of the books you have read in the past 12 months, were any of those...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4082    1833    2249    2718     443     516     187     953    1231     996     655      356     1002     1349     1356     1195      660      516     1157     1079     2994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READ ANY BOOKS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1493     667     826    1033     161     177      67     278     373     398     354      123      335      397      633      388      243      190      446      349     1142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 Electronic books, also called e-books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1503     670     833    1036     136     174      54     402     564     329     143       75      268      509      647      315      216      208      607      470     1032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37%     37%     37%     38%     31%     34%     29%     42%     46%     33%     22%      21%      27%      38%      48%      26%      33%      40%      52%      44%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GJK     GJK       K                                 LM      LMN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2559    1154    1406    1671     301     338     133     548     662     665     506      280      725      840      702      873      438      308      550      603     1947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63%     63%     63%     61%     68%     65%     71%     57%     54%     67%     77%      79%      72%      62%      52%      73%      66%      60%      48%      56%      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                      HI     HIJ       NO       NO        O                RS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16      10       7      11       1       4       -       3       4       2       6        -        9        -        7        6        6        -        -        6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      1%              *%      *%      *%      1%                1%                1%       *%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       4       -       4       -       -       -       -       -       -        -        -        -        -        -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LIBUSEA Page 62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LIBUSE. Have you, personally, EVER...[INSERT ITEMS IN ORDER], or is this something you’ve never done? [IF YES, ASK: Have you done this in the past 12 months?]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Visited a public library or used a public library bookmobile IN PERSON</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have done this      2543    1040    1503    1618     297     378     113     611     853     608     325      216      663      819      842      795      442      308      671      815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 past 12 months         46%     39%     52%     45%     45%     44%     57%     52%     50%     42%     34%      30%      40%      49%      56%      41%      52%      48%      50%      53%      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JK      JK      JK       K                         L       LM      LMN                 P                 P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have done           2014    1090     925    1423     215     224      50     344     600     571     426      225      592      671      516      631      291      260      536      476     1537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this, but not in          36%     40%     32%     40%     32%     26%     25%     29%     35%     39%     45%      31%      36%      40%      34%      32%      34%      40%      40%      31%      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the past 12 months                  C              EF                                              GH     GHI                          L                                   P        P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have never done      1015     565     450     511     155     251      36     221     270     280     198      291      382      173      143      520      120       77      125      252      743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this                      18%     21%     16%     14%     23%     29%     18%     19%     16%     19%     21%      40%      23%      10%      10%      27%      14%      12%       9%      16%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       D                                              MNO       NO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10       -      10       7       -       -       -       6       -       3       1        -        -        6        4        -        1        -        -        3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3       -       3       3       -       -       -       3       -       -       -        -        -        3        -        3        -        -        -        3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Yes                  4557    2129    2428    3041     512     601     163     955    1453    1178     751      440     1255     1490     1358     1426      733      569     1207     1291     3255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82%     79%     84%     85%     77%     71%     82%     81%     84%     81%     79%      60%      77%      89%      90%      73%      86%      88%      91%      83%      81%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EF                                       K                                 L       LM       LM                 P        P        P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LIBUSEB Page 63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LIBUSE. Have you, personally, EVER...[INSERT ITEMS IN ORDER], or is this something you’ve never done? [IF YES, ASK: Have you done this in the past 12 months?]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Used a public library WEBSITE or mobile APP</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have done this      1250     489     761     784     169     162      58     328     482     264     105       77      258      398      513      355      180      167      383      444      806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 past 12 months         22%     18%     26%     22%     25%     19%     29%     28%     28%     18%     11%      11%      16%      24%      34%      18%      21%      26%      29%      29%      20%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K      JK      JK       K                         L       LM      LMN                          P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have done            484     217     267     328      54      43      23     102     156     126      73       36       76      180      192      127       83       59      141      125      359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this, but not in           9%      8%      9%      9%      8%      5%     12%      9%      9%      9%      8%       5%       5%      11%      13%       7%      10%       9%      11%       8%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F                                                                                 LM       LM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have never done      3832    1980    1852    2440     440     641     117     751    1079    1061     772      618     1294     1085      799     1454      586      421      807      979     2823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this                      69%     73%     64%     68%     66%     75%     59%     63%     63%     73%     81%      85%      79%      65%      53%      75%      69%      65%      61%      63%      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DE                             GHI    GHIJ       NO       NO        O                RS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16       8       7      10       -       6       -       -       6      10       -        -        6        8        2        9        4        -        -        2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1%                        *%       *%       *%       *%       1%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3       -       3       -       3       -       -       3       -       -       -        -        3        -        -        3        -        -        -        -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Yes                  1734     707    1027    1112     223     206      81     430     638     390     178      113      334      579      705      481      263      225      524      569     1165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31%     26%     36%     31%     33%     24%     41%     36%     37%     27%     19%      15%      20%      35%      47%      25%      31%      35%      39%      37%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F       F              JK      JK      JK       K                                 LM      LMN                          P       PQ        U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EVERLIB Page 64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COMBINED LIBUSEA/B: Have ever personally used a public library, in-person or online or mobile app</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ever used a         4660    2173    2487    3093     531     623     179     994    1476    1187     767      459     1275     1531     1382     1464      750      589     1217     1313     3337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public library or         83%     81%     86%     87%     80%     73%     90%     84%     86%     81%     81%      63%      78%      92%      92%      75%      88%      91%      91%      85%      83%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website/app                                 B      EF                      JK                                                 L       LM       LM                 P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Never used a public       909     513     395     463     131     225      19     187     244     266     181      273      359      133      120      478       98       57      115      234      656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library                   16%     19%     14%     13%     20%     26%     10%     16%     14%     18%     19%      37%      22%       8%       8%      25%      11%       9%       9%      15%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       D                                       G      MNO       NO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Undesignated               16       8       8       5       3       4       -       3       4       8       1        -        3        8        4        7        5        -        -        3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      *%      1%      *%                *%       *%       *%       *%       1%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LIB_FRQ Page 65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LIB_FRQ. How often do you visit public libraries or bookmobiles in person? Would you say...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2543    1040    1503    1618     297     378     113     611     853     608     325      216      663      819      842      795      442      308      671      815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933     383     550     622     107     124      38     176     265     249     191       70      216      243      403      263      158      114      265      261      670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 least once a           358     129     229     193      40      79      16      83     128      85      37       31       94      120      113      122       62       53       83      123      231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week                      14%     12%     15%     12%     14%     21%     14%     14%     15%     14%     11%      15%      14%      15%      13%      15%      14%      17%      12%      15%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Several times a           363     107     256     235      39      53       8      97     110      81      63       18      101      108      136      111       58       58       90      131      231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month                     14%     10%     17%     15%     13%     14%      7%     16%     13%     13%     19%       8%      15%      13%      16%      14%      13%      19%      13%      16%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G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 least once a           718     302     416     471      96      92      48     171     241     165      84       78      172      234      233      243      130       57      194      219      494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month                     28%     29%     28%     29%     32%     24%     42%     28%     28%     27%     26%      36%      26%      29%      28%      31%      29%      18%      29%      27%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R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often               1097     502     595     715     118     151      41     257     372     274     140       88      296      357      353      315      192      140      303      341      755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43%     48%     40%     44%     40%     40%     36%     42%     44%     45%     43%      41%      45%      44%      42%      40%      43%      45%      45%      42%      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       -       6       2       3       1       -       3       2       1       -        -        -        -        6        5        -        -        -        -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1%      *%              1%      *%      *%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       -       1       1       -       -       -       -       -       -       -        -        -        -        1        -        -        -        1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Weekly                358     129     229     193      40      79      16      83     128      85      37       31       94      120      113      122       62       53       83      123      231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12%     15%     12%     14%     21%     14%     14%     15%     14%     11%      15%      14%      15%      13%      15%      14%      17%      12%      15%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LIB_FRQ Page 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LIB_FRQ. How often do you visit public libraries or bookmobiles in person? Would you say...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2543    1040    1503    1618     297     378     113     611     853     608     325      216      663      819      842      795      442      308      671      815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Monthly              1081     409     671     706     135     146      56     268     351     247     148       96      273      342      369      353      188      115      284      350      725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42%     39%     45%     44%     46%     39%     49%     44%     41%     41%     45%      45%      41%      42%      44%      44%      43%      37%      42%      43%      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Less often           1097     502     595     715     118     151      41     257     372     274     140       88      296      357      353      315      192      140      303      341      755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43%     48%     40%     44%     40%     40%     36%     42%     44%     45%     43%      41%      45%      44%      42%      40%      43%      45%      45%      42%      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LIBST_FRQ Page 67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LIBST_FRQ. How often do you use a public library website? Would you say...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1250     489     761     784     169     162      58     328     482     264     105       77      258      398      513      355      180      167      383      444      806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454     178     276     303      57      55      19      98     150     111      69       26       80      112      235      109       68       62      150      143      311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 least once a           155      64      91     109      21      11       -      55      54      33      12        -       44       51       60       59       29       31       18       43      112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week                      12%     13%     12%     14%     13%      7%             17%     11%     13%     12%               17%      13%      12%      17%      16%      18%       5%      10%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Several times a           166      55     111     101      27      21       4      46      53      39      23        2       46       51       67       65       23       20       41       33      132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month                     13%     11%     15%     13%     16%     13%      8%     14%     11%     15%     22%       3%      18%      13%      13%      18%      13%      12%      11%       7%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GI                 L        L        L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 least once a           265      79     186     162      46      30      12      41     134      51      24       18       55       82      110       84       37       20       82      121      144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month                     21%     16%     24%     21%     27%     19%     20%     12%     28%     19%     23%      24%      21%      21%      21%      24%      21%      12%      21%      27%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often                644     284     360     398      72      98      42     180     235     137      43       57      108      210      266      143       88       91      239      237      407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52%     58%     47%     51%     43%     61%     72%     55%     49%     52%     41%      74%      42%      53%      52%      40%      49%      55%      62%      53%      51%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IK                                      MNO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Never – only use           11       7       5      10       -       1       -       -       7       3       2        -        2        4        5        1        3        4        3        9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library mobile app         1%      1%      1%      1%              1%                      1%      1%      2%                1%       1%       1%       *%       2%       3%       1%       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       -       1       -       -       1       -       -       -       1       -        -        -        -        1        -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7       -       7       4       3       -       -       7       -       -       -        -        4        -        3        3        -        -        -        -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      2%                      2%                                        1%                1%       1%                                           1%</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LIBST_FRQ Page 68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LIBST_FRQ. How often do you use a public library website? Would you say...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1250     489     761     784     169     162      58     328     482     264     105       77      258      398      513      355      180      167      383      444      806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Weekly                155      64      91     109      21      11       -      55      54      33      12        -       44       51       60       59       29       31       18       43      112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13%     12%     14%     13%      7%             17%     11%     13%     12%               17%      13%      12%      17%      16%      18%       5%      10%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Monthly               431     134     296     263      73      51      16      87     186      90      47       20      101      133      177      149       60       40      124      154      276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34%     27%     39%     34%     43%     31%     28%     26%     39%     34%     45%      26%      39%      33%      35%      42%      33%      24%      32%      35%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H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Less often            644     284     360     398      72      98      42     180     235     137      43       57      108      210      266      143       88       91      239      237      407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52%     58%     47%     51%     43%     61%     72%     55%     49%     52%     41%      74%      42%      53%      52%      40%      49%      55%      62%      53%      51%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IK                                      MNO                                                              P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LIBAPP_FRQ Page 69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LIBAPP_FRQ. How often do you use a public library mobile APP? Would you say...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1250     489     761     784     169     162      58     328     482     264     105       77      258      398      513      355      180      167      383      444      806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454     178     276     303      57      55      19      98     150     111      69       26       80      112      235      109       68       62      150      143      311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 least once a            71      24      47      39       7      13       -      15      45       8       1        -       26       16       29       32        7       16       11       15       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week                       6%      5%      6%      5%      4%      8%              5%      9%      3%      1%               10%       4%       6%       9%       4%      10%       3%       3%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Several times a            54      20      34      33      15       6       -       8      19      17       8        -       21       15       18       24       11        5       10       13       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month                      4%      4%      4%      4%      9%      4%              3%      4%      6%      8%                8%       4%       4%       7%       6%       3%       2%       3%       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 least once a            93      35      58      65       4      17       2      15      38      29      10        8       14       21       50       30       17       12       29       43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month                      7%      7%      8%      8%      3%     10%      4%      5%      8%     11%      9%      11%       5%       5%      10%       8%       9%       7%       7%      10%       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often                750     318     432     462     121      84      43     206     287     153      52       54      152      240      302      194      106       93      255      285      465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60%     65%     57%     59%     71%     52%     75%     63%     60%     58%     50%      70%      59%      60%      59%      55%      59%      56%      67%      64%      58%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Never – only use          268      90     178     178      18      42      12      80      90      56      30       15       42      104      107       69       36       41       78       86      182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library website           21%     18%     23%     23%     11%     26%     22%     24%     19%     21%     29%      19%      16%      26%      21%      19%      20%      24%      20%      19%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(VOL.)                                              E               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8       2       6       4       2       -       -       -       -       2       4        -        2        3        3        1        2        -        1        -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      1%      1%      1%                                      1%      4%                1%       1%       1%       *%       1%                *%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5       -       5       2       3       -       -       3       2       -       -        -        2        -        3        5        -        -        -        2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2%                      1%      *%                                1%                1%       1%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LIBAPP_FRQ Page 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LIBAPP_FRQ. How often do you use a public library mobile APP? Would you say...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1250     489     761     784     169     162      58     328     482     264     105       77      258      398      513      355      180      167      383      444      806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Weekly                 71      24      47      39       7      13       -      15      45       8       1        -       26       16       29       32        7       16       11       15       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5%      6%      5%      4%      8%              5%      9%      3%      1%               10%       4%       6%       9%       4%      10%       3%       3%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Monthly               148      55      92      99      19      23       2      23      57      45      18        8       35       36       69       54       28       17       38       56       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11%     12%     13%     11%     14%      4%      7%     12%     17%     17%      11%      14%       9%      13%      15%      16%      10%      10%      13%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Less often            750     318     432     462     121      84      43     206     287     153      52       54      152      240      302      194      106       93      255      285      465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60%     65%     57%     59%     71%     52%     75%     63%     60%     58%     50%      70%      59%      60%      59%      55%      59%      56%      67%      64%      58%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K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LIBMOB Page 71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LIBMOB. Now thinking about cell phones and other handheld mobile devices... In the past 12 months, have you used a cell phone, e-reader or tablet computer to visit a public library’s website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access public library resources?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1250     489     761     784     169     162      58     328     482     264     105       77      258      398      513      355      180      167      383      444      806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454     178     276     303      57      55      19      98     150     111      69       26       80      112      235      109       68       62      150      143      311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621     205     416     406      71      79      32     166     274      98      43       46      111      195      269      172       85       91      189      221      400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50%     42%     55%     52%     42%     48%     55%     51%     57%     37%     41%      59%      43%      49%      52%      48%      47%      55%      49%      50%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JK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629     285     344     379      98      84      26     162     207     166      62       31      147      203      244      183       95       75      194      223      406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50%     58%     45%     48%     58%     52%     45%     49%     43%     63%     59%      41%      57%      51%      48%      52%      53%      45%      51%      50%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I       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EBK_AWR Page 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EBK_AWR. As far as you know, does your public library loan out e-books?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2122     932    1190    1424     222     324      67     412     718     514     384      227      518      581      789      639      335      274      588      679     1438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38%     35%     41%     40%     33%     38%     34%     35%     42%     35%     40%      31%      32%      35%      52%      33%      39%      42%      44%      44%      36%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J                                                 LMN                          P        P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871     455     416     444     133     190      61     288     239     161     114      179      316      235      137      412      126       70      140      217      645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17%     14%     12%     20%     22%     31%     24%     14%     11%     12%      24%      19%      14%       9%      21%      15%      11%      10%      14%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IJK     IJK                               NO       NO        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2584    1306    1278    1688     311     336      71     485     766     786     444      323      802      853      578      895      392      302      603      653     1913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46%     48%     44%     47%     47%     39%     36%     41%     44%     54%     47%      44%      49%      51%      38%      46%      46%      47%      45%      42%      48%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GHIK                         O        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8       2       6       6       -       2       -       -       -       -       8        2        2        3        1        2        -        -        1        -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1%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EBK_BRW Page 73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EBK_BRW. Have you ever tried to borrow or download an E-BOOK from a public library, or have you not done this?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2122     932    1190    1424     222     324      67     412     718     514     384      227      518      581      789      639      335      274      588      679     1438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WHOSE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LIBRARY LOANS OUT 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BOOKS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800     349     451     569      83     102      22     123     221     207     216       74      170      181      372      207      130      106      233      218      581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have tried           349     109     239     243      28      40      10      85     138      74      37       15       44       83      206       88       51       52      116      126      223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12%     20%     17%     13%     12%     15%     21%     19%     14%     10%       6%       9%      14%      26%      14%      15%      19%      20%      19%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K       K                                          L      LMN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have not tried       1773     822     951    1181     194     284      57     327     581     440     346      213      474      498      583      551      284      222      472      553     1216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84%     88%     80%     83%     87%     88%     85%     79%     81%     86%     90%      94%      91%      86%      74%      86%      85%      81%      80%      81%      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HI       NO        O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AWR_BRW Page 74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COMBINED EBK_AWR/EBK_BRW: EBK_AWR. As far as you know, does your public library loan out e-books? / EBK_BRW. Have you ever tried to borrow or download an E-BOOK from a public library, or have you not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done this?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public library      2122     932    1190    1424     222     324      67     412     718     514     384      227      518      581      789      639      335      274      588      679     1438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loans e-books             38%     35%     41%     40%     33%     38%     34%     35%     42%     35%     40%      31%      32%      35%      52%      33%      39%      42%      44%      44%      36%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J                                                 LMN                          P        P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Have tried to         349     109     239     243      28      40      10      85     138      74      37       15       44       83      206       88       51       52      116      126      223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borrow/download        6%      4%      8%      7%      4%      5%      5%      7%      8%      5%      4%       2%       3%       5%      14%       5%       6%       8%       9%       8%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K                                          L      LMN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Have NOT tried       1773     822     951    1181     194     284      57     327     581     440     346      213      474      498      583      551      284      222      472      553     1216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32%     31%     33%     33%     29%     33%     29%     28%     34%     30%     36%      29%      29%      30%      39%      28%      33%      34%      35%      36%      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LMN                                   P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DK/Refused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EBK_BRW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public library        871     455     416     444     133     190      61     288     239     161     114      179      316      235      137      412      126       70      140      217      645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does not loan e-          16%     17%     14%     12%     20%     22%     31%     24%     14%     11%     12%      24%      19%      14%       9%      21%      15%      11%      10%      14%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books                                                       D       D     IJK     IJK                               NO       NO        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2584    1306    1278    1688     311     336      71     485     766     786     444      323      802      853      578      895      392      302      603      653     1913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46%     48%     44%     47%     47%     39%     36%     41%     44%     54%     47%      44%      49%      51%      38%      46%      46%      47%      45%      42%      48%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GHIK                         O        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8       2       6       6       -       2       -       -       -       -       8        2        2        3        1        2        -        -        1        -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1%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Q11A Page 75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 People visit public libraries for different reasons. In the past 12 months, have you visited a public library IN PERSON to...[INSERT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2543    1040    1503    1618     297     378     113     611     853     608     325      216      663      819      842      795      442      308      671      815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933     383     550     622     107     124      38     176     265     249     191       70      216      243      403      263      158      114      265      261      670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Borrow print books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1689     632    1057    1128     149     221      74     413     593     381     204      109      350      553      673      459      297      214      511      569     1110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66%     61%     70%     70%     50%     58%     66%     68%     70%     63%     63%      51%      53%      68%      80%      58%      67%      69%      76%      70%      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EF                                                                                 LM      LMN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854     408     446     489     148     157      39     198     260     227     122      106      313      266      169      336      145       95      160      246      608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34%     39%     30%     30%     50%     42%     34%     32%     30%     37%     37%      49%      47%      32%      20%      42%      33%      31%      24%      30%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       D                                               NO       NO        O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Q11B Page 76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 People visit public libraries for different reasons. In the past 12 months, have you visited a public library IN PERSON to...[INSERT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2543    1040    1503    1618     297     378     113     611     853     608     325      216      663      819      842      795      442      308      671      815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933     383     550     622     107     124      38     176     265     249     191       70      216      243      403      263      158      114      265      261      670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Get help from a librarian</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1080     418     662     672     154     148      35     257     343     282     143       63      291      376      350      393      184      120      228      314      757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42%     40%     44%     42%     52%     39%     31%     42%     40%     46%     44%      29%      44%      46%      42%      49%      42%      39%      34%      39%      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        L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1461     620     841     944     143     229      78     354     510     326     180      153      372      441      492      402      258      189      443      501      960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57%     60%     56%     58%     48%     61%     69%     58%     60%     54%     55%      71%      56%      54%      58%      51%      58%      61%      66%      61%      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MN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       2       -       2       -       -       -       -       -       -       2        -        -        2        -        -        -        -        -        -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Q11C Page 77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 People visit public libraries for different reasons. In the past 12 months, have you visited a public library IN PERSON to...[INSERT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2543    1040    1503    1618     297     378     113     611     853     608     325      216      663      819      842      795      442      308      671      815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933     383     550     622     107     124      38     176     265     249     191       70      216      243      403      263      158      114      265      261      670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 Just sit and read, study, or watch or listen to media</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1358     592     766     787     176     252      85     445     432     271     115      132      355      470      397      505      231      168      305      396      957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53%     57%     51%     49%     59%     67%     76%     73%     51%     45%     35%      61%      54%      57%      47%      64%      52%      54%      45%      49%      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IJK     IJK       K                        O                 O                QS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1177     445     731     831     121     118      28     166     416     334     211       81      302      349      445      284      212      139      366      413      760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46%     43%     49%     51%     41%     31%     24%     27%     49%     55%     65%      38%      46%      43%      53%      36%      48%      45%      55%      51%      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GH      GH     GHI                                  LN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8       2       6       -       -       8       -       -       6       2       -        2        6        -        -        6        -        2        -        6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2%                      1%      *%               1%       1%                         1%                1%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Q11D Page 78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 People visit public libraries for different reasons. In the past 12 months, have you visited a public library IN PERSON to...[INSERT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1240     511     729     767     167     189      57     274     443     278     181      113      302      395      430      379      205      160      359      415      824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470     201     269     300      61      67      19      83     141     124     100       37      103      121      209      127       79       59      144      135      335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 Take a class on how to use a computer or the internet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88      52      36      38      31      10      11       6      36      16      18       11       31       27       18       39       21       18        5       21       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     10%      5%      5%     19%      5%     19%      2%      8%      6%     10%      10%      10%       7%       4%      10%      10%      11%       1%       5%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DF                                               H                                            S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1152     459     694     729     136     179      46     268     407     262     162      102      271      367      412      340      184      142      353      394      758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93%     90%     95%     95%     81%     95%     81%     98%     92%     94%     90%      90%      90%      93%      96%      90%      90%      89%      99%      95%      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               E               K                                                                                             PQR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Q11E Page 79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 People visit public libraries for different reasons. In the past 12 months, have you visited a public library IN PERSON to...[INSERT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1240     511     729     767     167     189      57     274     443     278     181      113      302      395      430      379      205      160      359      415      824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470     201     269     300      61      67      19      83     141     124     100       37      103      121      209      127       79       59      144      135      335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 Attend a class, program or lecture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211      89     121     136      33      27       3      53      65      45      42        6       37       79       89       41       32       28       66       63      148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17%     18%     17%     18%     20%     14%      6%     19%     15%     16%     23%       5%      12%      20%      21%      11%      15%      18%      18%      15%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1029     421     608     631     134     162      54     221     379     233     138      107      264      316      341      338      174      132      292      353      676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83%     82%     83%     82%     80%     86%     94%     81%     85%     84%     77%      95%      88%      80%      79%      89%      85%      82%      82%      85%      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NO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Q11F Page 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 People visit public libraries for different reasons. In the past 12 months, have you visited a public library IN PERSON to...[INSERT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1240     511     729     767     167     189      57     274     443     278     181      113      302      395      430      379      205      160      359      415      824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470     201     269     300      61      67      19      83     141     124     100       37      103      121      209      127       79       59      144      135      335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f.  Attend a meeting of a group you belong to</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196      71     125     115      41      31       6      52      60      40      35        9       57       50       79       54       33       22       60       58      137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14%     17%     15%     25%     16%     11%     19%     13%     14%     19%       8%      19%      13%      18%      14%      16%      13%      17%      14%      17%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1044     440     604     652     126     158      51     222     383     238     146      104      244      344      351      325      172      138      299      357      687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84%     86%     83%     85%     75%     84%     89%     81%     87%     86%     81%      92%      81%      87%      82%      86%      84%      87%      83%      86%      83%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Q11G Page 81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 People visit public libraries for different reasons. In the past 12 months, have you visited a public library IN PERSON to...[INSERT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1303     529     774     851     130     188      56     337     410     330     145      102      361      424      412      416      237      149      312      399      894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463     182     281     322      46      57      19      93     124     125      91       33      113      122      194      136       79       55      121      126      335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 Use a 3-D printer or other new high-tech device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123      42      81      60      18      26       8      29      46      27      13       13       27       53       30       40       41        6       20       50       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      8%     11%      7%     14%     14%     14%      8%     11%      8%      9%      13%       7%      12%       7%      10%      17%       4%       6%      13%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1180     488     692     791     112     163      48     308     364     303     131       89      334      372      382      376      196      142      292      349      821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91%     92%     89%     93%     86%     86%     86%     92%     89%     92%     91%      87%      93%      88%      93%      90%      83%      96%      94%      87%      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Q        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Q11H Page 82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 People visit public libraries for different reasons. In the past 12 months, have you visited a public library IN PERSON to...[INSERT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1303     529     774     851     130     188      56     337     410     330     145      102      361      424      412      416      237      149      312      399      894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463     182     281     322      46      57      19      93     124     125      91       33      113      122      194      136       79       55      121      126      335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 Acquire new job-related skills so you can increase your income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189      84     105      86      37      49       4      60      70      50       1       22       65       67       35       65       65       21       13       59      130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16%     14%     10%     29%     26%      8%     18%     17%     15%      1%      22%      18%      16%       8%      16%      28%      14%       4%      15%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K       K       K                         O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1113     445     667     765      93     139      51     277     340     279     144       80      296      358      376      351      172      127      300      341      763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85%     84%     86%     90%     71%     74%     92%     82%     83%     84%     99%      78%      82%      84%      91%      84%      72%      86%      96%      85%      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HIJ                                   M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       -       1       -       -       1       -       -       -       1       -        -        -        -        1        -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Q11I Page 83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 People visit public libraries for different reasons. In the past 12 months, have you visited a public library IN PERSON to...[INSERT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1303     529     774     851     130     188      56     337     410     330     145      102      361      424      412      416      237      149      312      399      894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463     182     281     322      46      57      19      93     124     125      91       33      113      122      194      136       79       55      121      126      335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 Learn how to start your own business or expand your business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117      51      66      49      31      19       -      42      51      22       2       11       27       53       26       21       40       23       16       49       63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     10%      8%      6%     24%     10%             13%     12%      7%      1%      11%       8%      12%       6%       5%      17%      15%       5%      12%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K       K       K                                                            PS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1184     478     707     802      98     170      56     295     359     308     142       92      334      371      385      395      196      126      297      350      830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91%     90%     91%     94%     75%     90%    100%     87%     88%     93%     98%      89%      92%      87%      94%      95%      83%      85%      95%      88%      93%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HIJ                              HI                                            Q                          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       -       1       -       1       -       -       -       -       -       1        -        -        1        -        -        1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1%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Q11J Page 84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 People visit public libraries for different reasons. In the past 12 months, have you visited a public library IN PERSON to...[INSERT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1303     529     774     851     130     188      56     337     410     330     145      102      361      424      412      416      237      149      312      399      894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463     182     281     322      46      57      19      93     124     125      91       33      113      122      194      136       79       55      121      126      335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j. Search online for a job or apply for a job online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191      64     127      86      36      54       9      67      70      40       5       21       82       64       23       92       49       11       18       64      127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15%     12%     16%     10%     28%     28%     16%     20%     17%     12%      3%      21%      23%      15%       6%      22%      21%       7%       6%      16%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K       K       K                O        O        O                RS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1106     466     641     759      94     135      47     269     341     284     140       81      274      360      388      318      188      137      294      335      762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85%     88%     83%     89%     72%     72%     84%     80%     83%     86%     97%      79%      76%      85%      94%      77%      79%      93%      94%      84%      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HIJ                                 LMN                         PQ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       -       6       6       -       -       -       -       -       6       -        -        6        -        -        6        -        -        -        -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1%                                              2%                        2%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Q11SUM Page 85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Q11SUM. People visit public libraries for different reasons. In the past 12 months, have you visited a public library IN PERSON to...[INSERT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2543    1040    1503    1618     297     378     113     611     853     608     325      216      663      819      842      795      442      308      671      815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OR FORM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SPLIT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933     383     550     622     107     124      38     176     265     249     191       70      216      243      403      263      158      114      265      261      670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Borrow print books       1689     632    1057    1128     149     221      74     413     593     381     204      109      350      553      673      459      297      214      511      569     1110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66%     61%     70%     70%     50%     58%     66%     68%     70%     63%     63%      51%      53%      68%      80%      58%      67%      69%      76%      70%      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EF                                                                                 LM      LMN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Just sit and read,       1358     592     766     787     176     252      85     445     432     271     115      132      355      470      397      505      231      168      305      396      957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study, or watch or        53%     57%     51%     49%     59%     67%     76%     73%     51%     45%     35%      61%      54%      57%      47%      64%      52%      54%      45%      49%      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listen to media (c)                                                 D     IJK     IJK       K                        O                 O                QS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Get help from a          1080     418     662     672     154     148      35     257     343     282     143       63      291      376      350      393      184      120      228      314      757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librarian (b)             42%     40%     44%     42%     52%     39%     31%     42%     40%     46%     44%      29%      44%      46%      42%      49%      42%      39%      34%      39%      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        L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Attend a class,           211      89     121     136      33      27       3      53      65      45      42        6       37       79       89       41       32       28       66       63      148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program or lecture        17%     18%     17%     18%     20%     14%      6%     19%     15%     16%     23%       5%      12%      20%      21%      11%      15%      18%      18%      15%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                                                                                                         G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Attend a meeting of       196      71     125     115      41      31       6      52      60      40      35        9       57       50       79       54       33       22       60       58      137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group you belong        16%     14%     17%     15%     25%     16%     11%     19%     13%     14%     19%       8%      19%      13%      18%      14%      16%      13%      17%      14%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(f)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Search online for a       191      64     127      86      36      54       9      67      70      40       5       21       82       64       23       92       49       11       18       64      127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job or apply for a        15%     12%     16%     10%     28%     28%     16%     20%     17%     12%      3%      21%      23%      15%       6%      22%      21%       7%       6%      16%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job online (j)                                              D       D               K       K       K                O        O        O                RS       RS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Q11SUM Page 86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Q11SUM. People visit public libraries for different reasons. In the past 12 months, have you visited a public library IN PERSON to...[INSERT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2543    1040    1503    1618     297     378     113     611     853     608     325      216      663      819      842      795      442      308      671      815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VISITED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IN-PERSON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 THE PAST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MONTHS OR FORM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SPLIT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Acquire new job-          189      84     105      86      37      49       4      60      70      50       1       22       65       67       35       65       65       21       13       59      130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related skills so         14%     16%     14%     10%     29%     26%      8%     18%     17%     15%      1%      22%      18%      16%       8%      16%      28%      14%       4%      15%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you can increase                                            D       D               K       K       K                         O                          S        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your income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a 3-D printer         123      42      81      60      18      26       8      29      46      27      13       13       27       53       30       40       41        6       20       50       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or other new high-         9%      8%     11%      7%     14%     14%     14%      8%     11%      8%      9%      13%       7%      12%       7%      10%      17%       4%       6%      13%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tech device (g)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Learn how to start        117      51      66      49      31      19       -      42      51      22       2       11       27       53       26       21       40       23       16       49       63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your own business          9%     10%      8%      6%     24%     10%             13%     12%      7%      1%      11%       8%      12%       6%       5%      17%      15%       5%      12%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expand your                                              D                       K       K       K                                                            PS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business (i)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Take a class on how        88      52      36      38      31      10      11       6      36      16      18       11       31       27       18       39       21       18        5       21       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 use a computer          7%     10%      5%      5%     19%      5%     19%      2%      8%      6%     10%      10%      10%       7%       4%      10%      10%      11%       1%       5%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the internet (d)                 C                      DF                                               H                                            S        S        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Q12 Page 87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Q12. Next, I have some questions about using computers and the internet at public libraries. First, in the past 12 months, have you used computers, the internet, or a public WI-FI network at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4557    2129    2428    3041     512     601     163     955    1453    1178     751      440     1255     1490     1358     1426      733      569     1207     1291     3255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EVER VISITED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PERSON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1639     759     880    1128     186     199      57     278     432     459     389      147      412      442      633      464      261      205      461      403     1233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1239     556     683     726     195     194      73     424     413     259      63      105      326      427      378      441      236      137      294      394      839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27%     26%     28%     24%     38%     32%     45%     44%     28%     22%      8%      24%      26%      29%      28%      31%      32%      24%      24%      31%      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IJK     IJK      JK       K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3313    1574    1739    2310     316     407      90     532    1040     914     688      335      924     1063      980      979      496      432      913      896     2411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73%     74%     72%     76%     62%     68%     55%     56%     72%     78%     92%      76%      74%      71%      72%      69%      68%      76%      76%      69%      74%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GH      GH    GHIJ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       -       6       6       -       -       -       -       -       6       -        -        6        -        -        6        -        -        -        -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Q13A Page 88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Q13. In the past 12 months, have you used a public library computer, internet or WI-FI connection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586     279     307     342     101      83      29     192     216     115      34       48      154      196      188      207      107       68      145      196      390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USED 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205     103     102     121      33      30      10      57      68      50      20       16       52       53       84       66       38       22       56       59      146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Check or send email or texts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342     164     178     183      67      49      14     146     127      42      13       28       88      110      116      118       71       56       68      117      226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58%     59%     58%     54%     66%     58%     49%     76%     59%     37%     39%      58%      57%      56%      62%      57%      66%      82%      47%      60%      58%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J                                                                             PS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244     115     128     159      34      35      14      46      90      72      21       20       65       86       72       89       36       12       77       79      165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42%     41%     42%     46%     34%     42%     51%     24%     41%     63%     61%      42%      43%      44%      38%      43%      34%      18%      53%      40%      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HI       H                                            R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Q13B Page 89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Q13. In the past 12 months, have you used a public library computer, internet or WI-FI connection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586     279     307     342     101      83      29     192     216     115      34       48      154      196      188      207      107       68      145      196      390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USED 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205     103     102     121      33      30      10      57      68      50      20       16       52       53       84       66       38       22       56       59      146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Do research for school or work</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353     177     176     176      67      58      22     160     102      61       7       38       86      124      105      133       60       47       84      113      240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60%     63%     57%     51%     67%     69%     77%     84%     47%     53%     20%      79%      56%      63%      56%      65%      56%      68%      58%      58%      62%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IK     IJK       K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233     102     131     166      33      26       7      32     114      54      27       10       68       72       83       73       47       22       62       83      150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40%     37%     43%     49%     33%     31%     23%     16%     53%     47%     80%      21%      44%      37%      44%      35%      44%      32%      42%      42%      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       H    GHIJ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Q13C Page 90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Q13. In the past 12 months, have you used a public library computer, internet or WI-FI connection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586     279     307     342     101      83      29     192     216     115      34       48      154      196      188      207      107       68      145      196      390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USED 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205     103     102     121      33      30      10      57      68      50      20       16       52       53       84       66       38       22       56       59      146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 Visit a social media site, such as Facebook, Twitter or Instagram</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190      88     102     102      31      28       8      86      68      25       4       20       49       62       59       92       41       14       26       48      142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32%     31%     33%     30%     31%     34%     26%     45%     31%     22%     11%      41%      32%      31%      32%      44%      38%      20%      18%      25%      36%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K                                                           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393     189     204     238      70      55      21     106     149      87      31       28      104      134      126      115       66       55      117      147      246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67%     67%     67%     69%     69%     66%     74%     55%     69%     76%     89%      59%      68%      69%      67%      56%      62%      80%      80%      75%      63%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HI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       3       -       3       -       -       -       -       -       3       -        -        -        -        3        -        -        -        3        -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1%                                              2%                                          2%                                  2%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Q13D Page 91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Q13. In the past 12 months, have you used a public library computer, internet or WI-FI connection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586     279     307     342     101      83      29     192     216     115      34       48      154      196      188      207      107       68      145      196      390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USED 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205     103     102     121      33      30      10      57      68      50      20       16       52       53       84       66       38       22       56       59      146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 Take an online class or complete an online certification program of some kind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102      54      49      55      23       6       -      54      25      19       5        6       22       51       24       48       30        6       17       35       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17%     19%     16%     16%     23%      8%             28%     11%     16%     16%      12%      14%      26%      13%      23%      28%       9%      11%      18%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484     226     258     287      78      77      29     138     192      96      29       43      132      145      164      159       77       63      129      160      324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83%     81%     84%     84%     77%     92%    100%     72%     89%     84%     84%      88%      86%      74%      87%      77%      72%      91%      89%      82%      83%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Q13E Page 92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Q13. In the past 12 months, have you used a public library computer, internet or WI-FI connection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653     276     376     383      95     111      44     232     197     144      29       57      172      231      190      234      129       69      148      199      449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USED 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215      93     122     133      32      35      15      67      61      48      21       19       53       62       80       71       42       23       53       62      152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 Get health information online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273     105     168     143      56      49      15      83      83      74      15       26       95       92       56      113       68       21       48       75      193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42%     38%     45%     37%     59%     44%     34%     36%     42%     51%     51%      46%      55%      40%      30%      48%      52%      31%      32%      38%      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378     171     208     239      39      62      29     148     114      71      13       30       77      139      133      121       60       47      100      124      255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58%     62%     55%     62%     41%     56%     66%     64%     58%     49%     46%      54%      45%      60%      70%      52%      47%      69%      68%      62%      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       -       1       1       -       -       -       -       -       -       1        -        -        -        1        -        1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3%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Q13F Page 93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Q13. In the past 12 months, have you used a public library computer, internet or WI-FI connection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653     276     376     383      95     111      44     232     197     144      29       57      172      231      190      234      129       69      148      199      449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USED 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215      93     122     133      32      35      15      67      61      48      21       19       53       62       80       71       42       23       53       62      152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f. Visit a government website or get information about government services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273     107     166     147      53      53       8      98      83      70      12       14       88      115       56      141       63       19       31       76      192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42%     39%     44%     38%     56%     48%     18%     42%     42%     49%     42%      25%      51%      50%      29%      60%      49%      28%      21%      38%      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                        LO        O                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379     169     210     236      41      58      36     134     114      74      17       42       84      116      134       93       66       49      117      123      257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58%     61%     56%     62%     44%     52%     82%     58%     58%     51%     58%      75%      49%      50%      71%      40%      51%      72%      79%      62%      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M                         MN                          P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Q13G Page 94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Q13. In the past 12 months, have you used a public library computer, internet or WI-FI connection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653     276     376     383      95     111      44     232     197     144      29       57      172      231      190      234      129       69      148      199      449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USED 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215      93     122     133      32      35      15      67      61      48      21       19       53       62       80       71       42       23       53       62      152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 Look for or apply for a job online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153      60      93      62      45      39      16      70      46      22       -       20       73       48       12       84       46        6        4       43      105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23%     22%     25%     16%     47%     36%     36%     30%     23%     15%              36%      42%      21%       7%      36%      36%       9%       3%      22%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O       NO        O                RS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496     213     284     318      50      72      29     162     151     119      29       36      100      183      174      150       83       62      141      152      344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76%     77%     75%     83%     53%     64%     64%     70%     77%     83%    100%      64%      58%      79%      92%      64%      64%      91%      95%      77%      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GHIJ                          M      LMN                         PQ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       3       -       3       -       -       -       -       -       3       -        -        -        -        3        -        -        -        3        3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2%                                          2%                                  2%       2%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Q13H Page 95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Q13. In the past 12 months, have you used a public library computer, internet or WI-FI connection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653     276     376     383      95     111      44     232     197     144      29       57      172      231      190      234      129       69      148      199      449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USED 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215      93     122     133      32      35      15      67      61      48      21       19       53       62       80       71       42       23       53       62      152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 Download or watch online video</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180      80     100     100      26      47      17      99      48      11       5       25       49       71       35       81       21       14       33       58      122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28%     29%     27%     26%     27%     42%     39%     43%     24%      8%     16%      44%      28%      31%      19%      35%      16%      21%      22%      29%      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IJK       J                                                            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472     196     277     283      69      64      27     132     149     133      24       32      124      160      154      153      108       54      115      140      327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72%     71%     73%     74%     73%     58%     61%     57%     76%     92%     84%      56%      72%      69%      81%      65%      84%      79%      78%      71%      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GHI       H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Q13SUM Page 96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Q13SUM. In the past 12 months, have you used a public library computer, internet or WI-FI connection to...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1239     556     683     726     195     194      73     424     413     259      63      105      326      427      378      441      236      137      294      394      839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WHO HAVE USED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COMPUTERS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420     196     224     254      65      65      25     124     129      98      41       35      105      115      164      137       80       45      109      121      298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research for           353     177     176     176      67      58      22     160     102      61       7       38       86      124      105      133       60       47       84      113      240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school or work (b)        60%     63%     57%     51%     67%     69%     77%     84%     47%     53%     20%      79%      56%      63%      56%      65%      56%      68%      58%      58%      62%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IK     IJK       K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Check or send email       342     164     178     183      67      49      14     146     127      42      13       28       88      110      116      118       71       56       68      117      226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or texts (a)              58%     59%     58%     54%     66%     58%     49%     76%     59%     37%     39%      58%      57%      56%      62%      57%      66%      82%      47%      60%      58%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J                                                                             PS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Get health                273     105     168     143      56      49      15      83      83      74      15       26       95       92       56      113       68       21       48       75      193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information online        42%     38%     45%     37%     59%     44%     34%     36%     42%     51%     51%      46%      55%      40%      30%      48%      52%      31%      32%      38%      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                                                         D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Visit a government        273     107     166     147      53      53       8      98      83      70      12       14       88      115       56      141       63       19       31       76      192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website or get            42%     39%     44%     38%     56%     48%     18%     42%     42%     49%     42%      25%      51%      50%      29%      60%      49%      28%      21%      38%      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information about                                                                                   G                        LO        O                RS        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government services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Visit a social            190      88     102     102      31      28       8      86      68      25       4       20       49       62       59       92       41       14       26       48      142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media site, such as       32%     31%     33%     30%     31%     34%     26%     45%     31%     22%     11%      41%      32%      31%      32%      44%      38%      20%      18%      25%      36%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Facebook, Twitter                                                                  JK       K                                                           RS        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Instagram (c)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Download or watch         180      80     100     100      26      47      17      99      48      11       5       25       49       71       35       81       21       14       33       58      122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online video (h)          28%     29%     27%     26%     27%     42%     39%     43%     24%      8%     16%      44%      28%      31%      19%      35%      16%      21%      22%      29%      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IJK       J                                                            Q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Q13SUM Page 97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Q13SUM. In the past 12 months, have you used a public library computer, internet or WI-FI connection to...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1239     556     683     726     195     194      73     424     413     259      63      105      326      427      378      441      236      137      294      394      839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WHO HAVE USED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COMPUTERS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THE 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Look for or apply         153      60      93      62      45      39      16      70      46      22       -       20       73       48       12       84       46        6        4       43      105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for a job online          23%     22%     25%     16%     47%     36%     36%     30%     23%     15%              36%      42%      21%       7%      36%      36%       9%       3%      22%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(g)                                                         D       D                                                O       NO        O                RS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Take an online            102      54      49      55      23       6       -      54      25      19       5        6       22       51       24       48       30        6       17       35       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class or complete         17%     19%     16%     16%     23%      8%             28%     11%     16%     16%      12%      14%      26%      13%      23%      28%       9%      11%      18%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an online                                                                           I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certification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program of some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kind (d)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Q14 Page 98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Q14. Have you ever connected to the library’s WiFi system when the library building itself was closed?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4557    2129    2428    3041     512     601     163     955    1453    1178     751      440     1255     1490     1358     1426      733      569     1207     1291     3255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EVER VISITED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PERSON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1639     759     880    1128     186     199      57     278     432     459     389      147      412      442      633      464      261      205      461      403     1233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260     131     130     163      36      28       3      74      97      59      27       25       66       87       82       85       32       34       77       76      184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6%      5%      5%      7%      5%      2%      8%      7%      5%      4%       6%       5%       6%       6%       6%       4%       6%       6%       6%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GK       G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4297    1999    2298    2878     475     573     159     881    1356    1119     724      415     1189     1403     1275     1341      700      535     1130     1214     3071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94%     94%     95%     95%     93%     95%     98%     92%     93%     95%     96%      94%      95%      94%      94%      94%      96%      94%      94%      94%      94%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Q15 Page 99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Q15. Thinking about the times you have used Wi-Fi at the library, how frequently, if at all, do you experience problems with your Wi-Fi connection that makes it difficult to do what you want on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internet? Do you often experience Wi-Fi problems at the library, sometimes, rarely, or do you never have problems with your Wi-Fi connection at the library?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1339     602     738     784     208     208      73     443     454     286      77      117      347      453      419      470      241      161      318      411      923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EVER USED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COMPUTERS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459     213     246     277      71      70      25     131     142     109      49       40      111      122      185      146       82       54      120      128      330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Often                      53      28      24      29      13       5       -      27      13       9       4        -       14       30        8       27       10        -       12        8       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5%      3%      4%      6%      3%              6%      3%      3%      6%                4%       7%       2%       6%       4%                4%       2%       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Sometimes                 195      82     113      93      35      35      16      58      79      33       8       26       69       58       42       65       32       29       43       42      152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15%     14%     15%     12%     17%     17%     23%     13%     17%     12%     10%      22%      20%      13%      10%      14%      13%      18%      14%      10%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Rarely                    286     137     149     156      36      64      24     108      82      57      15       30       70       88       99      119       50       18       67       72      214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21%     23%     20%     20%     17%     31%     33%     24%     18%     20%     19%      25%      20%      19%      24%      25%      21%      11%      21%      18%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Never                     711     313     397     447     116      80      33     230     246     162      34       53      169      256      230      231      135       96      181      252      453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53%     52%     54%     57%     56%     38%     45%     52%     54%     57%     44%      45%      49%      56%      55%      49%      56%      60%      57%      61%      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use library’s        86      37      49      53       7      24       -      20      29      22      15        9       22       22       33       28       11       18       11       35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WiFi (VOL.)                6%      6%      7%      7%      4%     11%              5%      6%      8%     19%       8%       6%       5%       8%       6%       4%      11%       3%       9%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5       2       4       2       -       -       -       -       5       -       -        -        2        -        4        -        2        -        -        2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1%                1%                1%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3       1       4       -       -       -       -       -       3       1        -        -        -        4        -        -        -        4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1%                                              1%      2%                                  1%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Q15 Page 100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Q15. Thinking about the times you have used Wi-Fi at the library, how frequently, if at all, do you experience problems with your Wi-Fi connection that makes it difficult to do what you want on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internet? Do you often experience Wi-Fi problems at the library, sometimes, rarely, or do you never have problems with your Wi-Fi connection at the library?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1339     602     738     784     208     208      73     443     454     286      77      117      347      453      419      470      241      161      318      411      923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EVER USED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COMPUTERS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AT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Often/Sometimes       247     110     137     122      48      40      16      85      91      42      12       26       84       88       50       92       42       29       55       50      197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18%     18%     19%     16%     23%     19%     23%     19%     20%     15%     16%      22%      24%      19%      12%      20%      17%      18%      17%      12%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Rarely/Never          997     450     547     603     153     144      57     338     329     219      48       82      239      344      329      350      186      114      248      324      667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74%     75%     74%     77%     73%     69%     77%     76%     72%     77%     63%      70%      69%      76%      78%      75%      77%      71%      78%      79%      72%</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Q16A Page 101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Q16. In the past 12 months, have you used a public library WEBSITE or mobile APP to do any of the following?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580     244     335     358      94      68      29     142     238     112      58       43      114      187      235      156       76       82      189      205      375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217      96     121     140      31      26       9      46      76      51      35       14       39       54      110       50       31       31       75       67      150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Search the library catalog for print books, audiobooks, e-books, CDs or DVDs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384     152     232     255      48      36      18     105     161      66      34       24       62      120      178       87       55       59      132      124      260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66%     62%     69%     71%     51%     52%     62%     74%     68%     59%     58%      57%      54%      64%      75%      56%      72%      72%      70%      61%      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196      93     103     104      46      33      11      37      77      46      24       19       52       67       58       69       22       23       57       80      115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34%     38%     31%     29%     49%     48%     38%     26%     32%     41%     42%      43%      46%      36%      25%      44%      28%      28%      30%      39%      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Q16B Page 102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Q16. In the past 12 months, have you used a public library WEBSITE or mobile APP to do any of the following?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580     244     335     358      94      68      29     142     238     112      58       43      114      187      235      156       76       82      189      205      375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217      96     121     140      31      26       9      46      76      51      35       14       39       54      110       50       31       31       75       67      150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Reserve or place holds on print books, audiobooks, e-books, CDs or DVDs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320     108     213     219      29      37      15      77     137      67      25       21       50      106      144       81       54       49       95      118      202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55%     44%     63%     61%     31%     53%     51%     54%     57%     59%     44%      49%      44%      56%      61%      52%      71%      59%      50%      58%      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259     137     123     140      65      32      14      65     101      46      32       22       64       82       91       76       22       34       94       86      173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45%     56%     37%     39%     69%     47%     49%     46%     43%     41%     56%      51%      56%      44%      39%      48%      29%      41%      50%      42%      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Q16C Page 103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Q16. In the past 12 months, have you used a public library WEBSITE or mobile APP to do any of the following?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580     244     335     358      94      68      29     142     238     112      58       43      114      187      235      156       76       82      189      205      375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217      96     121     140      31      26       9      46      76      51      35       14       39       54      110       50       31       31       75       67      150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 Check for or pay overdue fines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153      47     106      76      34      19       8      49      62      30       4       14       24       64       52       36       25       26       46       67       86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26%     19%     32%     21%     36%     28%     29%     34%     26%     27%      7%      32%      21%      34%      22%      23%      33%      32%      24%      33%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K       K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427     197     229     283      60      49      21      93     176      83      54       29       91      123      183      120       51       56      143      138      289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74%     81%     68%     79%     64%     72%     71%     66%     74%     73%     93%      68%      79%      66%      78%      77%      67%      68%      76%      67%      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HIJ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Q16D Page 104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Q16. In the past 12 months, have you used a public library WEBSITE or mobile APP to do any of the following?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580     244     335     358      94      68      29     142     238     112      58       43      114      187      235      156       76       82      189      205      375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217      96     121     140      31      26       9      46      76      51      35       14       39       54      110       50       31       31       75       67      150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 Renew a book, DVD or CD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270      80     190     189      41      21       4      70     117      57      22       12       44       93      121       76       31       33       94      103      167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47%     33%     57%     53%     44%     31%     14%     49%     49%     50%     38%      29%      38%      50%      51%      49%      41%      41%      50%      50%      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G       G       G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309     164     145     169      53      47      25      72     121      56      36       31       70       94      114       80       45       49       95      101      208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53%     67%     43%     47%     56%     69%     86%     51%     51%     50%     62%      71%      62%      50%      49%      51%      59%      59%      50%      50%      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HIJ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Q16E Page 105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Q16. In the past 12 months, have you used a public library WEBSITE or mobile APP to do any of the following?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670     245     425     426      75      94      29     186     243     151      47       34      144      211      278      198      104       84      194      240      431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237      82     155     163      26      29      10      52      74      60      34       12       41       58      125       59       37       31       75       76      161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 Read book reviews or get book recommendations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225      72     153     135      27      34      15      64      72      55      18       13       58       74       80       90       36       29       52       52      172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33%     29%     36%     32%     36%     36%     53%     35%     30%     37%     38%      37%      40%      35%      29%      45%      35%      34%      27%      22%      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445     173     272     290      48      60      14     122     172      96      28       21       87      137      197      108       68       55      142      187      258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66%     71%     64%     68%     64%     64%     47%     65%     70%     63%     60%      63%      60%      65%      71%      54%      65%      66%      73%      78%      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       -       1       1       -       -       -       -       -       -       1        -        -        -        1        1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2%                                  *%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Q16F Page 106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Q16. In the past 12 months, have you used a public library WEBSITE or mobile APP to do any of the following?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670     245     425     426      75      94      29     186     243     151      47       34      144      211      278      198      104       84      194      240      431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237      82     155     163      26      29      10      52      74      60      34       12       41       58      125       59       37       31       75       76      161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f. Borrow or download an e-book</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182      53     129     120      19      26      13      38      76      35      17       10       34       50       88       63       15       25       54       58      124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27%     22%     30%     28%     26%     28%     44%     20%     31%     23%     35%      30%      24%      24%      32%      32%      14%      30%      28%      24%      29%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489     192     296     306      56      67      16     148     168     116      31       24      110      161      190      135       89       59      139      182      307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73%     78%     70%     72%     74%     72%     56%     80%     69%     77%     65%      70%      76%      76%      68%      68%      86%      70%      72%      76%      71%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Q16G Page 107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Q16. In the past 12 months, have you used a public library WEBSITE or mobile APP to do any of the following?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670     245     425     426      75      94      29     186     243     151      47       34      144      211      278      198      104       84      194      240      431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237      82     155     163      26      29      10      52      74      60      34       12       41       58      125       59       37       31       75       76      161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 Use an online database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263      92     171     169      27      38      12      87      83      66      13       19       53       84      107       81       50       16       65       84      180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39%     38%     40%     40%     36%     40%     42%     46%     34%     44%     28%      57%      37%      40%      38%      41%      48%      19%      33%      35%      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R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403     153     250     257      46      54      17      98     158      85      34       14       89      127      169      118       54       66      129      154      249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60%     62%     59%     60%     61%     57%     58%     52%     65%     56%     72%      43%      62%      60%      61%      59%      52%      79%      67%      64%      58%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4       -       4       -       2       2       -       2       2       -       -        -        2        -        2        -        -        2        -        2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3%      2%              1%      1%                                2%                1%                         3%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Q16H Page 108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Q16. In the past 12 months, have you used a public library WEBSITE or mobile APP to do any of the following?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670     245     425     426      75      94      29     186     243     151      47       34      144      211      278      198      104       84      194      240      431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237      82     155     163      26      29      10      52      74      60      34       12       41       58      125       59       37       31       75       76      161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 Conduct research or get homework help</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280     100     180     147      46      43      18     101      91      57      12       24       89       85       83       93       41       37       68       80      200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42%     41%     42%     34%     62%     46%     63%     54%     37%     38%     25%      70%      62%      40%      30%      47%      40%      43%      35%      33%      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K       K                               NO       NO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390     145     246     279      29      51      11      86     152      94      35       10       55      127      195      105       62       48      125      160      231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58%     59%     58%     66%     38%     54%     37%     46%     63%     62%     75%      30%      38%      60%      70%      53%      60%      57%      65%      67%      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GH                         LM       LM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Q16SUM Page 109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Q16SUM. In the past 12 months, have you used a public library WEBSITE or mobile APP to do any of the following?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1250     489     761     784     169     162      58     328     482     264     105       77      258      398      513      355      180      167      383      444      806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WHO 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454     178     276     303      57      55      19      98     150     111      69       26       80      112      235      109       68       62      150      143      311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Search the library        384     152     232     255      48      36      18     105     161      66      34       24       62      120      178       87       55       59      132      124      260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catalog for print         66%     62%     69%     71%     51%     52%     62%     74%     68%     59%     58%      57%      54%      64%      75%      56%      72%      72%      70%      61%      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books, audiobooks,                                                                                                                              M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e-books, CDs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DVDs (a)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Reserve or place          320     108     213     219      29      37      15      77     137      67      25       21       50      106      144       81       54       49       95      118      202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holds on print            55%     44%     63%     61%     31%     53%     51%     54%     57%     59%     44%      49%      44%      56%      61%      52%      71%      59%      50%      58%      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books, audiobooks,                          B       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e-books, CDs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DVDs (b)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Renew a book, DVD         270      80     190     189      41      21       4      70     117      57      22       12       44       93      121       76       31       33       94      103      167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or CD (d)                 47%     33%     57%     53%     44%     31%     14%     49%     49%     50%     38%      29%      38%      50%      51%      49%      41%      41%      50%      50%      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G       G       G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Conduct research or       280     100     180     147      46      43      18     101      91      57      12       24       89       85       83       93       41       37       68       80      200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get homework help         42%     41%     42%     34%     62%     46%     63%     54%     37%     38%     25%      70%      62%      40%      30%      47%      40%      43%      35%      33%      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                                                         D               K       K                               NO       NO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an online             263      92     171     169      27      38      12      87      83      66      13       19       53       84      107       81       50       16       65       84      180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database (g)              39%     38%     40%     40%     36%     40%     42%     46%     34%     44%     28%      57%      37%      40%      38%      41%      48%      19%      33%      35%      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R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Read book reviews         225      72     153     135      27      34      15      64      72      55      18       13       58       74       80       90       36       29       52       52      172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or get book               33%     29%     36%     32%     36%     36%     53%     35%     30%     37%     38%      37%      40%      35%      29%      45%      35%      34%      27%      22%      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recommendations (e)                                                                                                                                      S                                            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Q16SUM Page 110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Q16SUM. In the past 12 months, have you used a public library WEBSITE or mobile APP to do any of the following?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1250     489     761     784     169     162      58     328     482     264     105       77      258      398      513      355      180      167      383      444      806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WHO USED A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MOBILE APP IN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PAST 12 MONTHS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Borrow or download        182      53     129     120      19      26      13      38      76      35      17       10       34       50       88       63       15       25       54       58      124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an e-book (f)             27%     22%     30%     28%     26%     28%     44%     20%     31%     23%     35%      30%      24%      24%      32%      32%      14%      30%      28%      24%      29%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Check for or pay          153      47     106      76      34      19       8      49      62      30       4       14       24       64       52       36       25       26       46       67       86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overdue fines (c)         26%     19%     32%     21%     36%     28%     29%     34%     26%     27%      7%      32%      21%      34%      22%      23%      33%      32%      24%      33%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K       K       K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Q17A Page 111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Q17a. Do you think public libraries have done a good job keeping up with new technologies, or not?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4214    1928    2286    2771     496     625     152     847    1259    1125     783      501     1231     1299     1159     1476      656      490      986     1126     3070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75%     72%     79%     78%     74%     73%     77%     72%     73%     77%     82%      69%      75%      78%      77%      76%      77%      76%      74%      73%      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HIJ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661     347     314     364     107     112      35     216     249     108      43      118      196      190      157      240       83       94      166      228      425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13%     11%     10%     16%     13%     18%     18%     14%      7%      5%      16%      12%      11%      10%      12%      10%      15%      12%      15%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JK      JK      JK                        O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688     406     282     414      63     109       6     121     208     219     123      102      205      179      187      222      111       62      173      190      493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15%     10%     12%     10%     13%      3%     10%     12%     15%     13%      14%      13%      11%      12%      11%      13%      10%      13%      12%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G       G      GH       G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23      14       9      14       -       6       5       -       7       9       2       10        5        5        2       10        4        -        7        6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1%      2%              *%      1%      *%       1%       *%       *%       *%       1%       *%                1%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O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Q17B Page 112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Q17b. How effective do you think libraries in your community are at promoting literacy and a love of reading to people? Are they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Very effective           2011     814    1197    1169     274     411      34     322     610     594     428      277      674      594      453      824      279      221      372      591     1407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36%     30%     41%     33%     41%     48%     17%     27%     35%     41%     45%      38%      41%      36%      30%      42%      33%      34%      28%      38%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       D                      GH      GH     GHI        O        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effective       2332    1133    1199    1618     239     272     103     592     728     576     307      261      593      741      723      693      358      279      707      690     1636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42%     42%     41%     45%     36%     32%     52%     50%     42%     39%     32%      36%      36%      44%      48%      36%      42%      43%      53%      45%      41%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K     IJK       K       K                                 LM       LM                                 PQR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too effective         456     272     184     268      57      67      45     153     143      80      31       57      108      140      151      138       99       73      104       86      370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     10%      6%      8%      9%      8%     22%     13%      8%      5%      3%       8%       7%       8%      10%       7%      12%      11%       8%       6%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IJK     IJK       K                                                   M                 P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at all                214     136      78     122      34      30       5      62      78      48      12       29       79       72       31      100       34       18       34       67      142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effective                  4%      5%      3%      3%      5%      4%      2%      5%      5%      3%      1%       4%       5%       4%       2%       5%       4%       3%       3%       4%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K       K       K                         O        O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531     318     213     367      63      57      12      50     148     155     161       87      172      126      138      180       74       55      108      108      416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10%     12%      7%     10%      9%      7%      6%      4%      9%     11%     17%      12%      11%       8%       9%       9%       9%       9%       8%       7%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H       H    GHIJ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41      21      20      19       -      14       -       6      16       9      11       20       11        -        9       13       10        -        7        7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2%              *%      1%      1%      1%       3%       1%                1%       1%       1%                *%       *%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Effective            4342    1947    2396    2786     513     683     137     914    1338    1169     735      538     1266     1335     1176     1518      636      500     1079     1281     3042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78%     72%     83%     78%     77%     80%     69%     77%     78%     80%     77%      74%      77%      80%      78%      78%      75%      77%      81%      83%      76%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Not effective         670     408     262     390      91      97      49     215     221     128      43       86      187      211      182      238      133       91      138      153      512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15%      9%     11%     14%     11%     25%     18%     13%      9%      5%      12%      11%      13%      12%      12%      16%      14%      10%      10%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IJK      JK      JK       K                                                             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Q18A Page 113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Q18. If your local public library CLOSED, would that have a MAJOR impact, MINOR impact or NO IMPACT on...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You and your family</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Major impact             1807     673    1133     985     231     422      29     316     635     482     323      228      498      543      523      725      284      186      355      610     1185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32%     25%     39%     28%     35%     49%     15%     27%     37%     33%     34%      31%      30%      32%      35%      37%      33%      29%      27%      39%      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DE               G      GH       G      GH                                           RS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Minor impact             1870     943     927    1296     195     210     109     484     579     413     259      213      529      558      565      542      300      231      540      552     1311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33%     35%     32%     36%     29%     25%     55%     41%     34%     28%     27%      29%      32%      33%      38%      28%      35%      36%      41%      36%      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HIJK     IJK       K                                                   L                 P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impact                1836    1051     786    1243     223     209      60     369     500     538     352      275      592      552      407      660      260      224      422      383     1442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33%     39%     27%     35%     33%     25%     30%     31%     29%     37%     37%      38%      36%      33%      27%      34%      31%      35%      32%      25%      36%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F       F                                       I       I        O        O        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Community does not         10       2       8       5       1       -       -       4       -       5       1        -        1        3        6        4        4        -        2        -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a public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37      21      16      22       9       6       -       4       9      11      13       12        5       11        4        8        5        -        6        2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1%      1%              *%      1%      1%      1%       2%       *%       1%       *%       *%       1%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25       5      20      13       7       5       -       8       -      11       2        3       13        5        -        9        -        5        7        3       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      1%      1%              1%              1%      *%       *%       1%       *%                *%                1%       1%       *%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Impact               3677    1616    2060    2280     426     631     138     801    1214     896     582      441     1026     1101     1088     1268      584      417      895     1162     2496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66%     60%     71%     64%     64%     74%     70%     68%     70%     61%     61%      60%      63%      66%      72%      65%      68%      65%      67%      75%      62%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DE                      JK                                                 LMN                                            U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Q18B Page 114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Q18. If your local public library CLOSED, would that have a MAJOR impact, MINOR impact or NO IMPACT on... [INSERT ITEMS IN ORDER]?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Your community as a whole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Major impact             3635    1551    2084    2233     427     665     104     666    1132    1033     657      432     1066     1121     1001     1237      574      436      882     1080     2535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65%     58%     72%     63%     64%     78%     52%     56%     66%     71%     69%      59%      65%      67%      67%      63%      67%      68%      66%      70%      63%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DE                      GH      GH      GH                          L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Minor impact             1347     791     556     955     133     125      85     386     461     254     145      181      344      429      383      445      222      155      363      365      971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24%     29%     19%     27%     20%     15%     43%     33%     27%     17%     15%      25%      21%      26%      25%      23%      26%      24%      27%      24%      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EF                     IJK      JK      JK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impact                 331     200     131     174      77      37       6      86      72     103      60       66      139       60       55      159       31       40       55       54      277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7%      5%      5%     12%      4%      3%      7%      4%      7%      6%       9%       8%       4%       4%       8%       4%       6%       4%       3%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DF                                                       NO       NO                         QS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Community does not         18       8      10      14       1       -       -       4       4       3       7        -        8        -       10        4        8        -        7        4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a public              *%      *%      *%      *%      *%                      *%      *%      *%      1%                *%                1%       *%       1%                1%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245     139     106     180      28      23       3      43      50      63      80       48       74       62       56       98       17       15       25       43      202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5%      4%      5%      4%      3%      2%      4%      3%      4%      8%       7%       5%       4%       4%       5%       2%       2%       2%       3%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GHIJ                                           QS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9       6       3       6       -       3       -       -       4       5       -        3        6        -        -        6        3        -        -        3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Impact               4982    2341    2641    3188     560     789     189    1052    1593    1287     803      614     1410     1550     1384     1682      795      591     1245     1446     3506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89%     87%     91%     89%     84%     93%     95%     89%     92%     88%     84%      84%      86%      93%      92%      86%      93%      91%      93%      93%      88%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               E     HJK              JK                                         LM       LM                 P        P        P        U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Q19A Page 115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do, should MAYBE do, or should definitely NOT do.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Have more comfortable spaces for reading, working, and relaxing at the library</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1773     812     961    1045     251     300      73     423     539     460     260      286      486      551      446      662      234      236      424      537     1232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64%     61%     67%     59%     76%     71%     76%     71%     64%     65%     54%      77%      61%      68%      58%      68%      62%      67%      60%      65%      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       D       K       K               K               MO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maybe do           680     353     327     471      67      85      22     161     216     160     119       54      210      187      214      215      103       67      203      190      480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25%     26%     23%     27%     20%     20%     22%     27%     25%     23%     25%      15%      26%      23%      28%      22%      27%      19%      29%      23%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187      97      90     148      10      17       -      13      61      60      49       15       64       43       65       43       23       41       50       66      121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do                     7%      7%      6%      8%      3%      4%              2%      7%      8%     10%       4%       8%       5%       8%       4%       6%      12%       7%       8%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H       H       H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Doesn’t really             30      19      11      23       -       2       -       3       5       6      15        3        7        9       12       11        8        -        9       12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matter to me (VOL.)        1%      1%      1%      1%              *%              *%      1%      1%      3%       1%       1%       1%       2%       1%       2%                1%       1%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70      32      38      58       1      11       1       -      18      18      33        7       27       16       20       23        9        8       10       15       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      2%      3%      3%      *%      2%      1%              2%      2%      7%       2%       3%       2%       3%       2%       2%       2%       1%       2%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IJ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23      23       -      11       -       9       -       -       9       6       3        7        6        3        7       13        3        -        6        6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2%              1%              2%                      1%      1%      1%       2%       1%       *%       1%       1%       1%                1%       1%       1%</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Q19B Page 116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do, should MAYBE do, or should definitely NOT do.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Move some print books and stacks OUT OF public locations to free up more space for things such as tech centers, reading rooms, meetings rooms, and cultural events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842     477     365     457     127     162      21     212     298     192     114      146      254      239      193      358      103      102      198      267      571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30%     36%     26%     26%     38%     38%     22%     35%     35%     27%     24%      39%      32%      30%      25%      37%      27%      29%      28%      32%      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       D               K       K                        O                                  QS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maybe do          1108     498     610     690     140     173      64     254     351     253     178      153      306      327      313      378      141      160      277      327      777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40%     37%     43%     39%     42%     41%     66%     42%     41%     36%     37%      41%      38%      41%      41%      39%      37%      45%      39%      40%      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691     289     401     522      47      75      11     131     189     223     124       46      201      211      232      188      118       83      202      208      477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do                    25%     22%     28%     30%     14%     18%     11%     22%     22%     31%     26%      12%      25%      26%      30%      19%      31%      24%      29%      25%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EF                                             GHI       G                 L        L        L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Doesn’t really             19      16       3      16       3       -       -       3       -       8       8        3        8        7        1        8        3        -        6        -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matter to me (VOL.)        1%      1%      *%      1%      1%                      *%              1%      2%       1%       1%       1%       *%       1%       1%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81      38      43      56      10      10       -       -      10      23      44       23       24       15       20       24       13        2       15       14       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      3%      3%      3%      3%      2%                      1%      3%      9%       6%       3%       2%       3%       2%       3%       1%       2%       2%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23      19       4      16       4       3       -       -       -      11      12        2        6        9        6       11        1        4        4        8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      1%      1%      1%                              2%      3%       1%       1%       1%       1%       1%       *%       1%       1%       1%       1%</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Q19C Page 117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do, should MAYBE do, or should definitely NOT do.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 Offer free early literacy programs to help young children prepare for school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2337    1110    1227    1487     273     373      86     531     734     588     370      321      673      698      633      839      320      315      579      704     1623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85%     83%     86%     85%     83%     88%     89%     89%     87%     83%     77%      86%      84%      86%      83%      87%      84%      90%      83%      85%      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maybe do           341     180     161     216      45      47       7      66      97      84      87       33      104       94      106       94       57       30      100      101      237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13%     11%     12%     14%     11%      7%     11%     11%     12%     18%       9%      13%      12%      14%      10%      15%       9%      14%      12%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48      31      18      31       7       1       -       1      12      26      10        1       15       14       15       13        -        3       17       15       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do                     2%      2%      1%      2%      2%      *%              *%      1%      4%      2%       *%       2%       2%       2%       1%                1%       2%       2%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Doesn’t really              4       -       4       1       -       -       -       -       2       -       -        -        1        -        2        1        -        -        2        2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matter to me (VOL.)        *%              *%      *%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25      16       9      19       -       2       4       2       3       7      10       12        3        2        8       13        -        2        3        3       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1%      4%      *%      *%      1%      2%       3%       *%       *%       1%       1%                1%       *%       *%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9       1       8       3       6       -       -       -       -       6       3        6        3        -        -        7        2        -        -        -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      2%                                      1%      1%       1%       *%                         1%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Q19D Page 118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do, should MAYBE do, or should definitely NOT do.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 Coordinate more closely with local schools in providing resources to kids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2352    1105    1247    1500     265     375      76     552     739     590     369      292      659      732      651      823      330      296      598      732     1615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85%     83%     87%     85%     80%     88%     79%     92%     87%     83%     77%      78%      82%      91%      85%      85%      87%      84%      85%      89%      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JK       K                                         LM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maybe do           310     173     137     201      43      29      19      37      87      92      75       48      113       61       88      101       45       46       86       75      226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11%     13%     10%     11%     13%      7%     19%      6%     10%     13%     16%      13%      14%       7%      11%      10%      12%      13%      12%       9%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                 N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44      24      20      21      14       6       -       6       9      19      10        6       19        8       11       22        -        5        9       15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do                     2%      2%      1%      1%      4%      1%              1%      1%      3%      2%       2%       2%       1%       1%       2%                1%       1%       2%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48      27      21      34       7       7       1       4       8       8      24       21        8        8       12       14        5        4        8        -       48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2%      1%      2%      2%      2%      1%      1%      1%      1%      5%       6%       1%       1%       2%       1%       1%       1%       1%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9       8       1       1       2       7       -       -       6       2       2        5        1        -        3        6        -        -        -        2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      2%                      1%      *%      *%       1%       *%                *%       1%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Q19E Page 119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do, should MAYBE do, or should definitely NOT do.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 Buy 3-D printers and other digital tools to allow people to learn how to use them to make different kinds of objects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1238     578     660     660     196     237      40     278     362     315     226      213      373      375      272      524      184      132      246      350      881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45%     43%     46%     38%     59%     56%     42%     46%     43%     44%     47%      57%      47%      46%      36%      54%      48%      38%      35%      42%      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O        O        O                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maybe do           966     438     528     661      94     126      42     241     304     221     155      100      285      262      310      300      132      148      269      305      655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35%     33%     37%     38%     29%     30%     44%     40%     36%     31%     32%      27%      36%      32%      40%      31%      35%      42%      38%      37%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467     274     192     376      21      48      14      73     163     153      57       39      116      147      160      109       43       65      174      141      326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do                    17%     21%     13%     21%      6%     11%     14%     12%     19%     22%     12%      11%      15%      18%      21%      11%      11%      19%      25%      17%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EF                                       K      HK                                          LM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Doesn’t really             12       8       4       5       7       -       -       -       4       5       2        -        1        9        2        6        3        -        2        4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matter to me (VOL.)        *%      1%      *%      *%      2%                              1%      1%      *%                *%       1%       *%       1%       1%                *%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68      28      39      48      12       8       -       8      11      15      31       14       20       12       21       20       18        4       11       23       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2%      3%      3%      4%      2%              1%      1%      2%      7%       4%       3%       1%       3%       2%       5%       1%       2%       3%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13      10       3       7       -       5       -       -       4       2       7        5        4        3        -        8        -        3        -        2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1%                      *%      *%      1%       1%       *%       *%                1%                1%                *%       1%</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Q19F Page 120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do, should MAYBE do, or should definitely NOT do.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f. Create services or programs for local businesses and entrepreneurs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1458     702     756     899     200     259      52     331     511     375     182      188      426      472      371      549      265      147      332      414     1040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52%     52%     52%     50%     60%     60%     50%     57%     58%     50%     39%      52%      51%      55%      50%      56%      56%      50%      53%      57%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K       K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maybe do           992     432     560     660      91     118      47     200     271     288     182      118      313      271      280      321      164      104      233      237      746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35%     32%     38%     37%     27%     28%     46%     34%     31%     38%     39%      33%      37%      31%      38%      33%      35%      35%      37%      33%      36%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228     141      86     169      18      17       4      36      77      60      39       22       45       96       66       66       25       24       62       57      170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do                     8%     10%      6%      9%      5%      4%      4%      6%      9%      8%      8%       6%       5%      11%       9%       7%       5%       8%      10%       8%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F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Doesn’t really              9       7       2       9       -       -       -       -       -       -       9        -        1        -        8        -        1        -        2        -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matter to me (VOL.)        *%      1%      *%      1%                                                      2%                *%                1%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92      55      37      51      16      20       -      14       9      23      40       17       52        7       12       36       11       11        1       12       80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      4%      3%      3%      5%      5%              2%      1%      3%      8%       5%       6%       1%       2%       4%       2%       4%       *%       2%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                NO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43      20      23      17      11      14       -       5       8       4      20       14        2       18        4       10        9        8        -        4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1%      2%      1%      3%      3%              1%      1%      1%      4%       4%       *%       2%       1%       1%       2%       3%                1%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       MO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Q19G Page 121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do, should MAYBE do, or should definitely NOT do.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 Create services or programs for active military personnel and veterans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2090     988    1102    1380     257     292      65     427     674     584     318      236      654      643      547      691      376      254      484      580     1499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74%     73%     75%     76%     77%     68%     64%     73%     77%     78%     68%      66%      78%      74%      74%      70%      79%      86%      77%      80%      72%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K                         L                                   P       PS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maybe do           576     272     304     333      58     109      33     130     166     138      99       98      125      183      167      230       82       35      131      126      445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20%     20%     21%     18%     17%     25%     32%     22%     19%     18%     21%      27%      15%      21%      23%      23%      17%      12%      21%      17%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                          M        R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72      50      21      45      10       7       4      15      28      11      14       12       18       31       11       30       10        2       13        7       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do                     3%      4%      1%      2%      3%      2%      4%      3%      3%      1%      3%       3%       2%       4%       1%       3%       2%       1%       2%       1%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Doesn’t really             14       8       6      14       -       -       -       -       -       6       8        -        8        -        5        -        6        -        3        -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matter to me (VOL.)        *%      1%      *%      1%                                              1%      2%                1%                1%                1%                *%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54      32      22      29      11      13       -      11       2       8      25        8       30        3        7       27        -        4        -        5       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2%      1%      2%      3%      3%              2%      *%      1%      5%       2%       4%       *%       1%       3%                1%                1%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                 N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16       6       9       5       -       8       -       2       4       3       6        6        3        3        3        3        -        -        -        7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      1%      *%              2%              *%      *%      *%      1%       2%       *%       *%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Q19H Page 122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do, should MAYBE do, or should definitely NOT do.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 Create services or programs for immigrants and first-generation Americans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1668     766     901     959     203     336      56     379     556     408     255      201      499      471      488      623      288      149      374      411     1249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59%     56%     62%     53%     60%     78%     54%     65%     64%     54%     54%      56%      60%      54%      66%      63%      61%      51%      59%      57%      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JK       J                                                   N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maybe do           809     394     415     581     103      69      35     162     216     267     120      107      217      290      191      228      140      113      204      217      583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29%     29%     28%     32%     31%     16%     34%     28%     25%     36%     26%      30%      26%      34%      26%      23%      30%      38%      32%      30%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IK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243     155      88     181      22      16      11      33      87      56      49       35       82       80       45       78       42       23       47       82      161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do                     9%     11%      6%     10%      7%      4%     11%      6%     10%      7%     10%      10%      10%       9%       6%       8%       9%       8%       7%      11%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F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Doesn’t really              6       3       3       6       -       -       -       -       -       3       3        -        3        3        -        3        -        -        -        -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matter to me (VOL.)        *%      *%      *%      *%                                              *%      1%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86      37      49      69       8       6       -      11      16      15      37       17       36       17       12       48        4        8        4       15       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      3%      3%      4%      2%      1%              2%      2%      2%      8%       5%       4%       2%       2%       5%       1%       3%       1%       2%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                                           QS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10       3       7       8       -       2       -       -       -       1       6        -        2        3        5        1        -        1        1        -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1%                *%       *%       1%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Q19I Page 123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do, should MAYBE do, or should definitely NOT do.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 Offer programs to teach patrons about protecting their privacy and security online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2132     978    1154    1355     267     345      82     461     689     564     313      266      639      681      531      760      367      240      466      560     1560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76%     72%     79%     75%     79%     80%     80%     79%     79%     75%     66%      74%      76%      79%      72%      77%      77%      81%      74%      77%      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K       K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maybe do           510     263     247     321      54      70      18     103     148     147      88       74      132      146      158      168       89       51      130      133      372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18%     19%     17%     18%     16%     16%     17%     18%     17%     20%     19%      21%      16%      17%      21%      17%      19%      17%      21%      18%      18%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99      73      26      70      10       4       3      11      27      28      29        5       26       28       39       33        8        -       28       23       76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do                     4%      5%      2%      4%      3%      1%      3%      2%      3%      4%      6%       1%       3%       3%       5%       3%       2%                4%       3%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F                                                       H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Doesn’t really              6       6       -       6       -       -       -       -       -       -       6        -        4        -        2        -        -        -        6        -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matter to me (VOL.)        *%      *%              *%                                                      1%                *%                *%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68      31      37      51       5       5       -      10       7      11      34       10       35        9        9       20       10        4        -        5       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2%      3%      3%      1%      1%              2%      1%      1%      7%       3%       4%       1%       1%       2%       2%       1%                1%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                NO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7       7       -       2       -       4       -       -       4       1       1        4        1        -        1        1        -        -        -        4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1%                      *%      *%      *%       1%       *%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Q19J Page 124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do, should MAYBE do, or should definitely NOT do.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j. Offer programs to teach people, including kids and senior citizens, how to use digital tools such as computers, smartphones and apps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2203    1022    1181    1387     290     336      67     439     718     610     344      242      658      693      600      769      405      226      509      590     1600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                        78%     75%     81%     77%     86%     78%     66%     75%     82%     81%     73%      67%      79%      80%      81%      78%      85%      77%      81%      81%      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K       K                         L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maybe do           460     226     234     309      41      65      22     123     122     107      76       74      120      143      119      152       61       50      100      101      355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17%     16%     17%     12%     15%     22%     21%     14%     14%     16%      21%      14%      17%      16%      15%      13%      17%      16%      14%      17%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Should definitely          91      66      25      63       3      13      13      18      28      19      14       32       31       14       14       41        9        9       18       27       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do                     3%      5%      2%      3%      1%      3%     12%      3%      3%      3%      3%       9%       4%       2%       2%       4%       2%       3%       3%       4%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E                                                               NO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Doesn’t really              3       2       1       3       -       -       -       -       -       -       3        -        1        -        2        -        -        -        2        -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matter to me (VOL.)        *%      *%      *%      *%                                                      1%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49      33      16      38       2       3       -       5       -      14      26        5       24       11        5       16        -       10        2        -       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2%      1%      2%      *%      1%              1%              2%      6%       1%       3%       1%       1%       2%                3%       *%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HJ                 O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16       8       8       4       -      11       -       -       7       1       8        7        4        3        1        4        -        -        -        7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              3%                      1%      *%      2%       2%       1%       *%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Q19SUM-1 Page 125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Q19SUM-1. Now thinking about some new things public libraries could do to change how they serve the public... Please tell me if each of the following is something you, personally, think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libraries should DEFINITELY do, should MAYBE do, or should definitely NOT do.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"SHOULD DEFINITELY DO"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Coordinate more          2352    1105    1247    1500     265     375      76     552     739     590     369      292      659      732      651      823      330      296      598      732     1615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closely with local        85%     83%     87%     85%     80%     88%     79%     92%     87%     83%     77%      78%      82%      91%      85%      85%      87%      84%      85%      89%      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schools in                                  B                                      JK       K                                         LM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providing resources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kids (d)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Offer free early         2337    1110    1227    1487     273     373      86     531     734     588     370      321      673      698      633      839      320      315      579      704     1623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literacy programs         85%     83%     86%     85%     83%     88%     89%     89%     87%     83%     77%      86%      84%      86%      83%      87%      84%      90%      83%      85%      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help young                                                                       K       K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children prepare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for school (c)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Offer programs to        2203    1022    1181    1387     290     336      67     439     718     610     344      242      658      693      600      769      405      226      509      590     1600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teach people,             78%     75%     81%     77%     86%     78%     66%     75%     82%     81%     73%      67%      79%      80%      81%      78%      85%      77%      81%      81%      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including kids and                                          D                               K       K                         L        L        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senior citizens,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how to use digital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tools such as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smartphones 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apps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Offer programs to        2132     978    1154    1355     267     345      82     461     689     564     313      266      639      681      531      760      367      240      466      560     1560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teach patrons about       76%     72%     79%     75%     79%     80%     80%     79%     79%     75%     66%      74%      76%      79%      72%      77%      77%      81%      74%      77%      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protecting their                            B                                       K       K       K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privacy 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security online (i)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Q19SUM-1 Page 126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Q19SUM-1. Now thinking about some new things public libraries could do to change how they serve the public... Please tell me if each of the following is something you, personally, think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libraries should DEFINITELY do, should MAYBE do, or should definitely NOT do.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"SHOULD DEFINITELY DO"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services or       2090     988    1102    1380     257     292      65     427     674     584     318      236      654      643      547      691      376      254      484      580     1499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programs for active       74%     73%     75%     76%     77%     68%     64%     73%     77%     78%     68%      66%      78%      74%      74%      70%      79%      86%      77%      80%      72%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military personnel                                                                          K       K                         L                                   P       PS                 U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and veterans (g)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more                1773     812     961    1045     251     300      73     423     539     460     260      286      486      551      446      662      234      236      424      537     1232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comfortable spaces        64%     61%     67%     59%     76%     71%     76%     71%     64%     65%     54%      77%      61%      68%      58%      68%      62%      67%      60%      65%      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for reading,                                B               D       D       K       K               K               MO                 O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working, 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relaxing at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(a)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services or       1668     766     901     959     203     336      56     379     556     408     255      201      499      471      488      623      288      149      374      411     1249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programs for              59%     56%     62%     53%     60%     78%     54%     65%     64%     54%     54%      56%      60%      54%      66%      63%      61%      51%      59%      57%      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immigrants and                                                     DE              JK       J                                                   N        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first-generation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Americans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services or       1458     702     756     899     200     259      52     331     511     375     182      188      426      472      371      549      265      147      332      414     1040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programs for local        52%     52%     52%     50%     60%     60%     50%     57%     58%     50%     39%      52%      51%      55%      50%      56%      56%      50%      53%      57%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businesses and                                                      D               K       K       K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entrepreneurs (f)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Buy 3-D printers         1238     578     660     660     196     237      40     278     362     315     226      213      373      375      272      524      184      132      246      350      881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and other digital         45%     43%     46%     38%     59%     56%     42%     46%     43%     44%     47%      57%      47%      46%      36%      54%      48%      38%      35%      42%      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tools to allow                                              D       D                                                O        O        O                RS        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people to learn how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use them to make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different kinds of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objects (e)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Q19SUM-1 Page 127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Q19SUM-1. Now thinking about some new things public libraries could do to change how they serve the public... Please tell me if each of the following is something you, personally, think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libraries should DEFINITELY do, should MAYBE do, or should definitely NOT do.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"SHOULD DEFINITELY DO"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Move some print           842     477     365     457     127     162      21     212     298     192     114      146      254      239      193      358      103      102      198      267      571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books and stacks          30%     36%     26%     26%     38%     38%     22%     35%     35%     27%     24%      39%      32%      30%      25%      37%      27%      29%      28%      32%      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OUT OF public                       C                       D       D               K       K                        O                                  QS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locations to free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up more space for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things such as tech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centers, reading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rooms, meetings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rooms, and cultural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events (b)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Q19SUM-2 Page 128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Q19SUM-2. Now thinking about some new things public libraries could do to change how they serve the public... Please tell me if each of the following is something you, personally, think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libraries should DEFINITELY do, should MAYBE do, or should definitely NOT do.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"SHOULD DEFINITELY NOT DO"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Move some print           691     289     401     522      47      75      11     131     189     223     124       46      201      211      232      188      118       83      202      208      477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books and stacks          25%     22%     28%     30%     14%     18%     11%     22%     22%     31%     26%      12%      25%      26%      30%      19%      31%      24%      29%      25%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OUT OF public                               B      EF                                             GHI       G                 L        L        L                 P                 P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locations to free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up more space for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things such as tech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centers, reading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rooms, meetings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rooms, and cultural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events (b)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Buy 3-D printers          467     274     192     376      21      48      14      73     163     153      57       39      116      147      160      109       43       65      174      141      326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and other digital         17%     21%     13%     21%      6%     11%     14%     12%     19%     22%     12%      11%      15%      18%      21%      11%      11%      19%      25%      17%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tools to allow                      C              EF                                       K      HK                                          LM                                  PQ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people to learn how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use them to make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different kinds of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objects (e)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services or        243     155      88     181      22      16      11      33      87      56      49       35       82       80       45       78       42       23       47       82      161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programs for               9%     11%      6%     10%      7%      4%     11%      6%     10%      7%     10%      10%      10%       9%       6%       8%       9%       8%       7%      11%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immigrants and                      C               F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first-generation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Americans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services or        228     141      86     169      18      17       4      36      77      60      39       22       45       96       66       66       25       24       62       57      170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programs for local         8%     10%      6%      9%      5%      4%      4%      6%      9%      8%      8%       6%       5%      11%       9%       7%       5%       8%      10%       8%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businesses and                      C               F                                                                                  M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entrepreneurs (f)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Q19SUM-2 Page 129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Q19SUM-2. Now thinking about some new things public libraries could do to change how they serve the public... Please tell me if each of the following is something you, personally, think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libraries should DEFINITELY do, should MAYBE do, or should definitely NOT do.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"SHOULD DEFINITELY NOT DO"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more                 187      97      90     148      10      17       -      13      61      60      49       15       64       43       65       43       23       41       50       66      121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comfortable spaces         7%      7%      6%      8%      3%      4%              2%      7%      8%     10%       4%       8%       5%       8%       4%       6%      12%       7%       8%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for reading,                                       EF                                       H       H       H                                                              P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working, 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relaxing at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(a)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Offer programs to          99      73      26      70      10       4       3      11      27      28      29        5       26       28       39       33        8        -       28       23       76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teach patrons about        4%      5%      2%      4%      3%      1%      3%      2%      3%      4%      6%       1%       3%       3%       5%       3%       2%                4%       3%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protecting their                    C               F                                                       H                                   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privacy 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security online (i)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Offer programs to          91      66      25      63       3      13      13      18      28      19      14       32       31       14       14       41        9        9       18       27       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teach people,              3%      5%      2%      3%      1%      3%     12%      3%      3%      3%      3%       9%       4%       2%       2%       4%       2%       3%       3%       4%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including kids and                  C               E                                                               NO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senior citizens,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how to use digital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tools such as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smartphones 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apps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services or         72      50      21      45      10       7       4      15      28      11      14       12       18       31       11       30       10        2       13        7       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programs for active        3%      4%      1%      2%      3%      2%      4%      3%      3%      1%      3%       3%       2%       4%       1%       3%       2%       1%       2%       1%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military personnel                  C                                                                                                                                                                 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and veterans (g)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Offer free early           48      31      18      31       7       1       -       1      12      26      10        1       15       14       15       13        -        3       17       15       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literacy programs          2%      2%      1%      2%      2%      *%              *%      1%      4%      2%       *%       2%       2%       2%       1%                1%       2%       2%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help young                                                                                       H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children prepare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for school (c)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Q19SUM-2 Page 130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Q19SUM-2. Now thinking about some new things public libraries could do to change how they serve the public... Please tell me if each of the following is something you, personally, think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libraries should DEFINITELY do, should MAYBE do, or should definitely NOT do.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"SHOULD DEFINITELY NOT DO"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Coordinate more            44      24      20      21      14       6       -       6       9      19      10        6       19        8       11       22        -        5        9       15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closely with local         2%      2%      1%      1%      4%      1%              1%      1%      3%      2%       2%       2%       1%       1%       2%                1%       1%       2%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schools in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providing resources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kids (d)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Q19SUM-3 Page 131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Q19SUM-3. Now thinking about some new things public libraries could do to change how they serve the public... Please tell me if each of the following is something you, personally, think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libraries should DEFINITELY do, should MAYBE do, or should definitely NOT do.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"SHOULD MAYBE DO"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Move some print          1108     498     610     690     140     173      64     254     351     253     178      153      306      327      313      378      141      160      277      327      777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books and stacks          40%     37%     43%     39%     42%     41%     66%     42%     41%     36%     37%      41%      38%      41%      41%      39%      37%      45%      39%      40%      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OUT OF public                                                            HIJK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locations to free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up more space for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things such as tech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centers, reading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rooms, meetings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rooms, and cultural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events (b)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services or        992     432     560     660      91     118      47     200     271     288     182      118      313      271      280      321      164      104      233      237      746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programs for local        35%     32%     38%     37%     27%     28%     46%     34%     31%     38%     39%      33%      37%      31%      38%      33%      35%      35%      37%      33%      36%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businesses and                                     EF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entrepreneurs (f)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Buy 3-D printers          966     438     528     661      94     126      42     241     304     221     155      100      285      262      310      300      132      148      269      305      655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and other digital         35%     33%     37%     38%     29%     30%     44%     40%     36%     31%     32%      27%      36%      32%      40%      31%      35%      42%      38%      37%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tools to allow                                                                                                                                  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people to learn how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use them to make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different kinds of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objects (e)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services or        809     394     415     581     103      69      35     162     216     267     120      107      217      290      191      228      140      113      204      217      583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programs for              29%     29%     28%     32%     31%     16%     34%     28%     25%     36%     26%      30%      26%      34%      26%      23%      30%      38%      32%      30%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immigrants and                                      F       F                                      IK                                                                      P        P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first-generation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Americans (h)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Q19SUM-3 Page 132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Q19SUM-3. Now thinking about some new things public libraries could do to change how they serve the public... Please tell me if each of the following is something you, personally, think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libraries should DEFINITELY do, should MAYBE do, or should definitely NOT do.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"SHOULD MAYBE DO"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more                 680     353     327     471      67      85      22     161     216     160     119       54      210      187      214      215      103       67      203      190      480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comfortable spaces        25%     26%     23%     27%     20%     20%     22%     27%     25%     23%     25%      15%      26%      23%      28%      22%      27%      19%      29%      23%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for reading,                                                                                                                  L                 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working, 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relaxing at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(a)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services or        576     272     304     333      58     109      33     130     166     138      99       98      125      183      167      230       82       35      131      126      445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programs for active       20%     20%     21%     18%     17%     25%     32%     22%     19%     18%     21%      27%      15%      21%      23%      23%      17%      12%      21%      17%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military personnel                                                                                                   M                          M        R                          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and veterans (g)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Offer programs to         510     263     247     321      54      70      18     103     148     147      88       74      132      146      158      168       89       51      130      133      372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teach patrons about       18%     19%     17%     18%     16%     16%     17%     18%     17%     20%     19%      21%      16%      17%      21%      17%      19%      17%      21%      18%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protecting their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privacy 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security online (i)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Offer programs to         460     226     234     309      41      65      22     123     122     107      76       74      120      143      119      152       61       50      100      101      355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teach people,             16%     17%     16%     17%     12%     15%     22%     21%     14%     14%     16%      21%      14%      17%      16%      15%      13%      17%      16%      14%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including kids 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senior citizens,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how to use digital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tools such as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computers,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smartphones and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apps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Offer free early          341     180     161     216      45      47       7      66      97      84      87       33      104       94      106       94       57       30      100      101      237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literacy programs         12%     13%     11%     12%     14%     11%      7%     11%     11%     12%     18%       9%      13%      12%      14%      10%      15%       9%      14%      12%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help young                                                                                               I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children prepare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for school (c)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Q19SUM-3 Page 133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Q19SUM-3. Now thinking about some new things public libraries could do to change how they serve the public... Please tell me if each of the following is something you, personally, think public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libraries should DEFINITELY do, should MAYBE do, or should definitely NOT do.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"SHOULD MAYBE DO"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Coordinate more           310     173     137     201      43      29      19      37      87      92      75       48      113       61       88      101       45       46       86       75      226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closely with local        11%     13%     10%     11%     13%      7%     19%      6%     10%     13%     16%      13%      14%       7%      11%      10%      12%      13%      12%       9%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schools in                                                                                          H       H                 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providing resources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to kids (d)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Q20A Page 134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Helping people find jobs or pursue job training</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lot                     536     251     285     250      93     144      17      66     217     145      84      112      138      142      135      255       60       50       85      167      369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19%     19%     20%     14%     28%     34%     18%     11%     26%     20%     18%      30%      17%      18%      18%      26%      16%      14%      12%      20%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HK       H              MNO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799     405     394     543      87     103      20     197     203     229     147       89      231      226      253      256      124      134      200      195      604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29%     30%     28%     31%     26%     24%     21%     33%     24%     32%     31%      24%      29%      28%      33%      26%      33%      38%      29%      24%      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                                                                      P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648     308     340     409      87     102      31     184     205     122     103       81      181      216      164      187       79       85      221      204      438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23%     23%     24%     23%     26%     24%     32%     31%     24%     17%     22%      22%      23%      27%      21%      19%      21%      24%      31%      25%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at all                413     223     191     283      42      36      29     105     118      94      62       60      113      123      114      150       57       42      116      136      272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15%     17%     13%     16%     13%      9%     30%     18%     14%     13%     13%      16%      14%      15%      15%      16%      15%      12%      17%      16%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Community does not         14       4       9      10       -       -       -       4       4       3       3        -        7        -        7        3        4        -        7        4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a public              *%      *%      1%      1%                              1%      1%      *%      1%                1%                1%       *%       1%                1%       1%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349     143     206     261      18      39       -      43     102     118      76       30      128       97       93      115       56       41       73      119      229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13%     11%     14%     15%      6%      9%              7%     12%     17%     16%       8%      16%      12%      12%      12%      15%      12%      10%      14%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H       H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3       2       1       1       2       -       -       -       -       -       3        -        -        3        -        1        -        -        -        -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1%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Q20A Page 135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A lot/Somewhat       1336     656     679     793     180     247      37     263     419     374     231      201      370      368      388      511      183      184      284      362      973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48%     49%     48%     45%     55%     58%     38%     44%     49%     53%     48%      54%      46%      46%      51%      53%      48%      52%      41%      44%      51%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Little/Not at        1061     531     530     692     130     138      60     289     323     216     165      141      294      340      278      337      136      127      337      339      710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all                       38%     40%     37%     39%     39%     33%     62%     48%     38%     30%     35%      38%      37%      42%      36%      35%      36%      36%      48%      41%      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IJK                                                                                             PQR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Q20B Page 136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Helping people learn about local events and resources that are available in your community</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lot                     802     332     470     449     113     184       3     116     262     253     152      106      272      191      227      296      110      110      175      246      550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29%     25%     33%     26%     34%     43%      4%     19%     31%     36%     32%      28%      34%      24%      30%      31%      29%      31%      25%      30%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               G      GH      GH      GH                 N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1079     523     556     734     116     136      39     252     319     277     190      129      275      353      323      350      147      150      283      292      788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39%     39%     39%     42%     35%     32%     41%     42%     38%     39%     40%      35%      34%      44%      42%      36%      39%      43%      40%      35%      41%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519     276     243     324      60      74      36     159     156      93      72       84      136      178      120      178       68       52      165      185      333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19%     21%     17%     18%     18%     17%     37%     27%     18%     13%     15%      23%      17%      22%      16%      18%      18%      15%      23%      22%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JK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at all                217     130      87     142      34      14      18      59      63      52      19       43       58       59       48       95       28       25       49       64      146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     10%      6%      8%     10%      3%     19%     10%      7%      7%      4%      12%       7%       7%       6%      10%       7%       7%       7%       8%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F       F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Community does not         14       4       9      10       -       -       -       4       4       3       3        -        7        -        7        3        4        -        7        4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a public              *%      *%      1%      1%                              1%      1%      *%      1%                1%                1%       *%       1%                1%       1%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132      71      61      98       7      17       -      10      43      33      44       10       50       27       41       45       22       14       23       33       99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      5%      4%      6%      2%      4%              2%      5%      5%      9%       3%       6%       3%       5%       5%       6%       4%       3%       4%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Q20B Page 137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A lot/Somewhat       1881     855    1026    1183     230     319      43     367     581     530     342      235      548      544      549      646      257      260      458      538     1337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68%     64%     72%     67%     70%     75%     44%     61%     69%     75%     71%      63%      69%      67%      72%      67%      68%      74%      65%      65%      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G      GH      GH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Little/Not at         736     406     330     466      94      87      54     218     219     145      90      127      194      238      168      273       97       77      213      249      479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all                       27%     30%     23%     27%     28%     21%     56%     36%     26%     20%     19%      34%      24%      29%      22%      28%      25%      22%      30%      30%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IJK     IJK                                O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Q20C Page 138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1003     497     506     653     117     150      32     179     260     278     242      123      279      240      356      313      145      126      272      257      742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 Helping people find out about volunteer opportunities and other ways people can make contributions to your community</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lot                     659     283     375     362      80     173       3      97     256     180     111      133      199      182      139      284       88       83      101      230      423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24%     21%     26%     21%     24%     41%      3%     16%     30%     25%     23%      36%      25%      23%      18%      29%      23%      24%      14%      28%      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G      GH      GH       G      MNO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1072     534     538     732     109     136      40     245     287     283     214      112      308      312      340      317      148      157      311      266      806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39%     40%     38%     42%     33%     32%     42%     41%     34%     40%     45%      30%      38%      39%      44%      33%      39%      45%      44%      32%      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I                                   L                          P        P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525     278     247     342      49      78      37     135     155     115      80       74      148      149      149      190       52       54      166      163      356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19%     21%     17%     19%     15%     18%     38%     22%     18%     16%     17%      20%      19%      18%      20%      20%      14%      15%      24%      20%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at all                267     128     140     157      58      18      14      90      86      53      20       33       56       93       78      101       38       24       72       84      184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10%     10%     10%      9%     18%      4%     15%     15%     10%      7%      4%       9%       7%      12%      10%      10%      10%       7%      10%      10%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DF                      JK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Community does not         14       4       9      10       -       -       -       4       4       3       3        -        7        -        7        3        4        -        7        4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a public              *%      *%      1%      1%                              1%      1%      *%      1%                1%                1%       *%       1%                1%       1%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224     107     117     155      31      19       3      29      60      77      50       20       82       69       52       71       50       33       45       77      145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      8%      8%      9%      9%      5%      3%      5%      7%     11%     10%       5%      10%       9%       7%       7%      13%       9%       6%       9%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      GH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       2       -       -       2       -       -       -       -       -       2        -        -        2        -        -        -        -        -        -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Q20C Page 139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2763    1337    1426    1757     330     423      96     599     848     711     479      372      799      808      765      966      379      351      702      825     1925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A lot/Somewhat       1731     818     913    1094     189     309      43     342     543     463     324      245      506      495      480      601      236      240      412      496     1229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63%     61%     64%     62%     57%     73%     44%     57%     64%     65%     68%      66%      63%      61%      63%      62%      62%      68%      59%      60%      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G       G      GH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Little/Not at         793     406     387     499     107      96      51     225     241     168     100      108      204      242      227      291       89       78      238      247      539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all                       29%     30%     27%     28%     32%     23%     53%     37%     28%     24%     21%      29%      26%      30%      30%      30%      24%      22%      34%      30%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JK                                                                                              QR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Q20D Page 140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 Helping people when they seek health information</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lot                    1020     458     563     595     133     175      28     201     271     307     200      135      343      308      227      434      162      103      168      241      767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36%     34%     38%     33%     40%     41%     28%     34%     31%     41%     43%      38%      41%      36%      31%      44%      34%      35%      27%      33%      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       I                 O                         QS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1039     527     513     687     125     133      40     197     349     259     174      111      287      351      283      296      204      110      273      247      787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37%     39%     35%     38%     37%     31%     39%     34%     40%     35%     37%      31%      34%      41%      38%      30%      43%      37%      43%      34%      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401     206     196     271      42      73      22     137     124      86      32       75       91      127      108      132       56       36      118      109      293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15%     13%     15%     13%     17%     22%     23%     14%     11%      7%      21%      11%      15%      15%      13%      12%      12%      19%      15%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IJK       K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at all                155      72      83      74      24      39       8      35      65      38      11       21       53       34       47       46       40       27       26       62       93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5%      6%      4%      7%      9%      7%      6%      7%      5%      2%       6%       6%       4%       6%       5%       9%       9%       4%       9%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Community does not         10       6       4       9       1       -       -       -       -       5       5        -        1        3        6        4        4        -        2        -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a public              *%      *%      *%      *%      *%                                      1%      1%                *%       *%       1%       *%       1%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186      86     100     164       8       7       4      15      61      55      46       17       59       40       66       69        8       16       41       60      127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      6%      7%      9%      2%      2%      4%      3%      7%      7%     10%       5%       7%       5%       9%       7%       2%       5%       6%       8%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H       H       H                                            Q                          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9       4       5       5       3       2       -       -       6       1       3        -        4        -        4        1        -        3        3        6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1%      *%      1%                1%                1%       *%                1%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Q20D Page 141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A lot/Somewhat       2060     984    1075    1283     258     308      68     399     621     566     375      246      630      659      510      731      366      213      441      488     1554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73%     73%     73%     71%     77%     72%     67%     68%     71%     75%     80%      69%      75%      76%      69%      74%      77%      72%      70%      67%      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Little/Not at         557     278     279     345      66     112      30     171     188     123      43       96      144      162      155      178       96       62      144      171      386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all                       20%     20%     19%     19%     20%     26%     29%     29%     22%     16%      9%      27%      17%      19%      21%      18%      20%      21%      23%      24%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JK       K       K                M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Q20E Page 142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 Helping people decide what information they can trust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lot                     688     291     397     378      96     141      16     140     173     230     117      109      260      176      138      298      109       48      132      139      541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24%     21%     27%     21%     29%     33%     15%     24%     20%     31%     25%      30%      31%      20%      19%      30%      23%      16%      21%      19%      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GI                O       NO                         RS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1160     587     573     761     143     152      63     219     382     279     210      149      294      376      341      371      187      136      288      288      862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41%     43%     39%     42%     43%     36%     61%     37%     44%     37%     45%      42%      35%      44%      46%      38%      40%      46%      46%      40%      41%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HJ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504     268     236     329      54      84      16     173     158     104      53       66      122      176      135      173       93       64      105      152      353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18%     20%     16%     18%     16%     20%     16%     30%     18%     14%     11%      18%      15%      20%      18%      18%      20%      22%      17%      21%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at all                209     107     102     149      20      20       5      33      92      58      14       18       73       60       57       55       46       31       47       82      127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      8%      7%      8%      6%      5%      5%      6%     11%      8%      3%       5%       9%       7%       8%       6%      10%      10%       7%      11%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K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Community does not         16       6      10       9       7       -       -       -       4       8       5        -        7        3        6        4        7        -        2        4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a public              1%      *%      1%      *%      2%                              *%      1%      1%                1%       *%       1%       *%       2%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230      91     140     172      12      29       3      21      64      70      65       14       83       71       58       79       31       15       56       57      173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      7%     10%     10%      4%      7%      2%      4%      7%      9%     14%       4%      10%       8%       8%       8%       7%       5%       9%       8%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GH     GHI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14       9       5       8       4       3       -       -       3       1       7        3        -        1        6        2        -        -        -        3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      *%      1%      1%                      *%      *%      1%       1%                *%       1%       *%                                  *%       1%</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Q20E Page 143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A lot/Somewhat       1848     877     970    1139     239     293      78     358     555     509     328      258      554      552      479      669      296      184      420      428     1403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65%     65%     66%     63%     71%     68%     77%     61%     63%     68%     70%      72%      66%      64%      65%      68%      62%      62%      67%      59%      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Little/Not at         713     375     338     478      74     104      21     206     250     163      67       84      195      236      192      227      139       95      152      234      480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all                       25%     28%     23%     26%     22%     24%     21%     35%     29%     22%     14%      23%      23%      27%      26%      23%      29%      32%      24%      32%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K       K                                                                                        U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Q20F Page 144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1001     471     530     667     126     136      38     170     250     282     246      123      270      258      343      322      163      108      236      225      772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f. Helping people learn how to use new technologies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lot                     883     378     504     519     119     179      17     137     241     273     197      125      329      241      183      377      149       89      139      219      656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31%     28%     34%     29%     35%     42%     17%     23%     28%     36%     42%      35%      39%      28%      25%      38%      32%      30%      22%      30%      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                             GHI     GHI                NO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1093     549     544     710     131     125      41     236     376     263     164      118      257      348      363      311      194      130      278      301      782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39%     40%     37%     39%     39%     29%     40%     40%     43%     35%     35%      33%      31%      40%      49%      32%      41%      44%      44%      42%      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M      LMN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399     227     172     256      42      80      24     115     135      88      37       69      112      121       95      140       70       38      106       87      312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17%     12%     14%     12%     19%     23%     20%     15%     12%      8%      19%      13%      14%      13%      14%      15%      13%      17%      12%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K      JK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at all                216     108     109     147      24      26      18      72      72      27      20       33       60       82       41       68       36       26       56       68      149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      8%      7%      8%      7%      6%     18%     12%      8%      4%      4%       9%       7%       9%       5%       7%       8%       9%       9%       9%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Community does not         13       6       8       9       5       -       -       -       4       5       5        -        5        3        6        4        7        -        2        4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a public              *%      *%      1%      *%      1%                              *%      1%      1%                1%       *%       1%       *%       2%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(VOL.)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216      90     126     165      16      17       3      25      48      94      47       15       76       69       52       81       16       12       50       46      170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      7%      9%      9%      5%      4%      2%      4%      5%     13%     10%       4%       9%       8%       7%       8%       3%       4%       8%       6%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GHI      GH                                            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       -       1       -       -       1       -       -       -       1       -        -        -        -        1        -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Q20F Page 145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little or not at all?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2821    1358    1464    1805     336     429     102     585     875     750     471      359      838      864      740      982      474      295      630      724     2080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A lot/Somewhat       1975     927    1048    1229     250     304      58     373     616     536     361      242      586      589      546      689      344      218      416      520     1438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70%     68%     72%     68%     74%     71%     56%     64%     70%     71%     77%      67%      70%      68%      74%      70%      73%      74%      66%      72%      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Little/Not at         615     335     280     403      65     106      42     188     207     114      58      102      172      203      136      208      107       64      161      155      461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all                       22%     25%     19%     22%     19%     25%     41%     32%     24%     15%     12%      28%      20%      24%      18%      21%      23%      22%      26%      21%      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IJK      JK      JK                        O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Q20SUM Page 146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Q20SUM. I’d like to know in what ways you think the public library contributes to your community. Do you think the library contributes a lot in terms of [INSERT ITEMS; RANDOMIZE], contributes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a little or not at all?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"A LOT"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Helping people when      1020     458     563     595     133     175      28     201     271     307     200      135      343      308      227      434      162      103      168      241      767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they seek health          36%     34%     38%     33%     40%     41%     28%     34%     31%     41%     43%      38%      41%      36%      31%      44%      34%      35%      27%      33%      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information (d)                                                                                     I       I                 O                         QS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Helping people            883     378     504     519     119     179      17     137     241     273     197      125      329      241      183      377      149       89      139      219      656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learn how to use          31%     28%     34%     29%     35%     42%     17%     23%     28%     36%     42%      35%      39%      28%      25%      38%      32%      30%      22%      30%      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new technologies                            B                       D                             GHI     GHI                NO                          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Helping people            802     332     470     449     113     184       3     116     262     253     152      106      272      191      227      296      110      110      175      246      550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learn about local         29%     25%     33%     26%     34%     43%      4%     19%     31%     36%     32%      28%      34%      24%      30%      31%      29%      31%      25%      30%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events and                                  B                       D               G      GH      GH      GH                 N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resources that are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available in your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community (b)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Helping people            688     291     397     378      96     141      16     140     173     230     117      109      260      176      138      298      109       48      132      139      541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decide what               24%     21%     27%     21%     29%     33%     15%     24%     20%     31%     25%      30%      31%      20%      19%      30%      23%      16%      21%      19%      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information they                                                    D                              GI                O       NO                         RS                                            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can trust (e)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Helping people find       659     283     375     362      80     173       3      97     256     180     111      133      199      182      139      284       88       83      101      230      423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out about volunteer       24%     21%     26%     21%     24%     41%      3%     16%     30%     25%     23%      36%      25%      23%      18%      29%      23%      24%      14%      28%      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opportunities and                                                  DE               G      GH      GH       G      MNO                                   S                 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other ways people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can make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contributions to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your community (c)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Q20SUM Page 147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Q20SUM. I’d like to know in what ways you think the public library contributes to your community. Do you think the library contributes a lot in terms of [INSERT ITEMS; RANDOMIZE], contributes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a little or not at all?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"A LOT"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Helping people find       536     251     285     250      93     144      17      66     217     145      84      112      138      142      135      255       60       50       85      167      369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jobs or pursue job        19%     19%     20%     14%     28%     34%     18%     11%     26%     20%     18%      30%      17%      18%      18%      26%      16%      14%      12%      20%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training (a)                                                D       D                      HK       H              MNO                                 QRS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Q21 Page 148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Q21. These days, institutions such as government and schools often expect that people will contact them or learn about them using the internet. How easy is it for you to carry out tasks with these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institutions using the internet or email?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ALL             4809    2305    2504    3114     532     704     194    1162    1598    1228     578      511     1305     1524     1435     1467      758      622     1300     1438     3346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1718     836     882    1146     191     240      69     342     477     485     325      172      429      449      658      469      269      222      496      450     1261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Very easy                2012     917    1095    1299     224     276      73     572     721     469     158      146      508      629      720      544      290      248      681      664     1339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42%     40%     44%     42%     42%     39%     37%     49%     45%     38%     27%      29%      39%      41%      50%      37%      38%      40%      52%      46%      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K                         L        L      LMN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easy            1916     929     987    1290     205     245     104     484     583     488     238      197      520      650      537      593      319      262      474      517     1383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40%     40%     39%     41%     39%     35%     54%     42%     37%     40%     41%      39%      40%      43%      37%      40%      42%      42%      36%      36%      41%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too easy              448     239     210     267      50     108      15      64     148     132      87       75      142      130       97      170       76       64       77      151      297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     10%      8%      9%      9%     15%      8%      6%      9%     11%     15%      15%      11%       9%       7%      12%      10%      10%       6%      11%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H       H      HI        O        O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at all easy           283     156     127     151      39      55       2      25     107      86      58       83       86       66       43      111       50       33       42       79      203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7%      5%      5%      7%      8%      1%      2%      7%      7%     10%      16%       7%       4%       3%       8%       7%       5%       3%       5%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      GH      GH      MNO        O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139      61      78     101      13      14       -      17      33      51      34        6       47       47       34       44       19       17       26       20      118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      3%      3%      3%      3%      2%              1%      2%      4%      6%       1%       4%       3%       2%       3%       3%       3%       2%       1%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HI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11       4       7       5       -       6       -       -       6       2       3        4        2        3        3        6        4        -        -        6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      *%       1%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Easy                 3928    1846    2082    2589     429     521     177    1056    1304     957     396      344     1028     1279     1257     1137      609      509     1155     1181     2722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82%     80%     83%     83%     81%     74%     91%     91%     82%     78%     69%      67%      79%      84%      88%      77%      80%      82%      89%      82%      81%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IJK     IJK       K       K                         L        L       LM                                 PQR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Q21 Page 149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Q21. These days, institutions such as government and schools often expect that people will contact them or learn about them using the internet. How easy is it for you to carry out tasks with these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institutions using the internet or email?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ALL             4809    2305    2504    3114     532     704     194    1162    1598    1228     578      511     1305     1524     1435     1467      758      622     1300     1438     3346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Not easy              732     395     337     418      89     163      17      89     255     218     145      158      228      196      141      280      126       96      119      230      500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15%     17%     13%     13%     17%     23%      9%      8%     16%     18%     25%      31%      17%      13%      10%      19%      17%      15%       9%      16%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H      GH    GHIJ      MNO        O                          S        S        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Q22 Page 150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Q22. Sometimes, these institutions expect people will use mobile apps to contact them and perform other tasks, such as signing up for services or getting information. How easy is it for you to carry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out tasks with these institutions using mobile apps?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ALL             4809    2305    2504    3114     532     704     194    1162    1598    1228     578      511     1305     1524     1435     1467      758      622     1300     1438     3346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1718     836     882    1146     191     240      69     342     477     485     325      172      429      449      658      469      269      222      496      450     1261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Very easy                1390     679     712     853     178     224      68     435     517     277      86      126      413      429      422      364      218      185      463      490      900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29%     29%     28%     27%     33%     32%     35%     37%     32%     23%     15%      25%      32%      28%      29%      25%      29%      30%      36%      34%      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JK       K                                                                               P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Somewhat easy            1788     836     952    1174     193     240      82     494     627     427     150      149      485      592      551      557      297      214      474      537     1240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37%     36%     38%     38%     36%     34%     42%     43%     39%     35%     26%      29%      37%      39%      38%      38%      39%      34%      36%      37%      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JK       K       K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too easy              688     309     380     419      74     144      30     127     220     190     113      118      190      181      195      237      105      101      137      211      474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13%     15%     13%     14%     21%     16%     11%     14%     15%     20%      23%      15%      12%      14%      16%      14%      16%      11%      15%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HI      MNO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at all easy           494     244     251     328      69      50       7      60     113     192     118       86      118      162      124      178       86       65      106      116      371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10%     11%     10%     11%     13%      7%      4%      5%      7%     16%     20%      17%       9%      11%       9%      12%      11%      10%       8%       8%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GHI     GHI       MO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use mobile          310     177     133     245      15      23       3      28      80      97      86       16       78      112       93       90       39       46       79       49      257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apps (VOL.)                6%      8%      5%      8%      3%      3%      1%      2%      5%      8%     15%       3%       6%       7%       6%       6%       5%       7%       6%       3%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GH      GH    GHIJ                          L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124      58      66      87       2      21       4      15      40      39      21       17       22       42       42       43       12       10       34       31       93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      2%      3%      3%      *%      3%      2%      1%      3%      3%      4%       3%       2%       3%       3%       3%       2%       2%       3%       2%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13       4      10       8       -       2       -       4       -       6       4        -        -        5        8        -        2        -        5        3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1%                         *%       1%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Q22 Page 151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Q22. Sometimes, these institutions expect people will use mobile apps to contact them and perform other tasks, such as signing up for services or getting information. How easy is it for you to carry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out tasks with these institutions using mobile apps?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ALL             4809    2305    2504    3114     532     704     194    1162    1598    1228     578      511     1305     1524     1435     1467      758      622     1300     1438     3346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INTERNET USERS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CONNECTORS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Easy                 3179    1514    1664    2027     371     463     150     929    1144     704     235      274      898     1022      973      920      514      400      937     1027     2140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66%     66%     66%     65%     70%     66%     77%     80%     72%     57%     41%      54%      69%      67%      68%      63%      68%      64%      72%      71%      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IJK      JK       K                         L        L        L                                   P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Not easy             1183     552     631     747     144     194      37     186     333     382     231      204      307      344      318      415      191      166      244      328      845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25%     24%     25%     24%     27%     28%     19%     16%     21%     31%     40%      40%      24%      23%      22%      28%      25%      27%      19%      23%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GHI    GHIJ      MNO                                   S                 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Q23 Page 152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Q23. Have you ever used the public library for help on how to use the internet or mobile apps to carry out tasks involving government, schools, banks, or other businesses?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774     360     414     348     147     178      25     180     296     194      76      128      254      234      146      393      108       70      125      257      511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13%     14%     10%     22%     21%     12%     15%     17%     13%      8%      17%      16%      14%      10%      20%      13%      11%       9%      17%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K       K       K                O        O        O               QRS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4786    2319    2468    3202     516     672     173     997    1423    1263     865      598     1380     1428     1351     1547      737      574     1206     1284     3477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86%     86%     85%     90%     77%     79%     87%     84%     83%     86%     91%      82%      84%      85%      90%      79%      86%      89%      91%      83%      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HIJ                                 LMN                 P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18       9       9       7       1       2       1       7       3       -       6        5        -        5        8        9        8        -        -        3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1%      1%      *%              1%       1%                *%       1%       *%       1%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7       7       -       5       2       -       -       -       -       5       2        -        2        5        -        -        -        2        -        5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Q24A Page 153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Q24. Have you ever used the library or its website to find material or videos that would help you learn how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2316    1101    1215    1542     260     307      92     505     734     566     395      237      614      754      702      711      345      323      655      697     1618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EVER USED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WEBSITE/APP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849     409     440     575      95     109      31     151     227     229     200       80      211      224      331      232      131      114      255      221      627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 Use different kinds of technology applications such as how to use Linked-In, Facebook or Twitter</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215     101     114      81      66      33      11      36      86      52      29       39       72       55       49       94       35       28       31       46      169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      9%      9%      5%     26%     11%     12%      7%     12%      9%      7%      16%      12%       7%       7%      13%      10%       9%       5%       7%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DF                                                       NO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2101    1000    1100    1460     193     273      81     469     648     513     365      198      542      700      653      617      310      295      624      651     1448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91%     91%     91%     95%     74%     89%     88%     93%     88%     91%     93%      84%      88%      93%      93%      87%      90%      91%      95%      93%      90%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E                                                                  L        L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       -       1       1       -       -       -       -       -       1       -        -        -        -        1        -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Q24B Page 154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Q24. Have you ever used the library or its website to find material or videos that would help you learn how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2316    1101    1215    1542     260     307      92     505     734     566     395      237      614      754      702      711      345      323      655      697     1618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EVER USED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WEBSITE/APP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849     409     440     575      95     109      31     151     227     229     200       80      211      224      331      232      131      114      255      221      627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Use apps on smartphones or tablet computers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222     115     107      83      61      57      10      61      87      29      36       43       61       66       48      101       46       14       35       74      149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10%     10%      9%      5%     23%     19%     10%     12%     12%      5%      9%      18%      10%       9%       7%      14%      13%       4%       5%      11%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J       J                        O                                  RS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2093     986    1107    1459     199     250      83     444     647     536     359      194      553      689      653      609      299      309      620      624     1468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90%     90%     91%     95%     77%     81%     90%     88%     88%     95%     91%      82%      90%      91%      93%      86%      87%      96%      95%      89%      91%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HI                                           L                         PQ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       -       1       1       -       -       -       -       -       1       -        -        -        -        1        -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Q24C Page 155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Q24. Have you ever used the library or its website to find material or videos that would help you learn how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A WHO      2316    1101    1215    1542     260     307      92     505     734     566     395      237      614      754      702      711      345      323      655      697     1618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EVER USED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WEBSITE/APP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849     409     440     575      95     109      31     151     227     229     200       80      211      224      331      232      131      114      255      221      627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 Download and use e-books or other digital material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332     139     193     162      71      62       8      68     127      78      49       49       89       87      103      125       65       34       62      104      228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13%     16%     10%     27%     20%      9%     13%     17%     14%     12%      21%      14%      12%      15%      18%      19%      11%      10%      15%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1975     963    1012    1377     184     242      85     437     607     485     338      187      521      665      597      581      274      289      593      591     1382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85%     87%     83%     89%     71%     79%     91%     87%     83%     86%     86%      79%      85%      88%      85%      82%      80%      89%      90%      85%      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Q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10       -      10       3       5       3       -       -       -       3       8        -        5        3        3        5        6        -        -        3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2%      1%                              *%      2%                1%       *%       *%       1%       2%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Q24D Page 156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Q24. Have you ever used the library or its website to find material or videos that would help you learn how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2344    1072    1272    1551     272     317      87     489     742     621     373      222      661      777      679      753      405      266      561      615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EVER USED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WEBSITE/APP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827     367     460     573      98      97      31     140     212     234     197       73      210      230      312      244      138       98      211      189      636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 Create software or write computer code for websites, games, or apps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______________________________________________________________________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147      72      76      69      10      54      19      37      60      21      11       50       36       42       19       70       27       13       16       39      108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7%      6%      4%      4%     17%     21%      8%      8%      3%      3%      22%       5%       5%       3%       9%       7%       5%       3%       6%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JK              JK                      MNO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2189     999    1191    1475     262     263      68     452     682     600     359      171      620      734      660      677      378      253      545      576     1604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93%     93%     94%     95%     96%     83%     79%     92%     92%     97%     96%      77%      94%      95%      97%      90%      93%      95%      97%      94%      93%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GI       G                 L        L        L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       -       6       6       -       -       -       -       -       -       2        2        4        -        -        6        -        -        -        -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       1       -       1       -       -       -       -       -       -       1        -        1        -        -        -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Q24E Page 157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Q24. Have you ever used the library or its website to find material or videos that would help you learn how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2344    1072    1272    1551     272     317      87     489     742     621     373      222      661      777      679      753      405      266      561      615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EVER USED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WEBSITE/APP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827     367     460     573      98      97      31     140     212     234     197       73      210      230      312      244      138       98      211      189      636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 Create digital audio or music</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________________________________</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194      99      95      83      36      57       6      53      76      40      18       41       72       48       33       95       36       15       19       50      144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      9%      8%      5%     13%     18%      6%     11%     10%      7%      5%      18%      11%       6%       5%      13%       9%       6%       3%       8%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NO        O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2146     973    1173    1465     236     260      81     437     666     581     351      181      589      726      646      658      369      251      543      565     1572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92%     91%     92%     94%     87%     82%     94%     89%     90%     93%     94%      82%      89%      93%      95%      87%      91%      94%      97%      92%      91%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L       LM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3       -       3       3       -       -       -       -       -       -       3        -        -        3        -        -        -        -        -        -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1%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Q24F Page 158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Q24. Have you ever used the library or its website to find material or videos that would help you learn how to [INSERT ITEMS; RANDOMIZE]?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B WHO      2344    1072    1272    1551     272     317      87     489     742     621     373      222      661      777      679      753      405      266      561      615     1719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HAVE EVER USED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PUBLIC LIBRARY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WEBSITE/APP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827     367     460     573      98      97      31     140     212     234     197       73      210      230      312      244      138       98      211      189      636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 Create videos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_________________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150      74      76      71      16      49       5      57      55      21      12       21       56       51       21       81       34       11       12       38      112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7%      6%      5%      6%     15%      6%     12%      7%      3%      3%      10%       9%       7%       3%      11%       8%       4%       2%       6%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JK                                         O                         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2188     996    1192    1474     256     268      82     432     687     600     359      201      600      726      658      667      371      255      549      577     1602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93%     93%     94%     95%     94%     85%     94%     88%     93%     97%     96%      90%      91%      93%      97%      89%      92%      96%      98%      94%      93%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H       H                                   M                          P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4       -       4       4       -       -       -       -       -       -       -        -        4        -        -        4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       1       -       1       -       -       -       -       -       -       1        -        1        -        -        -        -        -        -        -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Q24SUM Page 159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Q24SUM. Have you ever used the library or its website to find material or videos that would help you learn how to [INSERT ITEMS; RANDOMIZE]?</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SUMMARY OF "YES" RESPONSES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FORM SPLIT      4660    2173    2487    3093     531     623     179     994    1476    1187     767      459     1275     1531     1382     1464      750      589     1217     1313     3337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WHO HAVE EVER USED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 PUBLIC LIBRARY OR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LIBRARY WEBSITE/APP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1676     776     900    1148     193     206      62     291     439     463     397      153      421      454      643      476      269      212      466      410     1263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Download and use e-       332     139     193     162      71      62       8      68     127      78      49       49       89       87      103      125       65       34       62      104      228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books or other            14%     13%     16%     10%     27%     20%      9%     13%     17%     14%     12%      21%      14%      12%      15%      18%      19%      11%      10%      15%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digital material                                            D       D                                                                                    S        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apps on               222     115     107      83      61      57      10      61      87      29      36       43       61       66       48      101       46       14       35       74      149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smartphones or            10%     10%      9%      5%     23%     19%     10%     12%     12%      5%      9%      18%      10%       9%       7%      14%      13%       4%       5%      11%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tablet computers                                            D       D               J       J                        O                                  RS       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Use different kinds       215     101     114      81      66      33      11      36      86      52      29       39       72       55       49       94       35       28       31       46      169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of technology              9%      9%      9%      5%     26%     11%     12%      7%     12%      9%      7%      16%      12%       7%       7%      13%      10%       9%       5%       7%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applications such                                          DF                                                       NO                                   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as how to use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Linked-In, Facebook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Twitter (a)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digital            194      99      95      83      36      57       6      53      76      40      18       41       72       48       33       95       36       15       19       50      144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audio or music (e)         8%      9%      8%      5%     13%     18%      6%     11%     10%      7%      5%      18%      11%       6%       5%      13%       9%       6%       3%       8%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NO        O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videos  (f)        150      74      76      71      16      49       5      57      55      21      12       21       56       51       21       81       34       11       12       38      112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7%      6%      5%      6%     15%      6%     12%      7%      3%      3%      10%       9%       7%       3%      11%       8%       4%       2%       6%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JK                                         O                         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Create software or        147      72      76      69      10      54      19      37      60      21      11       50       36       42       19       70       27       13       16       39      108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write computer code        6%      7%      6%      4%      4%     17%     21%      8%      8%      3%      3%      22%       5%       5%       3%       9%       7%       5%       3%       6%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for websites,                                                      DE      JK              JK                      MNO                                   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games, or apps (d)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SEX Page 160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SEX. Respondent's sex [DO NOT ASK]</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Male                     2695    2695       -    1809     242     403     103     589     887     670     412      390      805      770      706      887      360      336      725      687     2002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48%    100%             51%     36%     47%     52%     50%     51%     46%     43%      53%      49%      46%      47%      46%      42%      52%      54%      44%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E                       K                                                                              Q       PQ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Female                   2890       -    2890    1753     424     449      95     596     836     791     538      342      832      902      800     1062      493      310      607      863     2003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52%            100%     49%     64%     53%     48%     50%     49%     54%     57%      47%      51%      54%      53%      54%      58%      48%      46%      56%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DF                                               I                                            S       RS                          U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AGE-5WAY Page 161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AGE. What is your age?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16-17                     198     103      95      96      19      45     198       -       -       -       -      181        6        8        4       83       18       26       33        4      195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4%      3%      3%      3%      5%    100%                                      25%       *%       *%       *%       4%       2%       4%       2%       *%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MNO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18-29                    1185     589     596     632     150     248       -    1185       -       -       -       96      392      466      223      496      197      114      214      271      914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21%     22%     21%     18%     23%     29%            100%                              13%      24%      28%      15%      25%      23%      18%      16%      17%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LO       LO                RS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30-49                    1723     887     836    1023     197     358       -       -    1723       -       -      195      408      516      588      524      253      229      553     1023      689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31%     33%     29%     29%     30%     42%                    100%                      27%      25%      31%      39%      27%      30%      35%      42%      66%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M      LMN                          P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50-64                    1461     670     791    1028     171     154       -       -       -    1461       -      143      497      438      381      518      227      177      378      229     1215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26%     25%     27%     29%     26%     18%                            100%              20%      30%      26%      25%      27%      27%      27%      28%      15%      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L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65+                       950     412     538     738     121      40       -       -       -       -     950      115      315      225      290      316      156      101      147       16      934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17%     15%     19%     21%     18%      5%                                    100%      16%      19%      13%      19%      16%      18%      16%      11%       1%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N                 N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8       1       7       6       2       -       -       -       -       -       -        -        5        2        1        5        -        -        -        -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59      32      27      40       6       7       -       -       -       -       -        -       14       18       19        6        2        -        7        7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1%      1%                                                        1%       1%       1%       *%       *%                1%       *%       1%</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AGE-7WAY Page 162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AGE. What is your age?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16-17                     198     103      95      96      19      45     198       -       -       -       -      181        6        8        4       83       18       26       33        4      195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4%      3%      3%      3%      5%    100%                                      25%       *%       *%       *%       4%       2%       4%       2%       *%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MNO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18-24                     702     358     344     389      84     168       -     702       -       -       -       73      266      291       72      315       98       55      108      105      597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13%     13%     12%     11%     13%     20%             59%                              10%      16%      17%       5%      16%      11%       8%       8%       7%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O       LO       LO               QRS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25-34                     908     455     453     512     123     144       -     483     425       -       -       55      224      313      301      318      158      106      263      426      476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17%     16%     14%     18%     17%             41%     25%                       8%      14%      19%      20%      16%      19%      16%      20%      27%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                                         L       LM       LM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35-44                     907     445     462     509      97     205       -       -     907       -       -      112      180      253      353      267      122      118      303      610      297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16%     16%     14%     15%     24%                     53%                      15%      11%      15%      23%      14%      14%      18%      23%      39%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M      LMN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45-54                     973     478     496     643     120     151       -       -     391     582       -      116      310      298      249      331      166      121      253      294      663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17%     18%     17%     18%     18%     18%                     23%     40%              16%      19%      18%      17%      17%      19%      19%      19%      19%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55-64                     879     412     468     629      93      91       -       -       -     879       -       79      318      264      216      307      132      120      219       88      784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16%     15%     16%     18%     14%     11%                             60%              11%      19%      16%      14%      16%      15%      19%      16%       6%      20%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LO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65+                       950     412     538     738     121      40       -       -       -       -     950      115      315      225      290      316      156      101      147       16      934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17%     15%     19%     21%     18%      5%                                    100%      16%      19%      13%      19%      16%      18%      16%      11%       1%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N                 N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8       1       7       6       2       -       -       -       -       -       -        -        5        2        1        5        -        -        -        -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AGE-7WAY Page 163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AGE. What is your age?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59      32      27      40       6       7       -       -       -       -       -        -       14       18       19        6        2        -        7        7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1%      1%                                                        1%       1%       1%       *%       *%                1%       *%       1%</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GENAGE Page 164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GENERATIONAL AGE BREAKS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Minors (b. 1998-          198     103      95      96      19      45     198       -       -       -       -      181        6        8        4       83       18       26       33        4      195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1999)                      4%      4%      3%      3%      3%      5%    100%                                      25%       *%       *%       *%       4%       2%       4%       2%       *%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MNO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Millennials (b.          1610     813     797     901     207     312       -    1185     425       -       -      128      490      605      374      633      256      161      371      531     1073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1981-1997)                29%     30%     28%     25%     31%     37%            100%     25%                      17%      30%      36%      25%      32%      30%      25%      28%      34%      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I                                         L      LMO        L        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Gen X (b. 1965-          1447     746     702     853     154     316       -       -    1298     150       -      188      352      426      471      446      212      191      440      800      637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1980)                     26%     28%     24%     24%     23%     37%                     75%     10%              26%      22%      25%      31%      23%      25%      30%      33%      52%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J                                                  MN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Younger Boomers (b.      1042     462     580     725     125     108       -       -       -    1042       -      108      354      308      270      351      174      131      274      187      846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1955-1964)                19%     17%     20%     20%     19%     13%                             71%              15%      22%      18%      18%      18%      20%      20%      21%      12%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L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Older Boomers (b.         578     264     314     437      74      38       -       -       -     270     309       46      194      165      169      195       81       84      116       11      564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1946-1954)                10%     10%     11%     12%     11%      5%                             18%     32%       6%      12%      10%      11%      10%      10%      13%       9%       1%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J                 L                 L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Silent generation         392     170     222     303      45      15       -       -       -       -     392       40      144       92      115      139       70       31       70       10      382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 1937-1945)             7%      6%      8%      9%      7%      2%                                     41%       5%       9%       6%       8%       7%       8%       5%       5%       1%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G.I. generation (b.       249     104     145     202      34      11       -       -       -       -     249       40       77       49       82       90       40       23       20        -      249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1936 or earlier)           4%      4%      5%      6%      5%      1%                                     26%       5%       5%       3%       5%       5%       5%       4%       2%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8       1       7       6       2       -       -       -       -       -       -        -        5        2        1        5        -        -        -        -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GENAGE Page 165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GENERATIONAL AGE BREAKS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59      32      27      40       6       7       -       -       -       -       -        -       14       18       19        6        2        -        7        7       50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1%      1%                                                        1%       1%       1%       *%       *%                1%       *%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Boomers              1620     726     894    1162     199     146       -       -       -    1312     309      155      548      473      439      546      255      215      390      198     1410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29%     27%     31%     33%     30%     17%                             90%     32%      21%      34%      28%      29%      28%      30%      33%      29%      13%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K                         L        L        L                                                     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MARITAL Page 166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MARITAL. Are you currently married, living with a partner, divorced, separated, widowed, or have you never been married?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Married                  2491    1204    1286    1781     191     327       1     196     975     790     484      190      694      682      915      458      362      359      924     1069     1410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45%     45%     45%     50%     29%     38%      1%     17%     57%     54%     51%      26%      42%      41%      61%      24%      42%      56%      69%      69%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E               G      GH      GH      GH                 L        L      LMN                 P       PQ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Living with a             357     173     184     207      47      74       -     118     137      83      19       52       95      123       87      155       91       32       60      128      226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partner                    6%      6%      6%      6%      7%      9%             10%      8%      6%      2%       7%       6%       7%       6%       8%      11%       5%       4%       8%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K       K                                                    S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Divorced                  531     242     289     368      75      51       -      41     129     246     115       70      149      191      111      286       97       40       70      113      418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10%      9%     10%     10%     11%      6%              3%      7%     17%     12%      10%       9%      11%       7%      15%      11%       6%       5%       7%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H     HIK      HI                          O                RS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Separated                 208     100     107      84      19      82       -      22     144      38       4       61       60       55       32      138       36        8       12       80      128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4%      4%      2%      3%     10%              2%      8%      3%      *%       8%       4%       3%       2%       7%       4%       1%       1%       5%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HJK       K              MNO                                  RS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Widowed                   395      90     305     292      64      33       -       -      23     109     257       57      152      105       82      192       69       24       29       18      378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      3%     11%      8%     10%      4%                      1%      7%     27%       8%       9%       6%       5%      10%       8%       4%       2%       1%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F       F                                       I      IJ                 O                         RS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Never been married       1579     871     708     817     271     283     195     804     316     194      56      300      482      513      275      711      198      180      237      141     1424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28%     32%     24%     23%     41%     33%     98%     68%     18%     13%      6%      41%      29%      31%      18%      37%      23%      28%      18%       9%      36%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D       D    HIJK     IJK      JK       K              MNO        O        O               QRS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5       4       1       5       -       -       -       -       -       1       4        -        -        4        -        1        -        3        -        -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19      10      10       8       -       3       3       4       -       -      10        3        4        -        4        7        -        -        -        -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1%      *%                      1%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MARITAL Page 167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MARITAL. Are you currently married, living with a partner, divorced, separated, widowed, or have you never been married?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Married/LWP          2848    1377    1470    1988     238     401       1     314    1112     873     503      242      789      805     1002      613      453      391      984     1197     1635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51%     51%     51%     56%     36%     47%      1%     27%     65%     60%     53%      33%      48%      48%      67%      31%      53%      60%      74%      77%      41%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E               G     GHK     GHK      GH                 L        L      LMN                 P        P      PQR        U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HH1 Page 168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HH1. How many adults age 18 and over currently live in your household [IF AGE 18+: INCLUDING YOURSELF]?</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 adult                  1179     571     608     748     204     130      16     168     277     367     339      180      369      362      254      661      150      105      114      180      989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21%     21%     21%     21%     31%     15%      8%     14%     16%     25%     36%      25%      23%      22%      17%      34%      18%      16%       9%      12%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DF                                     GHI    GHIJ        O        O                        QRS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2 adults                 2808    1324    1485    1896     303     370     121     466     996     703     486      307      773      829      887      779      475      337      807      971     1837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50%     49%     51%     53%     45%     43%     61%     39%     58%     48%     51%      42%      47%      50%      59%      40%      56%      52%      61%      63%      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H              HJ       H       H                                 LMN                 P        P       PR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3 or more adults         1562     779     783     903     152     347      61     541     442     386     122      240      482      473      360      495      226      204      411      389     1154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28%     29%     27%     25%     23%     41%     31%     46%     26%     26%     13%      33%      29%      28%      24%      25%      26%      32%      31%      25%      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K    GIJK       K       K                O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6       -       6       6       -       -       -       -       -       6       -        -        6        -        -        6        -        -        -        -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29      21       9       9       8       5       -      10       8       -       3        3        7        9        5        8        2        -        -        8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      *%      1%      1%              1%      *%              *%       *%       *%       1%       *%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PAR Page 169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PAR. Are you the parent or guardian of any children under age 18 now living in your household?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1549     687     863     934     186     319       4     271    1023     229      16      189      384      459      506      445      258      178      506     1549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28%     25%     30%     26%     28%     37%      2%     23%     59%     16%      2%      26%      23%      27%      34%      23%      30%      28%      38%     100%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DE             GJK    GHJK      GK                                         LMN                 P               PQR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4005    2002    2003    2628     466     522     195     914     689    1215     934      529     1247     1204     1000     1485      592      461      826        -     4005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72%     74%     69%     74%     70%     61%     98%     77%     40%     83%     98%      72%      76%      72%      66%      76%      69%      71%      62%              100%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F       F             HIJ       I              HI     HIJ                 O        O                QS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29       6      23       -      14      11       -       -      12      17       -       13        6        9        -       19        3        7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      1%              2%      1%                      1%      1%               2%       *%       1%                1%       *%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       -       2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KIDAGE1 Page 170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KIDAGE1. How many of these children are age 5 or younger?</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PARENTS OF      1549     687     863     934     186     319       4     271    1023     229      16      189      384      459      506      445      258      178      506     1549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CHILDREN UNDER AGE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18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482     223     259     290      58     100       1      75     310      87       6       54      115      115      196      127       83       53      168      482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children age 5         782     347     434     486     105     138       -      50     506     209      14      103      180      206      292      208      128       93      257      782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younger                50%     51%     50%     52%     56%     43%             19%     49%     91%     87%      54%      47%      45%      58%      47%      50%      52%      51%      50%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HI      HI                                   N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 child age 5 or          505     195     310     307      64     113       4     139     343      12       2       62      124      186      127      161       91       57      164      505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younger                   33%     28%     36%     33%     34%     35%    100%     51%     34%      5%     13%      33%      32%      40%      25%      36%      35%      32%      32%      33%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HIJK     IJK       J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2 children age 5 or       176     106      70     101       9      40       -      60     108       8       -       19       47       46       64       47       32       26       55      176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younger                   11%     15%      8%     11%      5%     13%             22%     11%      3%              10%      12%      10%      13%      11%      12%      14%      11%      11%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IJ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3 or more children         82      34      48      37       8      29       -      21      61       -       -        6       28       21       22       29        7        3       26       82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age 5 or younger           5%      5%      6%      4%      4%      9%              8%      6%                       3%       7%       5%       4%       6%       3%       2%       5%       5%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4       -       4       -       -       -       -       4       -       -        -        4        -        -        -        -        -        4        4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1%                                                    1%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KIDAGE2 Page 171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KIDAGE2. How many of these children are between ages 6 and 11?</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PARENTS OF      1549     687     863     934     186     319       4     271    1023     229      16      189      384      459      506      445      258      178      506     1549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CHILDREN UNDER AGE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18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482     223     259     290      58     100       1      75     310      87       6       54      115      115      196      127       83       53      168      482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children age 6-        794     352     442     492      83     162       4     168     448     168       4       88      172      288      235      222      150      106      232      794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11                        51%     51%     51%     53%     45%     51%    100%     62%     44%     73%     23%      46%      45%      63%      46%      50%      58%      60%      46%      51%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HIJK       I              IK                                 MO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 child age 6-11          418     190     228     232      56     106       -      58     309      42       4       54      112      111      140      118       53       44      157      418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27%     28%     26%     25%     30%     33%             21%     30%     18%     24%      29%      29%      24%      28%      27%      20%      25%      31%      27%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2 children age 6-11       258     114     144     153      35      44       -      32     199      19       8       42       72       40      105       77       47       26       89      258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17%     17%     17%     16%     19%     14%             12%     19%      8%     53%      22%      19%       9%      21%      17%      18%      14%      18%      17%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J        N        N                 N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3 or more children         74      24      50      52      11       6       -      11      63       -       -        3       24       20       26       24        8        3       24       74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age 6-11                   5%      3%      6%      6%      6%      2%              4%      6%                       2%       6%       4%       5%       5%       3%       2%       5%       5%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7       7       -       4       -       2       -       2       4       -       -        2        4        -        -        2        -        -        4        7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1%              1%      *%                       1%       1%                         1%                         1%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KIDAGE3 Page 172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KIDAGE3. How many of these children are between ages 12 and 17?</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PARENTS OF      1549     687     863     934     186     319       4     271    1023     229      16      189      384      459      506      445      258      178      506     1549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CHILDREN UNDER AGE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18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482     223     259     290      58     100       1      75     310      87       6       54      115      115      196      127       83       53      168      482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children age 12-       812     372     440     502      99     151       4     240     517      37      12       88      189      266      263      241      133       80      290      812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17                        52%     54%     51%     54%     53%     47%    100%     88%     51%     16%     77%      47%      49%      58%      52%      54%      52%      45%      57%      52%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      IJ       J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 child age 12-17         485     188     297     284      52     108       -      21     318     139       2       73      128      129      156      144       76       66      135      485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31%     27%     34%     30%     28%     34%              8%     31%     61%     15%      38%      33%      28%      31%      32%      29%      37%      27%      31%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HIK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2 children age 12-        187      98      89     116      28      42       -       3     135      48       1       23       55       35       75       37       35       29       58      187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17                        12%     14%     10%     12%     15%     13%              1%     13%     21%      8%      12%      14%       8%      15%       8%      13%      16%      12%      12%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       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3 or more children         58      21      36      28       8      17       -       5      48       4       -        3        8       30       11       20       14        3       18       58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age 12-17                  4%      3%      4%      3%      4%      5%              2%      5%      2%               2%       2%       6%       2%       5%       6%       2%       4%       4%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7       7       -       4       -       2       -       2       4       -       -        2        4        -        -        2        -        -        4        7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1%              1%      *%                       1%       1%                         1%                         1%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EDUC2 Page 173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EDUC2. What is the highest level of school you have completed or the highest degree you have received? [DO NOT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than high            196     107      89      51      23     117       8      15      77      56      39      196        -        -        -      130       18        2        6       61      127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school (Grades 1-8         4%      4%      3%      1%      3%     14%      4%      1%      4%      4%      4%      27%                                  7%       2%       *%       *%       4%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no formal                                                       DE                       H       H       H                                          QRS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schooling)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High school               536     283     253     226     100     164     173      81     118      87      76      536        -        -        -      329       44       41       37      129      401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incomplete (Grades        10%     11%      9%      6%     15%     19%     87%      7%      7%      6%      8%      73%                                 17%       5%       6%       3%       8%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9-11 or Grade 12                                            D       D    HIJK                                                                          QRS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with NO diploma)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High school              1637     805     832    1074     239     248       6     392     408     497     315        -     1637        -        -      746      262      194      221      384     1247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graduate (Grade 12        29%     30%     29%     30%     36%     29%      3%     33%     24%     34%     33%              100%                        38%      31%      30%      17%      25%      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with diploma or GED                                                                GI       G      GI      GI                                          QRS        S        S                          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certificate)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 college, no          992     438     553     652     132     142       8     296     311     217     149        -        -      992        -      341      203      109      197      244      739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degree (includes          18%     16%     19%     18%     20%     17%      4%     25%     18%     15%     16%                        59%               18%      24%      17%      15%      16%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some community                                                                   GIJK       G       G       G                                                   PRS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college)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Two year associate        680     331     349     462      69      77       -     170     205     220      76        -        -      680        -      204      128       88      178      216      465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degree from a             12%     12%     12%     13%     10%      9%             14%     12%     15%      8%                        41%               10%      15%      14%      13%      14%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college or                                          F                               K       K       K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university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Four year college         879     411     468     612      65      70       4     145     374     201     149        -        -        -      879      143      119      118      388      312      567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or university             16%     15%     16%     17%     10%      8%      2%     12%     22%     14%     16%                                 58%       7%      14%      18%      29%      20%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degree/Bachelor's                                  EF                               G    GHJK       G       G                                                     P        P      PQR        U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degree (e.g., BS,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BA, AB)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EDUC2 Page 174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EDUC2. What is the highest level of school you have completed or the highest degree you have received? [DO NOT READ]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Some postgraduate          56      32      24      43       6       4       -       5      28      12      11        -        -        -       56        7       12        7       21       18       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or professional            1%      1%      1%      1%      1%      *%              *%      2%      1%      1%                                  4%       *%       1%       1%       2%       1%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schooling, no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postgraduate degree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Postgraduate or           571     264     307     430      29      27       -      72     186     168     129        -        -        -      571       39       65       87      277      176      395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professional              10%     10%     11%     12%      4%      3%              6%     11%     12%     14%                                 38%       2%       8%      13%      21%      11%      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degree, including                                  EF                                       H       H       H                                                     P        P      PQR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master's,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doctorate, medical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or law degree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(e.g., MA, MS, PhD,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MD, JD)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17       9       8       7       -       4       -       5      10       -       2        -        -        -        -        5        -        -        6        6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1%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23      15       7       5       4       -       -       4       5       2       3        -        -        -        -        5        2        -        -        5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1%                      *%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EDUC2CAT Page 175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EDUC2CAT. What is the highest level of school you have completed or the highest degree you have received? [DO NOT READ]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Collapsed education categories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H.S. graduate        2368    1195    1174    1351     362     528     187     488     604     641     430      731     1637        -        -     1204      323      237      264      574     1775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or less                   42%     44%     41%     38%     54%     62%     94%     41%     35%     44%     45%     100%     100%                        62%      38%      37%      20%      37%      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HIJK                       I       I                                          QRS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Less than H.S.        731     390     342     277     123     281     181      96     195     143     115      731        -        -        -      458       62       43       43      189      529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13%     14%     12%      8%     18%     33%     91%      8%     11%     10%     12%     100%                                 24%       7%       7%       3%      12%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DE    HIJK                                                                          QRS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H.S. graduate        1637     805     832    1074     239     248       6     392     408     497     315        -     1637        -        -      746      262      194      221      384     1247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29%     30%     29%     30%     36%     29%      3%     33%     24%     34%     33%              100%                        38%      31%      30%      17%      25%      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GI       G      GI      GI                                          QRS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Some college or      3177    1476    1702    2199     300     319      12     689    1104     819     514        -        -     1672     1505      734      528      409     1062      965     2203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more                      57%     55%     59%     62%     45%     37%      6%     58%     64%     56%     54%                       100%     100%      38%      62%      63%      80%      62%      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G     GJK       G       G                                                     P        P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college         1672     770     902    1114     201     219       8     466     516     438     225        -        -     1672        -      545      332      196      375      459     1204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30%     29%     31%     31%     30%     26%      4%     39%     30%     30%     24%                       100%               28%      39%      30%      28%      30%      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GIJK      GK      GK       G                                                   PRS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College              1505     706     800    1085     100     100       4     223     588     381     290        -        -        -     1505      189      196      212      687      506     1000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graduate              27%     26%     28%     30%     15%     12%      2%     19%     34%     26%     31%                                100%      10%      23%      33%      52%      33%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G     GHJ      GH      GH                                                     P       PQ      PQR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17       9       8       7       -       4       -       5      10       -       2        -        -        -        -        5        -        -        6        6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1%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23      15       7       5       4       -       -       4       5       2       3        -        -        -        -        5        2        -        -        5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1%                      *%      *%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EMPLNW Page 176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EMPLNW. Are you now employed full-time, part-time, retired, or are you not employed for pay?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Employed full-time       2363    1349    1014    1510     236     346       -     525    1070     679      70      146      589      750      861      566      404      356      799      933     1416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42%     50%     35%     42%     35%     41%             44%     62%     46%      7%      20%      36%      45%      57%      29%      47%      55%      60%      60%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K     HJK       K                         L       LM      LMN                 P        P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Employed part-time        660     282     378     390      62     172      64     294     159      97      40      117      184      241      113      269      102       87      108      168      492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10%     13%     11%      9%     20%     32%     25%      9%      7%      4%      16%      11%      14%       7%      14%      12%      13%       8%      11%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IJK     IJK       K                        O        O        O                 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Retired                  1109     507     602     853     134      54       3       7      20     297     755       92      415      292      307      395      171      119      193       41     1068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20%     19%     21%     24%     20%      6%      1%      1%      1%     20%     79%      13%      25%      17%      20%      20%      20%      18%      14%       3%      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GHI    GHIJ                LN                 L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employed for         1028     362     666     522     173     233     114     323     339     191      59      298      310      257      162      521      126       49      162      284      729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pay                       18%     13%     23%     15%     26%     27%     58%     27%     20%     13%      6%      41%      19%      15%      11%      27%      15%       8%      12%      18%      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       D    HIJK     IJK      JK       K              MNO        O        O               QRS        R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Have own business/        127      60      67     100      11       8       -       9      63      52       4        4       40       42       42       23       11       26       54       51       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self-employed              2%      2%      2%      3%      2%      1%              1%      4%      4%      *%       *%       2%       2%       3%       1%       1%       4%       4%       3%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(VOL.)                                              F                                      HK      HK                         L        L        L                          P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Disabled (VOL.)           228     100     128     149      37      31       -       3      66     144      15       57       79       72       14      147       35        9        3       59      169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4%      4%      4%      6%      4%              *%      4%     10%      2%       8%       5%       4%       1%       8%       4%       1%       *%       4%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HK     HIK                O        O        O               QRS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Student (VOL.)             38      22      16      17       6       8      14      24       -       -       -       12       13        9        4       13        2        -        7        8       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      1%      1%      7%      2%                               2%       1%       1%       *%       1%       *%                *%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 (VOL.)               15       1      13      11       4       -       -       -       5       -       7        3        -        9        3        6        1        -        5        5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              1%       *%                1%       *%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EMPLNW Page 177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EMPLNW. Are you now employed full-time, part-time, retired, or are you not employed for pay?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16      11       6      11       4       -       4       -       -       1       -        4        7        -        -        9        -        -        -        -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1%              2%                      *%               1%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Employed FT or       3023    1631    1392    1900     298     518      64     819    1230     776     110      263      773      991      974      834      506      443      907     1101     1909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PT                        54%     61%     48%     53%     45%     61%     32%     69%     71%     53%     12%      36%      47%      59%      65%      43%      59%      69%      68%      71%      48%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E              DE       K     GJK     GJK      GK                         L       LM       LM                 P       PQ       PQ        U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STUD Page 178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STUD. Are you also a full- or part-time student?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Student              1003     475     527     494     146     207     193     589     155      44      15      223      209      394      173      369      158      110      204      151      846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18%     18%     18%     14%     22%     24%     97%     50%      9%      3%      2%      30%      13%      24%      12%      19%      19%      17%      15%      10%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HIJK     IJK      JK                       MO                MO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Full-time             703     328     375     368      95     119     187     422      77       9       5      201      141      259      101      255      120       52      136       71      632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student               13%     12%     13%     10%     14%     14%     94%     36%      4%      1%      *%      27%       9%      15%       7%      13%      14%       8%      10%       5%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HIJK     IJK      JK                      MNO                MO                 R        R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Part-time             300     148     152     126      51      89       7     167      78      35      10       22       68      135       72      114       38       57       68       81      214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student                5%      5%      5%      4%      8%     10%      3%     14%      5%      2%      1%       3%       4%       8%       5%       6%       4%       9%       5%       5%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GIJK       K                                        LMO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Not a student            4574    2220    2355    3065     516     645       5     596    1568    1417     932      509     1425     1278     1332     1577      695      536     1128     1398     3153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82%     82%     81%     86%     77%     76%      3%     50%     91%     97%     98%      70%      87%      76%      88%      81%      81%      83%      85%      90%      79%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G      GH     GHI     GHI                LN                LN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8       -       8       3       4       -       -       -       -       -       3        -        3        -        -        3        -        -        -        -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1%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EDINST Page 179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EDINST. Are you enrolled in high school, OR as an undergraduate at a college or university, OR as a graduate student at a university, OR at a community college, OR at a technical, trade or vocational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school?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STUDENTS        1003     475     527     494     146     207     193     589     155      44      15      223      209      394      173      369      158      110      204      151      846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312     162     150     156      44      70      68     170      45      19       8       80       69       99       63      111       48       35       66       42      269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 high school, OR        227     130      97     105      20      67     183      44       -       -       -      210       17        -        -       97       15       26       35        -      227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23%     27%     18%     21%     13%     32%     94%      8%                              94%       8%                        26%       9%      23%      17%               27%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H                                        M                                   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As an undergraduate       298     144     155     166      47      44       -     268      29       2       -        -       94      186       19       86       68       16       60       11      287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 a college or           30%     30%     29%     34%     32%     21%             45%     18%      4%                       45%      47%      11%      23%      43%      15%      29%       7%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university, OR                                                                     IJ                                         O        O                         PR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As a graduate             150      43     107      75      11      20       4      71      63      11       -        -        9       22      119       36       28       22       55       29      121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student at a              15%      9%     20%     15%      8%      9%      2%     12%     40%     26%                        4%       6%      69%      10%      18%      20%      27%      19%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university, OR                              B                                       G      GH       G                                          MN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 a community            196     104      91      93      34      51       4     144      31       9       5        4       49      126       14       90       31       25       28       71      119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college, OR               20%     22%     17%     19%     23%     25%      2%     24%     20%     20%     34%       2%      24%      32%       8%      24%      20%      23%      14%      47%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       G       G                        LO       LO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At a technical,           102      38      63      44      31      16       3      57      25      12       2       10       19       54       19       49       12       13       23       38       64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trade or vocational       10%      8%     12%      9%     21%      8%      2%     10%     16%     27%     13%       4%       9%      14%      11%      13%       8%      12%      11%      25%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school                                                                              G       G       G                                  L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 (VOL.)               15       6       9       6       3       2       -       3       4       3       5        -       10        2        3        -        4        8        3        3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2%      1%      2%      1%              1%      3%      6%     35%                5%       1%       2%                3%       7%       2%       2%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8       6       3       3       -       6       -       -       4       2       3        -        5        4        -        6        -        -        -        -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3%                      2%      5%     18%                2%       1%                2%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7       5       2       2       -       2       -       2       -       5       -        -        7        -        -        5        -        -        -        -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      *%              1%              *%             12%                        3%                         1%                                           1%</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DISA Page 180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DISA. Does any disability, handicap, or chronic disease keep you from participating fully in work, school, housework, or other activities, or not?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980     439     541     647     146     113       5      65     250     419     241      159      351      333      134      546      157       76       86      164      816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18%     16%     19%     18%     22%     13%      2%      5%     15%     29%     25%      22%      21%      20%       9%      28%      18%      12%       6%      11%      20%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GH     GHI     GHI        O        O        O               QRS        S        S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4591    2245    2346    2914     520     732     194    1116    1468    1037     707      567     1280     1339     1367     1393      696      570     1242     1381     3179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82%     83%     81%     82%     78%     86%     98%     94%     85%     71%     74%      78%      78%      80%      91%      72%      82%      88%      93%      89%      79%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IJK     IJK      JK                                                 LMN                 P        P       PQ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9       6       3       1       -       2       -       4       -       5       1        -        6        -        4        5        -        -        4        -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5       5       -       -       -       5       -       -       5       -       -        5        -        -        -        5        -        -        -        5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                       1%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PARTY Page 181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PARTY. In politics TODAY, do you consider yourself a Republican, Democrat, or independent?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Republican               1239     680     559    1071      53      64      38     162     362     412     256      108      362      394      371      287      179      172      401      392      847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22%     25%     19%     30%      8%      8%     19%     14%     21%     28%     27%      15%      22%      24%      25%      15%      21%      27%      30%      25%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EF                                       H      HI      HI                 L        L        L                 P        P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Democrat                 1633     610    1023     799     402     298      31     279     478     485     351      203      444      491      484      634      273      166      385      399     1223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29%     23%     35%     22%     60%     35%     16%     24%     28%     33%     37%      28%      27%      29%      32%      33%      32%      26%      29%      26%      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DF       D                       G      GH     GHI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1937    1022     915    1281     137     319      98     543     620     403     251      262      592      593      482      755      307      228      424      516     1412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35%     38%     32%     36%     21%     37%     50%     46%     36%     28%     26%      36%      36%      35%      32%      39%      36%      35%      32%      33%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E               E     IJK     IJK      JK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preference             455     225     229     228      53     114      13     124     175      96      31       87      137      128       97      140       73       57       90      169      278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(VOL.)                     8%      8%      8%      6%      8%     13%      6%     10%     10%      7%      3%      12%       8%       8%       6%       7%       9%       9%       7%      11%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K      JK       K                O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 party (VOL.)         37      21      16      31       2       2       -      17      13       6       -        -        8       20       10       13        2        8        9        9       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1%      *%      *%              1%      1%      *%                        *%       1%       1%       1%       *%       1%       1%       1%       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137      78      59      66       5      44      12      47      43      21      15       57       48       14       13       60       16        6        9       30      107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3%      2%      2%      1%      5%      6%      4%      2%      1%      2%       8%       3%       1%       1%       3%       2%       1%       1%       2%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J                              MNO       NO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146      58      88      86      15      11       6      12      32      40      46       14       48       31       49       59        3       10       14       35      110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      2%      3%      2%      2%      1%      3%      1%      2%      3%      5%       2%       3%       2%       3%       3%       *%       1%       1%       2%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                                           QS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PARTY/LN Page 182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COMBINED PARTY/PARTYLN: PARTY. In politics TODAY, do you consider yourself a Republican, Democrat, or independent? / PARTYLN. As of today, do you lean more to the Republican Party or more to the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Democratic Party?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Lean Rep                  703     382     321     573      30      57      22     164     225     166     125       68      214      230      190      241      117       97      178      181      522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13%     14%     11%     16%      5%      7%     11%     14%     13%     11%     13%       9%      13%      14%      13%      12%      14%      15%      13%      12%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Lean Dem                  797     389     408     448      73     171      49     279     250     140      73      105      276      228      178      335      117      106      166      228      565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14%     14%     14%     13%     11%     20%     25%     24%     14%     10%      8%      14%      17%      14%      12%      17%      14%      16%      12%      15%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JK     IJK      JK                                 O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to lean          1213     634     579     671     108     262      59     300     407     258     145      247      342      328      283      451      167      106      202      349      849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22%     24%     20%     19%     16%     31%     30%     25%     24%     18%     15%      34%      21%      20%      19%      23%      20%      16%      15%      23%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JK      JK      JK                      MNO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Rep/Lean Rep             1942    1061     881    1644      83     121      60     327     588     578     381      176      576      624      561      528      296      268      579      573     1369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35%     39%     30%     46%     12%     14%     30%     28%     34%     40%     40%      24%      35%      37%      37%      27%      35%      42%      43%      37%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EF                                               H       H                 L        L        L                 P        P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Dem/Lean Dem             2430     999    1431    1247     475     469      80     558     728     625     424      308      720      720      662      969      390      272      551      627     1787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44%     37%     50%     35%     71%     55%     40%     47%     42%     43%     45%      42%      44%      43%      44%      50%      46%      42%      41%      40%      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DF       D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to lean          1213     634     579     671     108     262      59     300     407     258     145      247      342      328      283      451      167      106      202      349      849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22%     24%     20%     19%     16%     31%     30%     25%     24%     18%     15%      34%      21%      20%      19%      23%      20%      16%      15%      23%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DE      JK      JK      JK                      MNO                                  RS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IDEO Page 183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IDEO. In general, would you describe your political views as very conservative, conservative, moderate, liberal or very liberal?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Very conservative         342     174     168     248      42      22       6      41     108      96      83       44      110      101       87       93       71       37       79      100      242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6%      6%      7%      6%      3%      3%      3%      6%      7%      9%       6%       7%       6%       6%       5%       8%       6%       6%       6%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H      GH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Conservative             1470     786     684    1012     160     218      45     239     397     429     344      207      516      398      348      539      193      181      338      427     1029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26%     29%     24%     28%     24%     26%     23%     20%     23%     29%     36%      28%      32%      24%      23%      28%      23%      28%      25%      28%      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HI    GHIJ                NO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Moderate                 1873     881     992    1209     217     257      55     400     624     486     294      181      542      611      526      602      322      229      502      490     1376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34%     33%     34%     34%     33%     30%     28%     34%     36%     33%     31%      25%      33%      37%      35%      31%      38%      35%      38%      32%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        L        L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Liberal                   993     429     564     588     120     191      45     286     313     243     102      130      209      311      337      363      155      119      239      291      699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18%     16%     20%     16%     18%     22%     23%     24%     18%     17%     11%      18%      13%      19%      22%      19%      18%      18%      18%      19%      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K     IJK       K       K                                  M        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Very liberal              370     174     196     168      69      83      17     124     114      75      40       70       81      100      119      161       50       40       87       72      298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      6%      7%      5%     10%     10%      8%     10%      7%      5%      4%      10%       5%       6%       8%       8%       6%       6%       7%       5%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JK                                M                          M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331     145     186     195      37      64      26      62     107      76      54       81      110      108       21      133       44       24       37      102      224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5%      6%      5%      5%      8%     13%      5%      6%      5%      6%      11%       7%       6%       1%       7%       5%       4%       3%       7%       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O        O        O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208     106     101     142      22      18       6      32      59      55      34       19       69       42       68       57       19       17       50       68      138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4%      4%      4%      3%      2%      3%      3%      3%      4%      4%       3%       4%       2%       4%       3%       2%       3%       4%       4%       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Conservative         1811     959     852    1260     202     240      50     280     506     524     427      251      627      499      435      632      264      218      417      527     1271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32%     36%     29%     35%     30%     28%     25%     24%     29%     36%     45%      34%      38%      30%      29%      32%      31%      34%      31%      34%      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F                                              HI    GHIJ                NO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IDEO Page 184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IDEO. In general, would you describe your political views as very conservative, conservative, moderate, liberal or very liberal?</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Moderate             1873     881     992    1209     217     257      55     400     624     486     294      181      542      611      526      602      322      229      502      490     1376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34%     33%     34%     34%     33%     30%     28%     34%     36%     33%     31%      25%      33%      37%      35%      31%      38%      35%      38%      32%      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        L        L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Liberal              1363     603     760     756     189     274      62     410     427     319     142      200      290      411      456      525      204      158      325      363      997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24%     22%     26%     21%     28%     32%     31%     35%     25%     22%     15%      27%      18%      25%      30%      27%      24%      25%      24%      23%      25%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K     IJK       K       K                M                 M       MN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HISP Page 185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HISP. Are you, yourself, of Hispanic or Latino origin or descent, such as Mexican, Puerto Rican, Cuban, or some other Latin American background?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852     403     449       -       -     852      45     248     358     154      40      281      248      219      100      416      120       71      111      319      522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15%     15%     16%                    100%     22%     21%     21%     11%      4%      38%      15%      13%       7%      21%      14%      11%       8%      21%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JK       K              MNO        O        O               QRS        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4703    2273    2430    3552     664       -     154     930    1363    1301     897      446     1389     1447     1389     1528      730      575     1214     1224     3460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84%     84%     84%    100%    100%             78%     78%     79%     89%     94%      61%      85%      87%      92%      78%      86%      89%      91%      79%      86%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GHI    GHIJ                 L        L      LMN                 P        P       PQ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7       4       3       3       -       -       -       4       -       -       3        3        -        -        4        3        -        -        4        -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24      16       8       8       2       -       -       4       3       6      10        2        -        6       13        2        4        -        3        6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      *%                      *%      *%      *%      1%       *%                *%       1%       *%       *%                *%       *%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BIRTH_HISP Page 186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BIRTH_HISP. Were you born in the United States, on the island of Puerto Rico, or in another country?</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HISPANICS        852     403     449       -       -     852      45     248     358     154      40      281      248      219      100      416      120       71      111      319      522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286     148     138       -       -     286      17      81     106      59      20       94       84       60       47      136       40       22       42      100      183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                      415     174     241       -       -     415      45     158     113      78      14      104      106      152       50      173       65       46       71      108      307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49%     43%     54%                     49%    100%     64%     32%     50%     36%      37%      43%      69%      49%      42%      55%      65%      64%      34%      59%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HIJK      IK               I                                LMO                                            P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Puerto Rico                26      17       9       -       -      26       -       6      12       9       -        -        3       15        9        6        5        6        6       16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      4%      2%                      3%              2%      3%      6%                        1%       7%       9%       1%       4%       9%       5%       5%       2%</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Another country           407     212     195       -       -     407       -      81     233      68      26      177      136       52       42      237       50       19       34      192      204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48%     53%     44%                     48%             33%     65%     44%     64%      63%      55%      24%      42%      57%      42%      26%      31%      60%      39%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HJ               H       NO        N                         RS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4       -       4       -       -       4       -       4       -       -       -        -        4        -        -        -        -        -        -        4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              1%                                        1%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RACE Page 187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RACE. What is your race? Are you white, black, Asian, or some other race?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White                    4088    2036    2051    3562       -     525     121     772    1244    1128     774      437     1242     1236     1157     1229      645      530     1093     1140     2943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73%     76%     71%    100%             62%     61%     65%     72%     77%     81%      60%      76%      74%      77%      63%      76%      82%      82%      74%      73%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F                                       H      GH     GHI                 L        L        L                 P        P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Black or African-         755     290     465       -     666      89      24     178     227     195     122      152      258      236      105      407      107       58       83      207      534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American                  14%     11%     16%            100%     10%     12%     15%     13%     13%     13%      21%      16%      14%       7%      21%      13%       9%       6%      13%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F                                                       NO        O        O               QRS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Asian or Pacific          205     103     102       -       -       8      18      74      71      26      17       17       20       41      117       86       19       20       66       36      166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Islander                   4%      4%      4%                      1%      9%      6%      4%      2%      2%       2%       1%       2%       8%       4%       2%       3%       5%       2%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JK                                                 LMN                                   Q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Mixed race                184      78     106       -       -      35      13      54      63      45       9       28       47       67       43       77       29       20       43       48      137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      3%      4%                      4%      6%      5%      4%      3%      1%       4%       3%       4%       3%       4%       3%       3%       3%       3%       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K       K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Native American/           75      42      33       -       -       6       5      23      14      26       7       18       14       22       20       55       11        5        2       21       54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American Indian            1%      2%      1%                      1%      2%      2%      1%      2%      1%       2%       1%       1%       1%       3%       1%       1%       *%       1%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 (SPECIFY)           137      65      71       -       -     137      12      48      60      14       -       53       38       34       12       64       22        5       17       41       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2%      2%                     16%      6%      4%      4%      1%               7%       2%       2%       1%       3%       3%       1%       1%       3%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J                      MNO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36      17      18       -       -      30       -      21       9       3       3       11       12        8        5       14        2        3       10       17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      1%      1%                      4%              2%      1%      *%      *%       1%       1%       *%       *%       1%       *%       *%       1%       1%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105      62      43       -       -      21       5      15      33      24      18       16        7       28       47       17       18        6       18       40       63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2%      1%                      2%      3%      1%      2%      2%      2%       2%       *%       2%       3%       1%       2%       1%       1%       3%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M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RACETHN Page 188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RACE/ETHNICITY: HISP. Are you, yourself, of Hispanic or Latino origin or descent, such as Mexican, Puerto Rican, Cuban, or some other Latin American background? / RACE. What is your race? Are you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white, black, Asian, or some other race?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White, non-Hispanic      3562    1809    1753    3562       -       -      96     632    1023    1028     738      277     1074     1114     1085      986      559      484     1017      934     2628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64%     67%     61%    100%                     49%     53%     59%     70%     78%      38%      66%      67%      72%      51%      65%      75%      76%      60%      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GHI    GHIJ                 L        L       LM                 P       PQ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Black, non-Hispanic       666     242     424       -     666       -      19     150     197     171     121      123      239      201      100      355      100       51       79      186      466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9%     15%            100%              9%     13%     11%     12%     13%      17%      15%      12%       7%      18%      12%       8%       6%      12%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O        O        O               QRS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Hispanic                  852     403     449       -       -     852      45     248     358     154      40      281      248      219      100      416      120       71      111      319      522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15%     15%     16%                    100%     22%     21%     21%     11%      4%      38%      15%      13%       7%      21%      14%      11%       8%      21%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JK       K              MNO        O        O               QRS        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 non-Hispanic       415     192     223       -       -       -      33     135     126      88      33       48       70      114      172      191       57       37      101       79      332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      7%      8%                             17%     11%      7%      6%      3%       7%       4%       7%      11%      10%       7%       6%       8%       5%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JK       K       K                                         LMN        R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know/Refused         89      49      40       -       -       -       5      20      19      20      18        3        6       25       48        2       18        3       24       30       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2%      1%                              3%      2%      1%      1%      2%       *%       *%       1%       3%       *%       2%       *%       2%       2%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LM                 P                 P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RACETHN2 Page 189</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RACE/ETHNICITY WITH NATIVITY FOR HISPANICS: HISP. Are you, yourself, of Hispanic or Latino origin or descent, such as Mexican, Puerto Rican, Cuban, or some other Latin American background? / [IF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HISPANIC, ASK:] BIRTH_HISP. Were you born in the United States, on the island of Puerto Rico, or in another country? / RACE. What is your race? Are you white, black, Asian, or some other race?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White, non-Hispanic      3562    1809    1753    3562       -       -      96     632    1023    1028     738      277     1074     1114     1085      986      559      484     1017      934     2628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64%     67%     61%    100%                     49%     53%     59%     70%     78%      38%      66%      67%      72%      51%      65%      75%      76%      60%      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GHI    GHIJ                 L        L       LM                 P       PQ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Black, non-Hispanic       666     242     424       -     666       -      19     150     197     171     121      123      239      201      100      355      100       51       79      186      466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9%     15%            100%              9%     13%     11%     12%     13%      17%      15%      12%       7%      18%      12%       8%       6%      12%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O        O        O               QRS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Hispanic, born in         445     191     254       -       -     445      45     167     125      87      14      104      112      167       58      179       70       52       77      127      318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U.S.                       8%      7%      9%                     52%     22%     14%      7%      6%      2%      14%       7%      10%       4%       9%       8%       8%       6%       8%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IJK       K       K               MO        O        O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Hispanic, born            407     212     195       -       -     407       -      81     233      68      26      177      136       52       42      237       50       19       34      192      204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outside U.S.               7%      8%      7%                     48%              7%     14%      5%      3%      24%       8%       3%       3%      12%       6%       3%       3%      12%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HJK                      MNO       NO                        QRS        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 non-Hispanic       415     192     223       -       -       -      33     135     126      88      33       48       70      114      172      191       57       37      101       79      332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      7%      8%                             17%     11%      7%      6%      3%       7%       4%       7%      11%      10%       7%       6%       8%       5%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JK       K       K                                         LMN        R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know/Refused         89      49      40       -       -       -       5      20      19      20      18        3        6       25       48        2       18        3       24       30       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2%      1%                              3%      2%      1%      1%      2%       *%       *%       1%       3%       *%       2%       *%       2%       2%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LM                 P                 P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RACETHN3 Page 190</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RACE/ETHNICITY WITH ASIAN BREAKOUT: HISP. Are you, yourself, of Hispanic or Latino origin or descent, such as Mexican, Puerto Rican, Cuban, or some other Latin American background? / RACE. What is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your race? Are you white, black, Asian, or some other race?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White, non-Hispanic      3562    1809    1753    3562       -       -      96     632    1023    1028     738      277     1074     1114     1085      986      559      484     1017      934     2628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64%     67%     61%    100%                     49%     53%     59%     70%     78%      38%      66%      67%      72%      51%      65%      75%      76%      60%      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GHI    GHIJ                 L        L       LM                 P       PQ       PQ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Black, non-Hispanic       666     242     424       -     666       -      19     150     197     171     121      123      239      201      100      355      100       51       79      186      466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9%     15%            100%              9%     13%     11%     12%     13%      17%      15%      12%       7%      18%      12%       8%       6%      12%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O        O        O               QRS        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Hispanic                  852     403     449       -       -     852      45     248     358     154      40      281      248      219      100      416      120       71      111      319      522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15%     15%     16%                    100%     22%     21%     21%     11%      4%      38%      15%      13%       7%      21%      14%      11%       8%      21%      13%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JK       K              MNO        O        O               QRS        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Asian, non-Hispanic       197     103      94       -       -       -      18      70      67      26      17       13       20       36      117       82       19       20       62       31      162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4%      3%                              9%      6%      4%      2%      2%       2%       1%       2%       8%       4%       2%       3%       5%       2%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JK      JK      JK                                                 LMN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Other, non-Hispanic       218      89     129       -       -       -      15      65      59      63      16       34       51       78       55      109       37       17       39       48      170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4%      3%      4%                              8%      5%      3%      4%      2%       5%       3%       5%       4%       6%       4%       3%       3%       3%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K       K               K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know/Refused         89      49      40       -       -       -       5      20      19      20      18        3        6       25       48        2       18        3       24       30       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      2%      1%                              3%      2%      1%      1%      2%       *%       *%       1%       3%       *%       2%       *%       2%       2%       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LM                 P                 P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INC Page 191</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INC. Last year -- that is, in 2014 -- what was your total family income from all sources, before taxes?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Less than $10,000         585     233     352     275     150     113      39     145     170     162      66      185      238      118       44      585        -        -        -      130      444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10%      9%     12%      8%     23%     13%     19%     12%     10%     11%      7%      25%      15%       7%       3%      30%                                  8%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DF       D       K       K               K              MNO       NO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$10,000 to under          713     320     393     366     125     158      10     188     170     202     143      152      278      208       65      713        -        -        -      151      557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$20,000                   13%     12%     14%     10%     19%     18%      5%     16%     10%     14%     15%      21%      17%      12%       4%      37%                                 10%      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GI               G      GI       NO        O        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$20,000 to under          650     334     316     345      80     145      35     164     184     155     108      121      230      219       80      650        -        -        -      164      483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$30,000                   12%     12%     11%     10%     12%     17%     18%     14%     11%     11%     11%      17%      14%      13%       5%      33%                                 11%      12%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O        O        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$30,000 to under          423     194     229     272      57      63       4      91     120     107      99       32      142      179       72        -      423        -        -       94      326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$40,000                    8%      7%      8%      8%      9%      7%      2%      8%      7%      7%     10%       4%       9%      11%       5%               50%                         6%       8%</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       G       G       G                LO       LO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$40,000 to under          430     166     264     287      43      57      14     106     133     120      57       30      120      153      125        -      430        -        -      164      266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$50,000                    8%      6%      9%      8%      6%      7%      7%      9%      8%      8%      6%       4%       7%       9%       8%               50%                        11%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L        L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$50,000 to under          646     336     310     484      51      71      26     114     229     177     101       43      194      196      212        -        -      646        -      178      461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$75,000                   12%     12%     11%     14%      8%      8%     13%     10%     13%     12%     11%       6%      12%      12%      14%                       100%               12%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L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$75,000 to under          512     263     249     383      35      50      15      95     192     131      77       17       96      181      218        -        -        -      512      165      347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$100,000                   9%     10%      9%     11%      5%      6%      7%      8%     11%      9%      8%       2%       6%      11%      14%                                 38%      11%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L       LM       LM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$100,000 to under         425     212     213     327      20      41      12      53     184     137      38       14       69      110      232        -        -        -      425      164      261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$150,000                   8%      8%      7%      9%      3%      5%      6%      4%     11%      9%      4%       2%       4%       7%      15%                                 32%      11%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HK      HK                                  L      LMN                                            U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INC Page 192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(Continued)</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INC. Last year -- that is, in 2014 -- what was your total family income from all sources, before taxes?</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$150,000 or more          394     250     144     307      24      20       6      66     178     110      32       12       56       84      236        -        -        -      394      177      217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7%      9%      5%      9%      4%      2%      3%      6%     10%      8%      3%       2%       3%       5%      16%                                 30%      11%       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EF                                     GHK       K                                  L      LMN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356     154     202     186      48     104      36     119      74      37      88      111      104       89       45        -        -        -        -       69      287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6%      7%      5%      7%     12%     18%     10%      4%      3%      9%      15%       6%       5%       3%                                           4%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IJ      IJ                      IJ      MNO        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450     234     216     331      34      30       3      45      91     125     142       14      110      134      177        -        -        -        -       93      355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8%      9%      7%      9%      5%      4%      1%      4%      5%      9%     15%       2%       7%       8%      12%                                           6%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G      GH    GHIJ                 L        L       LM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Less than            1949     887    1062     986     355     416      83     496     524     518     316      458      746      545      189     1949        -        -        -      445     1485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$30,000                   35%     33%     37%     28%     53%     49%     42%     42%     30%     35%     33%      63%      46%      33%      13%     100%                                 29%      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IK                              MNO       NO        O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$30,000-$49,999       853     360     493     559     100     120      18     197     253     227     156       62      262      332      196        -      853        -        -      258      592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15%     13%     17%     16%     15%     14%      9%     17%     15%     16%     16%       8%      16%      20%      13%              100%                        17%      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                                                                                 L       LO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$50,000-$74,999       646     336     310     484      51      71      26     114     229     177     101       43      194      196      212        -        -      646        -      178      461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12%     12%     11%     14%      8%      8%     13%     10%     13%     12%     11%       6%      12%      12%      14%                       100%               12%      11%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L        L        L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NET $75,000 or more      1332     725     607    1017      79     111      33     214     553     378     147       43      221      375      687        -        -        -     1332      506      826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24%     27%     21%     29%     12%     13%     16%     18%     32%     26%     16%       6%      13%      22%      46%                                100%      33%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C              EF                                    GHJK      HK                         L       LM      LMN                                            U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QL1A Page 193</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QL1A. Does anyone in your household have a working cell phone?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THOSE WHO        461     228     233     325      37      73       9      19      64     145     206       86      169      122       79      269       46       57       20       40      421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DO NOT OWN A CELL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PHONE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104      49      55      74       9      16       2       4      12      31      51       20       36       26       21       61       11       11        5        8       96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147      81      66     104       2      35       9       7      31      48      49       27       39       43       34       66       28       29       11       18      130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32%     36%     28%     32%      6%     48%    100%     40%     49%     33%     24%      31%      23%      35%      43%      24%      61%      51%      54%      44%      31%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E    HIJK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312     147     165     219      35      37       -      11      33      97     155       57      130       79       46      202       18       28        9       22      289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68%     64%     71%     67%     94%     52%             60%     51%     67%     75%      67%      77%      65%      57%      75%      39%      49%      46%      56%      69%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DF                                                                                            Q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       -       2       2       -       -       -       -       -       -       2        2        -        -        -        2        -        -        -        -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1%      1%                                                      1%       2%                                  1%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HHCELL Page 194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HHCELL. Cell phone household</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Cell phone               5272    2548    2723    3342     631     814     198    1173    1690    1364     793      672     1508     1593     1460     1745      835      618     1322     1527     3714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household                 94%     95%     94%     94%     95%     96%    100%     99%     98%     93%     83%      92%      92%      95%      97%      90%      98%      96%      99%      99%      93%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HIJK      JK      JK       K                                  M       LM                 P        P       PR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All others                313     147     167     220      35      37       -      11      33      97     157       59      130       79       46      204       18       28        9       22      291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5%      6%      6%      5%      4%              1%      2%      7%     17%       8%       8%       5%       3%      10%       2%       4%       1%       1%       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     HIJ        O       NO                        QRS                 S                          T</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QC1 Page 195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QC1. Is there at least one telephone INSIDE your home that is currently working and is not a cell phone?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BASED ON CELL PHONE      3899    1985    1914    2355     497     685     160    1060    1346     947     360      558     1103     1207     1007     1372      619      445      968     1183     2691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SAMPLE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1300     689     611     801     163     231      56     312     390     349     184      186      352      333      423      425      206      151      344      357      937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Yes, home telephone      1282     641     641     814     168     187      77     240     363     395     194      157      349      399      374      260      235      176      415      337      942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33%     32%     34%     35%     34%     27%     48%     23%     27%     42%     54%      28%      32%      33%      37%      19%      38%      40%      43%      29%      35%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                      HI     HIJ                                   L                 P        P        P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 home telephone        2610    1344    1266    1541     324     496      84     820     982     550     166      399      754      808      633     1110      384      269      553      846     1743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67%     68%     66%     65%     65%     72%     52%     77%     73%     58%     46%      71%      68%      67%      63%      81%      62%      60%      57%      71%      65%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GJK     GJK       K                                                  QRS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Don't know (VOL.)           2       -       2       -       -       2       -       -       -       2       -        2        -        -        -        2        -        -        -        -        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Refused (VOL.)              4       -       4       -       4       -       -       -       -       -       -        -        -        -        -        -        -        -        -        -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1%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CREGION Page 196</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CENSUS REGION</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Northeast                1022     481     540     664     104     172      42     227     265     272     180      115      281      295      310      340      129      101      258      231      780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18%     18%     19%     19%     16%     20%     21%     19%     15%     19%     19%      16%      17%      18%      21%      17%      15%      16%      19%      15%      19%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Midwest                  1251     639     612     947     137      95      44     225     459     328     183      136      410      402      303      461      191      168      269      406      845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22%     24%     21%     27%     21%     11%     22%     19%     27%     22%     19%      19%      25%      24%      20%      24%      22%      26%      20%      26%      21%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HK                                                                                                U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South                    2053     974    1078    1252     357     256      66     400     618     557     404      303      623      578      536      705      335      238      504      571     1477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37%     36%     37%     35%     54%     30%     33%     34%     36%     38%     43%      41%      38%      35%      36%      36%      39%      37%      38%      37%      37%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DF                                              HI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West                     1260     600     659     700      68     329      46     333     382     304     184      178      323      396      357      442      198      139      301      342      903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23%     22%     23%     20%     10%     39%     23%     28%     22%     21%     19%      24%      20%      24%      24%      23%      23%      22%      23%      22%      23%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DE              JK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USR Page 197</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COMMUNITY SIZE</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Urban                    1816     933     882     931     330     364      71     449     629     388     259      293      465      464      569      720      280      187      405      484     1316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33%     35%     31%     26%     49%     43%     36%     38%     37%     27%     27%      40%      28%      28%      38%      37%      33%      29%      30%      31%      33%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D       D              JK      JK                       MN                         MN       RS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Suburban                 2822    1351    1471    1869     251     442     110     545     841     800     483      330      795      913      776      817      437      350      752      765     2043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51%     50%     51%     52%     38%     52%     56%     46%     49%     55%     51%      45%      49%      55%      52%      42%      51%      54%      56%      49%      51%</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               E                               H                                  L                          P        P        P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Rural                     947     411     536     762      86      45      17     191     253     274     208      109      377      295      160      411      136      109      175      301      646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17%     15%     19%     21%     13%      5%      9%     16%     15%     19%     22%      15%      23%      18%      11%      21%      16%      17%      13%      19%      16%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EF       F                                       G      GI                LO        O                 S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br w:type="page"/>
      </w:r>
      <w:r w:rsidRPr="00A013DF">
        <w:rPr>
          <w:rFonts w:ascii="Letter Gothic" w:hAnsi="Letter Gothic" w:cs="Courier New"/>
          <w:b/>
          <w:sz w:val="12"/>
          <w:szCs w:val="12"/>
        </w:rPr>
        <w:lastRenderedPageBreak/>
        <w:t xml:space="preserve">                                                                                                                                                                                    Table LANG Page 198</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PEW RESEARCH CENTER'S INTERNET, SCIENCE &amp; TECHNOLOGY PROJECT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LIBRARIES SURVEY 2015, MARCH 17-APRIL 12, 2015</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LANGUAGE OF INTERVIEW</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BANNER A ------SEX------ ---------RACE---------- -----------------AGE------------------- -------------EDUCATION------------- ----------HOUSEHOLD INCOME--------- -----PARENT------</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SOME    COLL.            $30,000- $50,000-                     NOT A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TOTAL    MALE   FEMALE   WHITE   BLACK    HISP   16-17   18-29   30-49   50-64    65+    LT HS   HS GRAD    COLL.   GRAD+   &lt;$30,000 $49,999  $74,999  $75,000+  PARENT   PARENT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 ------- ------- ------- ------- ------- ------- ------- ------- ------- ------- -------- -------- -------- -------- -------- -------- -------- -------- -------- --------</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     (B)     (C)     (D)     (E)     (F)     (G)     (H)     (I)     (J)     (K)      (L)      (M)      (N)      (O)      (P)      (Q)      (R)      (S)      (T)      (U)</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TOTAL                    5585    2695    2890    3562     666     852     198    1185    1723    1461     950      731     1637     1672     1505     1949      853      646     1332     1549     4005</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UNWEIGHTED BASE          2004     968    1036    1320     243     286      70     349     510     560     488      246      549      498      699      635      308      234      508      482     1514</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English                  5244    2522    2722    3562     666     511     198    1118    1532    1403     925      556     1516     1649     1484     1724      814      634     1324     1375     3844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94%     94%     94%    100%    100%     60%    100%     94%     89%     96%     97%      76%      93%      99%      99%      88%      95%      98%      99%      89%      96%</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F       F            HIJK       I               I       I                 L       LM       LM                 P        P       PQ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English, non-        4733    2292    2441    3562     666       -     154     937    1365    1307     910      451     1389     1453     1405     1533      733      575     1221     1230     3483</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Hispanic              85%     85%     84%    100%    100%             78%     79%     79%     89%     96%      62%      85%      87%      93%      79%      86%      89%      92%      79%      87%</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GHI    GHIJ                 L        L      LMN                 P        P       PQ                 T</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English,              511     230     282       -       -     511      45     181     166      96      15      105      127      196       79      191       81       59      103      145      360</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Hispanic               9%      9%     10%                     60%     22%     15%     10%      7%      2%      14%       8%      12%       5%      10%       9%       9%       8%       9%       9%</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IJK     IJK       K       K               MO                MO                                                               </w:t>
      </w: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Spanish                   341     173     168       -       -     341       -      66     191      58      25      176      121       23       21      225       39       12        8      175      162</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6%      6%      6%                     40%              6%     11%      4%      3%      24%       7%       1%       1%      12%       5%       2%       1%      11%       4%</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HJK                      MNO       NO                        QRS        S                          U         </w:t>
      </w: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F900EB" w:rsidP="008E52CB">
      <w:pPr>
        <w:pStyle w:val="PlainText"/>
        <w:rPr>
          <w:rFonts w:ascii="Letter Gothic" w:hAnsi="Letter Gothic" w:cs="Courier New"/>
          <w:b/>
          <w:sz w:val="12"/>
          <w:szCs w:val="12"/>
        </w:rPr>
      </w:pP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Comparison Groups: BC/DEF/GHIJK/LMNO/PQRS/TU</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Independent Z-Test for Percentages (unpooled proportions)</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Uppercase letters indicate significance at the 95% level.</w:t>
      </w:r>
    </w:p>
    <w:p w:rsidR="00F900EB" w:rsidRPr="00A013DF"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PRINCETON SURVEY RESEARCH ASSOCIATES INTERNATIONAL</w:t>
      </w:r>
    </w:p>
    <w:p w:rsidR="00DA43F0" w:rsidRDefault="005D24C8" w:rsidP="008E52CB">
      <w:pPr>
        <w:pStyle w:val="PlainText"/>
        <w:rPr>
          <w:rFonts w:ascii="Letter Gothic" w:hAnsi="Letter Gothic" w:cs="Courier New"/>
          <w:b/>
          <w:sz w:val="12"/>
          <w:szCs w:val="12"/>
        </w:rPr>
      </w:pPr>
      <w:r w:rsidRPr="00A013DF">
        <w:rPr>
          <w:rFonts w:ascii="Letter Gothic" w:hAnsi="Letter Gothic" w:cs="Courier New"/>
          <w:b/>
          <w:sz w:val="12"/>
          <w:szCs w:val="12"/>
        </w:rPr>
        <w:t xml:space="preserve">                                                                                               APRIL 2015</w:t>
      </w:r>
    </w:p>
    <w:p w:rsidR="00DA43F0" w:rsidRDefault="00DA43F0">
      <w:pPr>
        <w:rPr>
          <w:rFonts w:ascii="Letter Gothic" w:hAnsi="Letter Gothic" w:cs="Courier New"/>
          <w:b/>
          <w:sz w:val="12"/>
          <w:szCs w:val="12"/>
        </w:rPr>
      </w:pPr>
      <w:r>
        <w:rPr>
          <w:rFonts w:ascii="Letter Gothic" w:hAnsi="Letter Gothic" w:cs="Courier New"/>
          <w:b/>
          <w:sz w:val="12"/>
          <w:szCs w:val="12"/>
        </w:rPr>
        <w:br w:type="page"/>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lastRenderedPageBreak/>
        <w:t xml:space="preserve">                                                                                                                                                                                        Table Q1 Page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 Overall, how would you rate YOUR COMMUNITY as a place to live? Would you say it is excellent, good, only fair or poor?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Excellent                1941      1698       243     1401         95         52      488      511      560      359      201      191      113      554     1084      303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35%       35%       31%      38%        34%        26%      30%      35%      35%      34%      35%      49%      45%      30%      38%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JKFGHI       FG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Good                     2473      2170       302     1633        130        106      782      577      738      473      266      143      105      789     1242      442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44%       45%       39%      45%        47%        54%      49%      40%      46%      45%      46%      37%      42%      43%      44%      47%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HL       HL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Only fair                 894       709       185      496         28         27      235      283      256      168       88       47       27      365      365      164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15%       24%      14%        10%        14%      15%      20%      16%      16%      15%      12%      11%      20%      13%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LM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Poor                      226       203        23      129         22         13       89       60       56       36       20        3        -       86      103       37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4%        3%       4%         8%         7%       6%       4%       3%       3%       4%       1%                5%       4%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35        22        13        6          -          -       12        8        8        5        3        8        -       18       17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        2%       *%                             1%       1%       *%       *%       1%       2%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16         7         9        3          -          -        3        8        1        1        -        -        4        4       11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1%       *%       *%                         2%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Excellent/Good       4414      3868       546     3034        225        158     1270     1089     1299      832      466      335      218     1342     2326      746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79%       80%       70%      83%        82%        80%      79%      75%      80%      80%      81%      85%      87%      74%      82%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H       GH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 Page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 Overall, how would you rate YOUR COMMUNITY as a place to live? Would you say it is excellent, good, only fair or poor?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Only fair/Poor       1120       912       207      626         50         40      325      343      312      204      109       50       27      451      468      200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20%       19%       27%      17%        18%        20%      20%      24%      19%      20%      19%      13%      11%      25%      17%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LM       LM       LM       LM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LIVE1 Page 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LIVE1. Which of the following BEST describes the place where you now live?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large city             1161      1007       155      764         66         27      441      334      240      158       82       69       44      821      324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21%       21%       20%      21%        24%        14%      27%      23%      15%      15%      14%      17%      18%      45%      11%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JKFILM     JKFI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suburb near a          1139      1068        71      918         56         55      326      303      322      219      103       80       39      289      839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large city                20%       22%        9%      25%        20%        28%      20%      21%      20%      21%      18%      21%      16%      16%      30%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P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small city or          2218      1879       339     1376         90         90      657      544      633      416      217      154      109      576     1129      513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town                      40%       39%       44%      37%        33%        45%      41%      38%      39%      40%      38%      39%      44%      32%      40%      54%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rural area             1024       831       193      598         63         26      183      258      408      237      171       88       46      111      514      398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17%       25%      16%        23%        13%      11%      18%      25%      23%      30%      22%      19%       6%      18%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FGH        G     FGHM        G                          N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23        16         7        9          -          -        -        9        4        2        2        1        7       13        8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1%       *%       *%       *%       *%       3%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20         9        11        4          -          -        3        -       14       11        3        -        4        6        7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1%       1%       *%                1%       *%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REG Page 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REG. These days, many people are so busy they can't find time to register to vote, or move around so often they don't get a chance to re-register... Are you NOW registered to vote in your precinct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election district, or haven't you been able to register so far?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registered          3906      3372       533     2709        159         12      951      972     1338      856      481      357      226     1197     2012      697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70%       70%       69%      74%        58%         6%      59%      67%      83%      82%      83%      91%      91%      66%      71%      74%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F       FG      FGH      FGH      FGH   JKFGHI   JKFGHI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not registered       1592      1366       227      919        107        177      619      459      270      179       91       34       22      585      768      239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29%       28%       29%      25%        39%        89%      38%      32%      17%      17%      16%       9%       9%      32%      27%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JKGHILM   JKHILM    JKILM       LM       LM       LM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need to              31        26         5       23          -          9        6        6        8        3        5        2        1       10       15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register (VOL.)            1%        1%        1%       1%                    4%       *%       *%       *%       *%       1%       *%       *%       1%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21        18         3       13          1          1       16        3        1        -        1        -        -       12        8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1%       1%       *%       *%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35        27         8        6          9          -       19        8        4        4        -        -        -       12       20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         3%                  1%       1%       *%       *%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Registered           3936      3398       538     2731        159         21      957      977     1346      860      486      358      227     1206     2027      703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voter/Don't need to       70%       71%       69%      74%        58%        10%      59%      68%      83%      82%      84%      91%      91%      66%      72%      74%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register                                                 E                              F       FG      FGH      FGH      FGH   JKFGHI   JKFGHI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REG18 Page 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REG. These days, many people are so busy they can't find time to register to vote, or move around so often they don't get a chance to re-register... Are you NOW registered to vote in your precinct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election district, or haven't you been able to register so far?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ADULTS AGE      5319      4566       752     3490        258          -     1610     1447     1620     1042      578      392      249     1725     2669      925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OR OLDER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1907      1629       278     1259         93          -      483      424      681      391      290      202      117      599      939      369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registered          3843      3320       523     2672        156          -      951      972     1338      856      481      357      226     1177     1974      692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72%       73%       70%      77%        60%                 59%      67%      83%      82%      83%      91%      91%      68%      74%      75%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G       GH       GH       GH    JKGHI    JKGHI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not registered       1402      1189       213      786         92          -      619      459      270      179       91       34       22      521      658      223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26%       26%       28%      23%        36%                 38%      32%      17%      17%      16%       9%       9%      30%      25%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JKHILM    JKILM       LM       LM       LM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need to              22        17         5       14          -          -        6        6        8        3        5        2        1        7       10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register (VOL.)            *%        *%        1%       *%                             *%       *%       *%       *%       1%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20        17         3       12          1          -       16        3        1        -        1        -        -       12        7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1%       *%       *%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31        23         8        6          9          -       19        8        4        4        -        -        -        8       20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         3%                  1%       1%       *%       *%                                  *%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Registered           3865      3337       528     2686        156          -      957      977     1346      860      486      358      227     1184     1985      697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voter/Don't need to       73%       73%       70%      77%        60%                 59%      68%      83%      82%      84%      91%      91%      69%      74%      75%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register                                                 E                                       G       GH       GH       GH    JKGHI    JKGHI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OFTVOTE-1 Page 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OFTVOTE. How often would you say you vote?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REGISTERED      3936      3398       538     2731        159         21      957      977     1346      860      486      358      227     1206     2027      703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VOTERS/DON'T NEED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REGISTER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1487      1279       208     1035         63          7      283      295      584      332      252      188      108      446      745      296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Always                   1987      1680       307     1364         75          -      269      482      776      466      310      251      173      599     1050      339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50%       49%       57%      50%        47%                 28%      49%      58%      54%      64%      70%      76%      50%      52%      48%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GH        G      GHJ     JGHI    JKGHI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Nearly always            1111       969       142      803         44          -      289      280      411      298      113       90       35      312      593      206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28%       29%       26%      29%        28%                 30%      29%      31%      35%      23%      25%      16%      26%      29%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        M        M      KLM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Part of the time          414       365        49      295         19          -      161      112      104       60       44       15       16      132      210       71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11%       11%        9%      11%        12%                 17%      11%       8%       7%       9%       4%       7%      11%      10%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JKILM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lang w:val="es-US"/>
        </w:rPr>
      </w:pPr>
      <w:r w:rsidRPr="004731B6">
        <w:rPr>
          <w:rFonts w:ascii="Letter Gothic" w:hAnsi="Letter Gothic" w:cs="Courier New"/>
          <w:b/>
          <w:sz w:val="12"/>
          <w:szCs w:val="12"/>
        </w:rPr>
        <w:t xml:space="preserve">               </w:t>
      </w:r>
      <w:r w:rsidRPr="004731B6">
        <w:rPr>
          <w:rFonts w:ascii="Letter Gothic" w:hAnsi="Letter Gothic" w:cs="Courier New"/>
          <w:b/>
          <w:sz w:val="12"/>
          <w:szCs w:val="12"/>
          <w:lang w:val="es-US"/>
        </w:rPr>
        <w:t>Seldom                    292       261        31      180          4          7      161       88       35       23       12        -        1      112      106       74</w:t>
      </w:r>
    </w:p>
    <w:p w:rsidR="00DA43F0" w:rsidRPr="004731B6" w:rsidRDefault="00DA43F0" w:rsidP="00DA43F0">
      <w:pPr>
        <w:pStyle w:val="PlainText"/>
        <w:rPr>
          <w:rFonts w:ascii="Letter Gothic" w:hAnsi="Letter Gothic" w:cs="Courier New"/>
          <w:b/>
          <w:sz w:val="12"/>
          <w:szCs w:val="12"/>
          <w:lang w:val="es-US"/>
        </w:rPr>
      </w:pPr>
      <w:r w:rsidRPr="004731B6">
        <w:rPr>
          <w:rFonts w:ascii="Letter Gothic" w:hAnsi="Letter Gothic" w:cs="Courier New"/>
          <w:b/>
          <w:sz w:val="12"/>
          <w:szCs w:val="12"/>
          <w:lang w:val="es-US"/>
        </w:rPr>
        <w:t xml:space="preserve">                                          7%        8%        6%       7%         3%        32%      17%       9%       3%       3%       2%                *%       9%       5%      11%</w:t>
      </w:r>
    </w:p>
    <w:p w:rsidR="00DA43F0" w:rsidRPr="004731B6" w:rsidRDefault="00DA43F0" w:rsidP="00DA43F0">
      <w:pPr>
        <w:pStyle w:val="PlainText"/>
        <w:rPr>
          <w:rFonts w:ascii="Letter Gothic" w:hAnsi="Letter Gothic" w:cs="Courier New"/>
          <w:b/>
          <w:sz w:val="12"/>
          <w:szCs w:val="12"/>
          <w:lang w:val="es-US"/>
        </w:rPr>
      </w:pPr>
      <w:r w:rsidRPr="004731B6">
        <w:rPr>
          <w:rFonts w:ascii="Letter Gothic" w:hAnsi="Letter Gothic" w:cs="Courier New"/>
          <w:b/>
          <w:sz w:val="12"/>
          <w:szCs w:val="12"/>
          <w:lang w:val="es-US"/>
        </w:rPr>
        <w:t xml:space="preserve">                                                                                                   JKHIM     JKIM                                                     O                 O</w:t>
      </w:r>
    </w:p>
    <w:p w:rsidR="00DA43F0" w:rsidRPr="004731B6" w:rsidRDefault="00DA43F0" w:rsidP="00DA43F0">
      <w:pPr>
        <w:pStyle w:val="PlainText"/>
        <w:rPr>
          <w:rFonts w:ascii="Letter Gothic" w:hAnsi="Letter Gothic" w:cs="Courier New"/>
          <w:b/>
          <w:sz w:val="12"/>
          <w:szCs w:val="12"/>
          <w:lang w:val="es-US"/>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lang w:val="es-US"/>
        </w:rPr>
        <w:t xml:space="preserve">               </w:t>
      </w:r>
      <w:r w:rsidRPr="004731B6">
        <w:rPr>
          <w:rFonts w:ascii="Letter Gothic" w:hAnsi="Letter Gothic" w:cs="Courier New"/>
          <w:b/>
          <w:sz w:val="12"/>
          <w:szCs w:val="12"/>
        </w:rPr>
        <w:t>Never vote (VOL.)         106       100         7       73         10         14       66       10       12        8        5        2        -       38       55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3%        1%       3%         7%        68%       7%       1%       1%       1%       1%       *%                3%       3%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    JKHIL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 response             18        17         1       17          -          -       10        6        2        -        2        -        -       11        7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(VOL.)                     *%        *%        *%       1%                             1%       1%       *%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         1         -        -          -          -        -        -        -        -        -        1        -        1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OFTVOTE-1 Page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OFTVOTE. How often would you say you vote?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REGISTERED      3936      3398       538     2731        159         21      957      977     1346      860      486      358      227     1206     2027      703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VOTERS/DON'T NEED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REGISTER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7         6         1        -          6          -        -        -        6        6        -        -        1        1        6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4%                                    *%       1%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Always/Nearly        3098      2650       448     2167        120          -      558      762     1187      763      424      341      209      911     1642      544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always                    79%       78%       83%      79%        75%                 58%      78%      88%      89%      87%      95%      92%      76%      81%      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GH       GH       GH    JKGHI       GH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Part of the           706       626        80      474         23          7      323      200      139       83       56       15       17      244      316      146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time/Seldom               18%       18%       15%      17%        15%        32%      34%      20%      10%      10%      11%       4%       8%      20%      16%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JKILM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Never vote/           132       123         9       89         16         14       76       15       20       13        7        3        1       51       68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Other/DK/Refused           3%        4%        2%       3%        10%        68%       8%       2%       1%       2%       1%       1%       1%       4%       3%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JKGHILM   JKHILM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OFTVOTE-2 Page 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OFTVOTE. How often would you say you vote?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REGISTERED      3906      3372       533     2709        159         12      951      972     1338      856      481      357      226     1197     2012      697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VOTERS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1477      1271       206     1028         63          4      282      294      581      331      250      187      107      443      741      293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Always                   1984      1677       307     1364         75          -      269      482      773      462      310      251      173      599     1046      339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51%       50%       57%      50%        47%                 28%      50%      58%      54%      64%      70%      77%      50%      52%      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GH        G      GHJ     JGHI    JKGHI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Nearly always            1110       968       142      802         44          -      289      280      411      298      113       90       34      312      593      205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28%       29%       27%      30%        28%                 30%      29%      31%      35%      24%      25%      15%      26%      29%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        M        M      KLM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Part of the time          410       365        46      295         19          -      161      112      100       60       41       15       16      132      210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11%       11%        9%      11%        12%                 17%      12%       7%       7%       8%       4%       7%      11%      10%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JKILM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Seldom                    292       261        31      180          4          7      161       88       35       23       12        -        1      112      106       74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        8%        6%       7%         3%        56%      17%       9%       3%       3%       2%                *%       9%       5%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JKIM    JKHIM     JKIM                                                     O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Never vote (VOL.)          84        78         6       51         10          5       61        4       11        8        3        -        -       28       44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2%        1%       2%         7%        44%       6%       *%       1%       1%       1%                         2%       2%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 response             18        17         1       17          -          -       10        6        2        -        2        -        -       11        7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(VOL.)                     *%        *%        *%       1%                             1%       1%       *%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         1         -        -          -          -        -        -        -        -        -        1        -        1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7         6         1        -          6          -        -        -        6        6        -        -        1        1        6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4%                                    *%       1%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OFTVOTE-2 Page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OFTVOTE. How often would you say you vote?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REGISTERED      3906      3372       533     2709        159         12      951      972     1338      856      481      357      226     1197     2012      697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VOTERS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Always/Nearly        3094      2645       448     2166        120          -      558      762     1184      760      424      341      208      911     1639      543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always                    79%       78%       84%      80%        75%                 59%      78%      88%      89%      88%      95%      92%      76%      81%      78%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GH       GH       GH    JKGHI       GH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Part of the           703       626        77      474         23          7      323      200      135       83       52       15       17      244      316      142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time/Seldom               18%       19%       14%      18%        15%        56%      34%      21%      10%      10%      11%       4%       8%      20%      16%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JKHILM    JKILM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Never vote/           109       101         8       68         16          5       71       10       19       13        5        1        1       41       56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Other/DK/Refused           3%        3%        2%       3%        10%        44%       7%       1%       1%       2%       1%       *%       1%       3%       3%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JKHILM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Q2A Page 10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 Here’s a list of activities some people might do. For each, please tell me if you have done this in the past 12 months or not. In the past 12 months, have you...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Been an active member of any group that tries to influence public policy or government, not including a political party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have done this       639       607        31      521         37         22      152      172      211      127       84       53       25      230      296      113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11%       13%        4%      14%        14%        11%       9%      12%      13%      12%      14%      13%      10%      13%      10%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have not done        4911      4175       736     3134        231        177     1452     1267     1400      911      490      336      221     1574     2508      829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this                      88%       87%       95%      85%        84%        89%      90%      88%      86%      87%      85%      86%      89%      87%      89%      88%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8         7         2        7          -          -        -        5        2        -        2        -        2        3        3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26        20         6        7          7          -        5        3        7        4        3        3        2        8       15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3%                  *%       *%       *%       *%       1%       1%       1%       *%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Q2B Page 11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 Here’s a list of activities some people might do. For each, please tell me if you have done this in the past 12 months or not. In the past 12 months, have you...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Worked with fellow citizens to solve a problem in your community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have done this      1290      1174       115     1004         37         44      349      359      382      254      127      106       33      448      610      231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23%       24%       15%      27%        14%        22%      22%      25%      24%      24%      22%      27%      13%      25%      22%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M        M        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have not done        4273      3622       650     2659        238        152     1258     1084     1230      782      448      283      215     1363     2196      713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this                      77%       75%       84%      72%        86%        77%      78%      75%      76%      75%      77%      72%      86%      75%      78%      75%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JHIL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13         9         4        6          -          2        -        -        7        6        1        3        1        4        8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1%                         *%       1%       *%       1%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10         3         6        -          -          -        3        4        2        -        2        -        -        -        8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EMINUSE Page 12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EMINUSE. Do you use the internet or email, at least occasionally?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4461      4461         -     3611        238        193     1464     1223     1223      818      405      234       76     1476     2298      687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80%       93%                98%        87%        97%      91%      84%      75%      78%      70%      60%      31%      81%      81%      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JKGHILM   JKHILM    JKILM       LM      KLM       LM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1118       346       772       56         37          6      145      225      393      224      169      156      173      337      522      258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20%        7%      100%       2%        13%         3%       9%      16%      24%      22%      29%      40%      69%      19%      19%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F       FG      FGH      FGH     FGHJ   JKFGHI  JKFGHIL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         3         -        3          -          -        -        -        3        -        3        -        -        3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         4        -          -          -        -        -        2        -        2        2        -        -        2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INTMOB Page 13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INTMOB. Do you access the internet on a cell phone, tablet or other mobile handheld device, at least occasionally?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4094      4094         -     3203        212        186     1484     1213      951      656      295      175       47     1382     2075      637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73%       85%                87%        77%        94%      92%      84%      59%      63%      51%      45%      19%      76%      74%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JKHILM   JKHILM    JKILM       LM      KLM        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1478       713       765      465         64         13      126      231      667      386      281      217      199      428      742      308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26%       15%       99%      13%        23%         6%       8%      16%      41%      37%      49%      55%      80%      24%      26%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FG      FGH      FGH     FGHJ    JFGHI  JKFGHIL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7         2         5        -          -          -        -        -        -        -        -        -        3        5        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6         -         6        -          -          -        -        4        2        -        2        -        -        -        4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1%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IUSERNW2 Page 14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COMBINED EMINUSE/INTMOB: Summary table of internet users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 internet or      4761      4761         -     3661        273        194     1550     1300     1303      882      421      276       89     1572     2442      746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email                     85%       99%               100%        99%        98%      96%      90%      80%      85%      73%      70%      36%      87%      87%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JKHILM    JKILM       LM      KLM        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General-             3794      3794         -     3153        177        185     1399     1135      871      591      280      134       34     1286     1930      577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and          68%       79%                86%        64%        93%      87%      78%      54%      57%      48%      34%      14%      71%      68%      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Email, and                                           E                JKHILM   JKHILM    JKILM       LM      KLM       LM        M                 P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Mobile-internet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General-              667       667         -      458         62          8       66       87      352      226      125      101       42      190      368      110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and          12%       14%                12%        22%         4%       4%       6%      22%      22%      22%      26%      17%      10%      13%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Email only                                                      D                                   FGH      FGH      FGH      FGH      FGH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Mobile-internet       300       300         -       50         35          1       85       78       80       65       16       42       12       96      144       60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only                   5%        6%                 1%        13%         1%       5%       5%       5%       6%       3%      11%       5%       5%       5%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F        F        F       FK             KFGHI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Do not use            824        48       776        8          2          4       60      147      317      160      158      116      160      244      380      201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or email         15%        1%      100%       *%         1%         2%       4%      10%      20%      15%      27%      30%      64%      13%      13%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FG      FGH      FGH     FGHJ    JFGHI  JKFGHIL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SNSINT Page 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SNSINT. Do you ever use a social networking site or a mobile app for social media like Facebook, Twitter or Instagram?</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3462      3462         -     2780        186        173     1382      990      766      527      239       93       28     1188     1757      517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62%       72%                76%        67%        87%      86%      68%      47%      51%      41%      24%      11%      65%      62%      55%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JKHILM    JKILM       LM      KLM       LM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2113      1340       773      884         90         26      227      454      847      515      333      299      220      626     1061      425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38%       28%      100%      24%        33%        13%      14%      31%      52%      49%      58%      76%      88%      34%      38%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FG      FGH      FGH      FGH   JKFGHI  JKFGHIL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         3         3        -          -          -        -        3        2        -        2        -        1        -        1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5         5         -        5          -          -        -        -        5        -        5        -        -        2        3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IUSERNW3 Page 16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COMBINED EMINUSE/INTMOB/SNSINT: Summary table of internet users or digital connectors, including social media app users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Internet users /     4809      4809         -     3669        275        194     1572     1303     1324      896      428      276       91     1593     2455      761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86%      100%               100%       100%        98%      98%      90%      82%      86%      74%      70%      36%      88%      87%      80%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internet,                                                            JKHILM   JKHILM     KILM       LM      KLM        M        M                 P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email, or social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media apps)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All others (Do        776         -       776        -          -          4       38      144      296      146      150      116      158      222      368      186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use internet,         14%                100%                             2%       2%      10%      18%      14%      26%      30%      64%      12%      13%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email or social                                                                                 FG      FGH       FG     FGHJ    JFGHI  JKFGHIL                         NO</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media apps)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HOME3NW Page 17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HOME3NW. Do you ever use the internet or email at HOME?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ALL             4809      4809         -     3669        275        194     1572     1303     1324      896      428      276       91     1593     2455      761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1718      1718         -     1325         99         69      471      387      571      343      228      150       50      555      858      305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4298      4298         -     3669        275        184     1444     1166     1168      775      393      222       71     1402     2247      649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89%       89%               100%       100%        95%      92%      89%      88%      86%      92%      81%      78%      88%      92%      85%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JLM      JLM        L        L                LM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lang w:val="es-US"/>
        </w:rPr>
      </w:pPr>
      <w:r w:rsidRPr="004731B6">
        <w:rPr>
          <w:rFonts w:ascii="Letter Gothic" w:hAnsi="Letter Gothic" w:cs="Courier New"/>
          <w:b/>
          <w:sz w:val="12"/>
          <w:szCs w:val="12"/>
        </w:rPr>
        <w:t xml:space="preserve">               </w:t>
      </w:r>
      <w:r w:rsidRPr="004731B6">
        <w:rPr>
          <w:rFonts w:ascii="Letter Gothic" w:hAnsi="Letter Gothic" w:cs="Courier New"/>
          <w:b/>
          <w:sz w:val="12"/>
          <w:szCs w:val="12"/>
          <w:lang w:val="es-US"/>
        </w:rPr>
        <w:t>No                        510       510         -        -          -         10      128      138      155      119       36       54       20      189      208      113</w:t>
      </w:r>
    </w:p>
    <w:p w:rsidR="00DA43F0" w:rsidRPr="004731B6" w:rsidRDefault="00DA43F0" w:rsidP="00DA43F0">
      <w:pPr>
        <w:pStyle w:val="PlainText"/>
        <w:rPr>
          <w:rFonts w:ascii="Letter Gothic" w:hAnsi="Letter Gothic" w:cs="Courier New"/>
          <w:b/>
          <w:sz w:val="12"/>
          <w:szCs w:val="12"/>
          <w:lang w:val="es-US"/>
        </w:rPr>
      </w:pPr>
      <w:r w:rsidRPr="004731B6">
        <w:rPr>
          <w:rFonts w:ascii="Letter Gothic" w:hAnsi="Letter Gothic" w:cs="Courier New"/>
          <w:b/>
          <w:sz w:val="12"/>
          <w:szCs w:val="12"/>
          <w:lang w:val="es-US"/>
        </w:rPr>
        <w:t xml:space="preserve">                                         11%       11%                                       5%       8%      11%      12%      13%       8%      19%      22%      12%       8%      15%</w:t>
      </w:r>
    </w:p>
    <w:p w:rsidR="00DA43F0" w:rsidRPr="004731B6" w:rsidRDefault="00DA43F0" w:rsidP="00DA43F0">
      <w:pPr>
        <w:pStyle w:val="PlainText"/>
        <w:rPr>
          <w:rFonts w:ascii="Letter Gothic" w:hAnsi="Letter Gothic" w:cs="Courier New"/>
          <w:b/>
          <w:sz w:val="12"/>
          <w:szCs w:val="12"/>
          <w:lang w:val="es-US"/>
        </w:rPr>
      </w:pPr>
      <w:r w:rsidRPr="004731B6">
        <w:rPr>
          <w:rFonts w:ascii="Letter Gothic" w:hAnsi="Letter Gothic" w:cs="Courier New"/>
          <w:b/>
          <w:sz w:val="12"/>
          <w:szCs w:val="12"/>
          <w:lang w:val="es-US"/>
        </w:rPr>
        <w:t xml:space="preserve">                                                                                                                                 FG             KFGHI      KFG                          O</w:t>
      </w:r>
    </w:p>
    <w:p w:rsidR="00DA43F0" w:rsidRPr="004731B6" w:rsidRDefault="00DA43F0" w:rsidP="00DA43F0">
      <w:pPr>
        <w:pStyle w:val="PlainText"/>
        <w:rPr>
          <w:rFonts w:ascii="Letter Gothic" w:hAnsi="Letter Gothic" w:cs="Courier New"/>
          <w:b/>
          <w:sz w:val="12"/>
          <w:szCs w:val="12"/>
          <w:lang w:val="es-US"/>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lang w:val="es-US"/>
        </w:rPr>
        <w:t xml:space="preserve">               </w:t>
      </w:r>
      <w:r w:rsidRPr="004731B6">
        <w:rPr>
          <w:rFonts w:ascii="Letter Gothic" w:hAnsi="Letter Gothic" w:cs="Courier New"/>
          <w:b/>
          <w:sz w:val="12"/>
          <w:szCs w:val="12"/>
        </w:rPr>
        <w:t>Don't know (VOL.)           2         2         -        -          -          -        -        -        2        2        -        -        -        2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BBHOME1 Page 18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BBHOME1. Is your internet connection AT HOME through a slow-speed link such as dial-up... OR do you have a high-speed, broadband link?</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4298      4298         -     3669        275        184     1444     1166     1168      775      393      222       71     1402     2247      649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INTERNET 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HOME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1544      1544         -     1325         99         64      431      348      513      303      210      128       41      492      787      265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Slow-speed/Dial-up        275       275         -        -        275         15       99       56       69       43       26       19       16      111      141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6%                          100%         8%       7%       5%       6%       6%       7%       8%      22%       8%       6%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High-speed/              3669      3669         -     3669          -        147     1196     1055     1011      683      328      181       47     1186     1934      549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Broadband                 85%       85%               100%                   80%      83%      90%      87%      88%      84%      81%      66%      85%      86%      85%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KGLM        M       GM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Both Slow-speed/            7         7         -        -          -          2        -        -        5        1        4        -        -        6        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Dial-up and High-          *%        *%                                       1%                         *%       *%       1%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speed/Broadband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Access internet            81        81         -        -          -          9       46       14        9        6        3        2        -       19       40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only using cell            2%        2%                                       5%       3%       1%       1%       1%       1%       1%                1%       2%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phone or tablet                                                                      JKIL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home internet           77        77         -        -          -          -       37       20       18       11        7        2        -       27       41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access (VOL.)              2%        2%                                                3%       2%       2%       1%       2%       1%                2%       2%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163       163         -        -          -         10       52       14       55       31       23       19        8       36       82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4%                                       5%       4%       1%       5%       4%       6%       9%      12%       3%       4%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H        H        H       GH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26        26         -        -          -          -       13        7        1        -        1        -        -       16        7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1%       *%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BBHOME1 Page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BBHOME1. Is your internet connection AT HOME through a slow-speed link such as dial-up... OR do you have a high-speed, broadband link?</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4298      4298         -     3669        275        184     1444     1166     1168      775      393      222       71     1402     2247      649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INTERNET 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HOME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Slow speed/Both       282       282         -        -        275         17       99       56       74       44       30       19       16      117      142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slow speed and high        7%        7%                          100%         9%       7%       5%       6%       6%       8%       8%      22%       8%       6%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speed                                                                                                                                     JKGHI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High speed/Both      3676      3676         -     3669          -        150     1196     1055     1016      684      332      181       47     1192     1935      549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slow speed and high       86%       86%               100%                   81%      83%      90%      87%      88%      85%      81%      66%      85%      86%      85%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speed                                                                                          GLM        M       GM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DEVICE1A Page 20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DEVICE1A. Next, do you have a cell phone, or not?</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5124      4590       534     3526        255        189     1591     1372     1455      947      508      315      152     1699     2601      824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92%       95%       69%      96%        93%        95%      99%      95%      90%      91%      88%      80%      61%      94%      92%      87%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KILM   JKHILM    JKILM       LM       LM       LM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459       219       240      143         20          9       19       75      166       95       70       77       96      117      221      122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        5%       31%       4%         7%         5%       1%       5%      10%       9%      12%      20%      38%       6%       8%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FGH       GH      FGH   JKFGHI  JKFGHIL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         -         2        -          -          -        -        -        -        -        -        -        2        -        -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SMART1 Page 21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SMART1. Some cell phones are called “smartphones” because of certain features they have. Is your cell phone a smartphone such as an iPhone, Android, Blackberry or Windows phone, or are you not sure?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CELL PHONE      5124      4590       534     3526        255        189     1591     1372     1455      947      508      315      152     1699     2601      824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OWNERS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1900      1669       231     1293         94         68      479      410      644      370      274      185       91      607      942      351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smartphone          3754      3692        63     3023        174        174     1425     1149      834      566      268      121       22     1241     1954      559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73%       80%       12%      86%        68%        92%      90%      84%      57%      60%      53%      38%      14%      73%      75%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JKHILM   JKHILM    JKILM       LM       LM       LM        M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not a                1077       688       389      427         41          5       95      163      540      331      209      153      105      322      531      224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smartphone                21%       15%       73%      12%        16%         3%       6%      12%      37%      35%      41%      49%      69%      19%      20%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FG      FGH      FGH      FGH    JFGHI  JKFGHIL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sure/Don't know       281       204        77       76         40          9       68       60       76       50       26       41       24      129      114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        4%       14%       2%        16%         5%       4%       4%       5%       5%       5%      13%      16%       8%       4%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JKFGHI   JKFGHI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12         7         6        -          -          -        3        -        5        -        5        -        1        7        4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1%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SMARTPHONE Page 22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SMARTPHONE. Summary table: Have a smartphone or not</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Cell, smartphone         3754      3692        63     3023        174        174     1425     1149      834      566      268      121       22     1241     1954      559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67%       77%        8%      82%        63%        88%      89%      79%      51%      54%      46%      31%       9%      68%      69%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JKHILM   JKHILM    JKILM       LM       LM       LM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Cell, not a              1370       898       472      502         81         15      166      223      621      381      240      195      130      458      648      264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smartphone                25%       19%       61%      14%        29%         7%      10%      15%      38%      37%      41%      50%      52%      25%      23%      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FG      FGH      FGH      FGH    JFGHI    JFGHI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cell/                  461       219       241      143         20          9       19       75      166       95       70       77       97      117      221      123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Undesignated cell          8%        5%       31%       4%         7%         5%       1%       5%      10%       9%      12%      20%      39%       6%       8%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FGH       GH      FGH   JKFGHI  JKFGHIL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DEVICE1B Page 23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DEVICE1. Please tell me if you happen to have each of the following items, or not. Do you have...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A handheld device made primarily for e-book reading, such as a Nook or Kindle e-reader but NOT a Kindle Fire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527       509        18      444         25         23      137      156      147       90       57       43       15      175      264       88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       21%        5%      25%        17%        24%      17%      21%      18%      18%      20%      23%      13%      19%      19%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2217      1849       368     1341        122         73      646      581      645      417      228      149       98      721     1104      392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80%       78%       95%      75%        83%        76%      82%      78%      81%      82%      79%      77%      86%      80%      80%      81%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17        16         1        8          -          -        9        4        3        -        3        -        1        9        8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       *%                             1%       *%       *%                1%                1%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         -         2        -          -          -        -        -        2        -        2        -        -        -        -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1%                                                        *%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DEVICE1C Page 24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DEVICE1. Please tell me if you happen to have each of the following items, or not. Do you have...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A tablet computer like an iPad, Samsung Galaxy Tab, Google Nexus, or Kindle Fire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1249      1236        13     1056         56         52      413      408      299      179      120       56       18      383      694      172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45%       52%        3%      59%        38%        54%      52%      55%      37%      35%      41%      29%      15%      42%      50%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LM     JILM    JKILM        M        M        M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1500      1123       376      727         90         45      379      324      493      324      169      136       96      515      681      303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54%       47%       97%      41%        62%        46%      48%      44%      62%      64%      58%      71%      85%      57%      49%      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GH       GH        H      FGH   JKFGHI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8         8         -        5          -          -        -        3        6        4        2        -        -        3        2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1%       1%       1%                         *%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6         6         -        6          -          -        -        6        -        -        -        -        -        3        -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DEVICE1D Page 25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DEVICE1. Please tell me if you happen to have each of the following items, or not. Do you have...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A desktop or laptop computer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2021      1956        65     1626        123         87      610      597      557      350      207      102       46      621     1076      324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73%       82%       17%      91%        84%        90%      77%      81%      70%      69%      71%      53%      41%      69%      78%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JKGILM       LM     JILM       LM       LM       LM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740       416       324      164         24         10      182      141      240      156       84       90       68      283      301      155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27%       18%       83%       9%        16%        10%      23%      19%      30%      31%      29%      47%      59%      31%      22%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                FH       FH       FH   JKFGHI   JKFGHI        O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3         3         -        3          -          -        -        3        -        -        -        -        -        -        -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DEVICE1E Page 26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DEVICE1. Please tell me if you happen to have each of the following items, or not. Do you have...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A game console like Xbox or Play Station</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1146      1100        46      952         45         71      472      360      224      169       56       11        5      381      603      162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41%       45%       12%      51%        35%        69%      58%      51%      27%      32%      19%       5%       3%      42%      42%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JKHILM    JKILM    JKILM       LM      KLM       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1662      1328       335      921         83         31      342      347      597      365      232      190      125      526      834      302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59%       55%       87%      49%        65%        31%      42%      49%      73%      68%      81%      95%      93%      58%      58%      65%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F      FGH      FGH     FGHJ   JKFGHI   JKFGHI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9         3         6        3          -          -        3        -        1        1        -        -        5        -        8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2%       *%                             *%                *%       *%                         4%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          -          -        -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DEVICE1F Page 27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DEVICE1. Please tell me if you happen to have each of the following items, or not. Do you have...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An iPod or other MP3 player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1144      1129        15     1004         32         55      416      357      263      202       62       28       11      401      603      140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41%       46%        4%      54%        25%        53%      51%      50%      32%      38%      21%      14%       8%      44%      42%      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KILM    JKILM    JKILM       LM      KLM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1673      1304       370      872         96         48      401      350      558      333      225      169      124      509      839      325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59%       54%       96%      46%        74%        47%      49%      50%      68%      62%      78%      85%      92%      56%      58%      70%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FGH       GH     FGHJ    JFGHI   JKFGHI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4         1         3        -          1          -        -        -        1        -        1        3        -        1        3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1%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DEVICE1G Page 28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DEVICE1. Please tell me if you happen to have each of the following items, or not. Do you have...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A portable gaming device like a PSP or Sega Genesis game player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398       389         9      319         29         27      170      111       83       62       20        7        -      126      214       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16%        2%      17%        23%        26%      21%      16%      10%      12%       7%       4%               14%      15%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KIL     JKIL       KL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2411      2033       378     1548         95         75      644      590      739      473      266      192      134      779     1225      406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85%       83%       98%      83%        74%        74%      79%      84%      90%      88%      93%      96%      99%      86%      85%      87%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FG        G      FGH    JFGHI   JKFGHI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10        10         -        9          1          -        -        5        1        -        1        1        1        3        6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1%       *%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3         3         -        -          3          -        3        -        -        -        -        -        -        3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2%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DEVICE1SUM Page 29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DEVICE1SUM. Please tell me if you happen to have each of the following items, or not. Do you have... [INSERT ITEMS IN ORDER]?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TOTAL OR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FORM SPLIT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cell phone             5124      4590       534     3526        255        189     1591     1372     1455      947      508      315      152     1699     2601      824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(DEVICE1a)                92%       95%       69%      96%        93%        95%      99%      95%      90%      91%      88%      80%      61%      94%      92%      87%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KILM   JKHILM    JKILM       LM       LM       LM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desktop or laptop      2021      1956        65     1626        123         87      610      597      557      350      207      102       46      621     1076      324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computer (d)              73%       82%       17%      91%        84%        90%      77%      81%      70%      69%      71%      53%      41%      69%      78%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JKGILM       LM     JILM       LM       LM       LM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tablet computer        1249      1236        13     1056         56         52      413      408      299      179      120       56       18      383      694      172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like an iPad,             45%       52%        3%      59%        38%        54%      52%      55%      37%      35%      41%      29%      15%      42%      50%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Samsung Galaxy Tab,                   C                  E                    LM     JILM    JKILM        M        M        M                                  NP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Google Nexus,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Kindle Fire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game console like      1146      1100        46      952         45         71      472      360      224      169       56       11        5      381      603      162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Xbox or Play              41%       45%       12%      51%        35%        69%      58%      51%      27%      32%      19%       5%       3%      42%      42%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Station (e)                           C                  E                JKHILM    JKILM    JKILM       LM      KLM       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An iPod or other         1144      1129        15     1004         32         55      416      357      263      202       62       28       11      401      603      140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MP3 player (f)            41%       46%        4%      54%        25%        53%      51%      50%      32%      38%      21%      14%       8%      44%      42%      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KILM    JKILM    JKILM       LM      KLM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handheld device         527       509        18      444         25         23      137      156      147       90       57       43       15      175      264       88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made primarily for        19%       21%        5%      25%        17%        24%      17%      21%      18%      18%      20%      23%      13%      19%      19%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e-book reading,                       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such as a Nook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Kindle e-reader but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 Kindle Fire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DEVICE1SUM Page 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DEVICE1SUM. Please tell me if you happen to have each of the following items, or not. Do you have... [INSERT ITEMS IN ORDER]?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TOTAL OR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FORM SPLIT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portable gaming         398       389         9      319         29         27      170      111       83       62       20        7        -      126      214       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device like a PSP         14%       16%        2%      17%        23%        26%      21%      16%      10%      12%       7%       4%               14%      15%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Sega Genesis                       C                                      KIL     JKIL       KL        L        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game player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ACT112 Page 31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2374      2374         -     1793        147         96      780      671      639      417      221      127       42      780     1203      391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867       867         -      670         49         32      240      209      286      170      116       71       21      278      431      158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Act112. Use Twitter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567       567         -      497         44         51      234      204       64       40       24        9        5      247      262       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24%       24%                28%        30%        52%      30%      30%      10%      10%      11%       7%      11%      32%      22%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JKGHILM    JKILM    JKILM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1807      1807         -     1296        102         46      546      467      575      377      198      118       38      533      941      333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76%       76%                72%        70%        48%      70%      70%      90%      90%      89%      93%      89%      68%      78%      85%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      FGH      FGH      FGH      FGH      FGH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ACT124 Page 32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2374      2374         -     1793        147         96      780      671      639      417      221      127       42      780     1203      391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867       867         -      670         49         32      240      209      286      170      116       71       21      278      431      158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Act124. Use Instagram</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685       685         -      559         52         64      374      180       65       43       22        2        -      263      349       72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29%       29%                31%        35%        66%      48%      27%      10%      10%      10%       1%               34%      29%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    JKHIL     JKIL        L        L        L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1683      1683         -     1228         95         32      406      491      568      374      193      125       42      517      848      319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71%       71%                68%        65%        34%      52%      73%      89%      90%      87%      99%     100%      66%      70%      82%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FG      FGH      FGH      FGH   JKFGHI   JKFGHI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         6         -        6          -          -        -        -        6        -        6        -        -        -        6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3%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ACT125 Page 33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2374      2374         -     1793        147         96      780      671      639      417      221      127       42      780     1203      391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867       867         -      670         49         32      240      209      286      170      116       71       21      278      431      158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Act125. Use Pinterest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715       715         -      615         31         25      288      234      147       98       49       21        -      205      397      114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30%       30%                34%        21%        26%      37%      35%      23%      23%      22%      17%               26%      33%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JKIL     JKIL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1635      1635         -     1162        114         71      487      435      485      318      167       99       39      572      789      274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69%       69%                65%        77%        74%      62%      65%      76%      76%      75%      78%      92%      73%      66%      70%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GH       GH        G       GH       GH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21        21         -       13          2          -        5        -        8        2        6        5        3        3       15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1%                  1%                1%       1%       3%       4%       8%       *%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3         3         -        3          -          -        -        2        -        -        -        1        -        1        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ACT135 Page 34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2374      2374         -     1793        147         96      780      671      639      417      221      127       42      780     1203      391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867       867         -      670         49         32      240      209      286      170      116       71       21      278      431      158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Act135. Use Facebook</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1704      1704         -     1352        107         69      638      524      398      264      134       51       12      579      861      264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72%       72%                75%        73%        71%      82%      78%      62%      63%      61%      40%      27%      74%      72%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LM    JKILM    JKILM       LM       LM       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671       671         -      441         40         28      142      147      241      153       87       75       31      202      342      127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28%       28%                25%        27%        29%      18%      22%      38%      37%      39%      60%      73%      26%      28%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GH       GH       GH   JKFGHI   JKFGHI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ACT126 Page 35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2374      2374         -     1793        147         96      780      671      639      417      221      127       42      780     1203      391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867       867         -      670         49         32      240      209      286      170      116       71       21      278      431      158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Act126. Play video games on a computer, TV, game console, or portable device like a cell phone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1209      1209         -      956         60         68      472      342      269      185       84       34       17      408      604      197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51%       51%                53%        41%        70%      60%      51%      42%      44%      38%      27%      40%      52%      50%      50%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JKIL       KL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1163      1163         -      838         87         29      307      329      370      232      137       92       25      372      597      194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49%       49%                47%        59%        30%      39%      49%      58%      56%      62%      73%      60%      48%      50%      50%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FG       FG      FGH    JFGHI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         2         -        -          -          -        2        -        -        -        -        -        -        -        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ACT136 Page 36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2435      2435         -     1876        129         98      792      632      685      479      207      149       48      813     1252      370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851       851         -      655         50         37      231      178      285      173      112       79       29      277      427      147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Act136. Use LinkedIn</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596       596         -      550          9          4      186      209      168      124       44       14        6      240      313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24%       24%                29%         7%         4%      23%      33%      25%      26%      21%       9%      12%      29%      25%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FL    KFGLM       FL       FL       FL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1815      1815         -     1310        119         94      603      415      505      343      162      136       42      568      921      327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75%       75%                70%        93%        96%      76%      66%      74%      72%      79%      91%      88%      70%      74%      88%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JKGHI        H                                   H    JKGHI        H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23        23         -       15          -          -        3        8       12       12        -        -        -        5       18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       1%       2%       3%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ACT123 Page 37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2435      2435         -     1876        129         98      792      632      685      479      207      149       48      813     1252      370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851       851         -      655         50         37      231      178      285      173      112       79       29      277      427      147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Act123. Use Tumblr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267       267         -      229         12         32      134       71       27       20        7        3        -      139      114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11%       11%                12%         9%        33%      17%      11%       4%       4%       3%       2%               17%       9%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     JKIL     JKIL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2138      2138         -     1628        116         66      658      544      651      452      199      145       48      659     1123      357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88%       88%                87%        90%        67%      83%      86%      95%      94%      96%      97%     100%      81%      90%      96%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FGH      FGH      FGH      FGH    JFGHI                 N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26        26         -       19          1          -        -       17        8        7        1        1        -       11       15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1%                           3%       1%       1%       *%       1%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          -          -        -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ACT122 Page 38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2435      2435         -     1876        129         98      792      632      685      479      207      149       48      813     1252      370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851       851         -      655         50         37      231      178      285      173      112       79       29      277      427      147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Act122. Use Google-Plus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893       893         -      732         36         46      285      280      237      163       74       37        3      356      412      126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37%       37%                39%        28%        47%      36%      44%      35%      34%      36%      24%       6%      44%      33%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LM        M       LM        M        M        M        M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1507      1507         -     1128         83         52      498      350      430      298      132      109       44      448      819      241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62%       62%                60%        65%        53%      63%      55%      63%      62%      64%      73%      92%      55%      65%      65%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JKFGHIL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31        31         -       15         10          -        5        3       18       17        1        4        1        9       18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7%                  1%       *%       3%       4%       *%       3%       2%       1%       1%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GH      GHK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          -          -        4        -        -        -        -        -        -        -        4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ACT137 Page 39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2435      2435         -     1876        129         98      792      632      685      479      207      149       48      813     1252      370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851       851         -      655         50         37      231      178      285      173      112       79       29      277      427      147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Act137. Read or comment in a discussion forum like Reddit or Digg or Slashdot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375       375         -      320         28         22      185       68       83       51       31       11        2      152      188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       15%                17%        22%        22%      23%      11%      12%      11%      15%       7%       4%      19%      15%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LM    JHILM                                   M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2043      2043         -     1547        100         76      607      556      599      427      172      139       45      654     1060      329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84%       84%                82%        78%        78%      77%      88%      87%      89%      83%      93%      94%      81%      85%      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G               KFG        G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12        12         -        9          1          -        -        8        3        -        3        -        1        3        4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         1%                           1%       *%                2%                2%       *%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          -          -        -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ACT127 Page 40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2435      2435         -     1876        129         98      792      632      685      479      207      149       48      813     1252      370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851       851         -      655         50         37      231      178      285      173      112       79       29      277      427      147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Act127. Use messaging apps like WhatsApp or Kik or iMessage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750       750         -      612         38         73      345      207      112       87       25        9        4      310      383       57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31%       31%                33%        29%        74%      44%      33%      16%      18%      12%       6%       9%      38%      31%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JKGHILM   JKHILM    JKILM        L        L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1672      1672         -     1252         91         25      443      423      569      387      181      140       42      499      860      313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69%       69%                67%        71%        26%      56%      67%      83%      81%      88%      94%      87%      61%      69%      85%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FG      FGH      FGH      FGH    JFGHI      FGH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8         8         -        8          -          -        -        2        4        4        -        -        2        -        8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1%       1%                         5%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4          -          -        4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ACT128 Page 41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WEB1-A.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2435      2435         -     1876        129         98      792      632      685      479      207      149       48      813     1252      370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851       851         -      655         50         37      231      178      285      173      112       79       29      277      427      147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Act128. Use an app that automatically deletes the messages you send like Snapchat or Wickr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do this              400       400         -      350         12         67      254       52       21        8       12        3        3      182      178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16%                19%        10%        69%      32%       8%       3%       2%       6%       2%       6%      22%      14%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JKGHILM   JKHILM      JIL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do not do this       2015      2015         -     1518        115         30      530      580      658      464      193      146       44      626     1062      327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83%       83%                81%        90%        31%      67%      92%      96%      97%      94%      98%      92%      77%      85%      88%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FG       FG      FGH       FG      FGH       FG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16        16         -        7          1          -        8        -        7        6        1        -        1        1       12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         1%                  1%                1%       1%       1%                2%       *%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          -          -        -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ACTSUM Page 42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ACTSUM.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DO THIS"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4809      4809         -     3669        275        194     1572     1303     1324      896      428      276       91     1593     2455      761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1718      1718         -     1325         99         69      471      387      571      343      228      150       50      555      858      305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Facebook             1704      1704         -     1352        107         69      638      524      398      264      134       51       12      579      861      264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(ACT135)                  72%       72%                75%        73%        71%      82%      78%      62%      63%      61%      40%      27%      74%      72%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LM    JKILM    JKILM       LM       LM       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Play video games on      1209      1209         -      956         60         68      472      342      269      185       84       34       17      408      604      197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computer, TV,           51%       51%                53%        41%        70%      60%      51%      42%      44%      38%      27%      40%      52%      50%      50%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game console, or                                                          JKHILM     JKIL       KL        L        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portable device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like a cell phone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(ACT126)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Google-Plus           893       893         -      732         36         46      285      280      237      163       74       37        3      356      412      126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(ACT122)                  37%       37%                39%        28%        47%      36%      44%      35%      34%      36%      24%       6%      44%      33%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LM        M       LM        M        M        M        M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messaging apps        750       750         -      612         38         73      345      207      112       87       25        9        4      310      383       57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like WhatsApp or          31%       31%                33%        29%        74%      44%      33%      16%      18%      12%       6%       9%      38%      31%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Kik or iMessage                                                          JKGHILM   JKHILM    JKILM        L        L                                   P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(ACT127)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Pinterest             715       715         -      615         31         25      288      234      147       98       49       21        -      205      397      114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(ACT125)                  30%       30%                34%        21%        26%      37%      35%      23%      23%      22%      17%               26%      33%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JKIL     JKIL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Instagram             685       685         -      559         52         64      374      180       65       43       22        2        -      263      349       72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(ACT124)                  29%       29%                31%        35%        66%      48%      27%      10%      10%      10%       1%               34%      29%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    JKHIL     JKIL        L        L        L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ACTSUM Page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ACTSUM. Please tell me if you ever use the internet or a mobile app to do any of the following things. Do you ever use the internet or a mobile app to...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DO THIS"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4809      4809         -     3669        275        194     1572     1303     1324      896      428      276       91     1593     2455      761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LinkedIn              596       596         -      550          9          4      186      209      168      124       44       14        6      240      313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(ACT136)                  24%       24%                29%         7%         4%      23%      33%      25%      26%      21%       9%      12%      29%      25%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FL    KFGLM       FL       FL       FL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Twitter               567       567         -      497         44         51      234      204       64       40       24        9        5      247      262       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(ACT112)                  24%       24%                28%        30%        52%      30%      30%      10%      10%      11%       7%      11%      32%      22%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JKGHILM    JKILM    JKILM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an app that           400       400         -      350         12         67      254       52       21        8       12        3        3      182      178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automatically             16%       16%                19%        10%        69%      32%       8%       3%       2%       6%       2%       6%      22%      14%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deletes the                                              E               JKGHILM   JKHILM      JIL                                                    OP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messages you send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like Snapchat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Wickr (ACT128)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Read or comment in        375       375         -      320         28         22      185       68       83       51       31       11        2      152      188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discussion forum        15%       15%                17%        22%        22%      23%      11%      12%      11%      15%       7%       4%      19%      15%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like Reddit or Digg                                                           LM    JHILM                                   M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Slashdot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(ACT137)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Tumblr (ACT123)       267       267         -      229         12         32      134       71       27       20        7        3        -      139      114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11%       11%                12%         9%        33%      17%      11%       4%       4%       3%       2%               17%       9%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     JKIL     JKIL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SNS2A Page 44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567       567         -      497         44         51      234      204       64       40       24        9        5      247      262       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TWITTER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193       193         -      171         14         18       72       64       30       18       12        6        2       83       89       21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Twitter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Several times a day       142       142         -      126         14         15       77       43        7        6        1        -        -       63       69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25%       25%                25%        31%        29%      33%      21%      11%      14%       6%                        25%      26%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About once a day           77        77         -       69          8          8       26       27       13        8        5        1        2       37       31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14%                14%        18%        16%      11%      13%      20%      19%      21%      11%      42%      15%      12%      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few times a week        128       128         -      117          9         19       47       51       10        7        3        2        -       61       57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23%       23%                23%        20%        37%      20%      25%      16%      17%      13%      18%               25%      22%      17%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Every few weeks            88        88         -       73          3          6       36       33       10        1        9        4        -       41       39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16%                15%         7%        11%      15%      16%      16%       3%      38%      42%               17%      15%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often                125       125         -      107         11          -       49       47       22       17        5        3        3       46       61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22%       22%                22%        24%                 21%      23%      35%      42%      23%      29%      58%      18%      23%      31%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         6         -        3          -          3        -        3        -        -        -        -        -        -        3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7%                1%                                                             1%       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         2         -        2          -          -        -        -        2        2        -        -        -        -        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3%       5%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SNS2A Page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567       567         -      497         44         51      234      204       64       40       24        9        5      247      262       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TWITTER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Daily                 219       219         -      195         22         23      103       70       20       13        6        1        2      100      100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39%       39%                39%        49%        45%      44%      34%      31%      33%      27%      11%      42%      40%      38%      33%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Weekly or less        340       340         -      297         23         24      131      131       42       25       17        8        3      148      157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60%       60%                60%        51%        48%      56%      64%      66%      62%      73%      89%      58%      60%      60%      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SNS2B Page 46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685       685         -      559         52         64      374      180       65       43       22        2        -      263      349       72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INSTAGRAM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219       219         -      181         16         22      112       55       29       18       11        1        -       86      110       23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Instagram</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Several times a day       239       239         -      202         14         23      147       59        9        7        2        2        -      107      111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35%       35%                36%        26%        35%      39%      33%      13%      15%       9%     100%               40%      32%      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       KI                              JKFGHI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About once a day          166       166         -      139         14         17       97       47        6        6        -        -        -       52       95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24%       24%                25%        28%        26%      26%      26%       9%      13%                                 20%      27%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        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few times a week        123       123         -       88          9         16       51       36       20       18        2        -        -       54       56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18%                16%        16%        25%      14%      20%      31%      41%      11%                        20%      16%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Every few weeks            69        69         -       65          -          5       46        9       10        -       10        -        -       16       44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10%       10%                12%                    7%      12%       5%      15%               44%                         6%      13%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often                 83        83         -       63         13          4       30       30       19       11        8        -        -       32       41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12%                11%        25%         6%       8%      16%      30%      26%      36%                        12%      12%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         3         -        -          3          -        3        -        -        -        -        -        -        3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5%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         2         -        2          -          -        -        -        2        2        -        -        -        -        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3%       4%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SNS2B Page 47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685       685         -      559         52         64      374      180       65       43       22        2        -      263      349       72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INSTAGRAM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Daily                 405       405         -      341         28         39      244      106       14       12        2        2        -      159      206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59%       59%                61%        54%        62%      65%      59%      22%      28%       9%     100%               60%      59%      55%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      JKI      JKI                              JKFGHI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Weekly or less        276       276         -      216         21         24      128       75       49       29       20        -        -      102      141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40%       40%                39%        41%        38%      34%      41%      75%      67%      91%                        39%      40%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FGH        G      FGH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SNS2C Page 48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715       715         -      615         31         25      288      234      147       98       49       21        -      205      397      114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PINTEREST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234       234         -      207          8          9       79       70       65       38       27       11        -       68      127       39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Pinterest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Several times a day       112       112         -      106          3          8       48       53        3        -        3        -        -       33       64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16%                17%        10%        32%      17%      23%       2%                6%                        16%      16%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        I       KI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About once a day           89        89         -       71          4          6       41       29       13        5        8        -        -       15       53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12%                12%        14%        26%      14%      12%       9%       6%      16%                         7%      13%      19%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few times a week        196       196         -      161         11          5       75       55       53       37       16        7        -       62      103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27%       27%                26%        34%        22%      26%      24%      36%      38%      33%      34%               30%      26%      27%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Every few weeks           121       121         -      107          -          2       34       49       31       17       14        5        -       24       72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17%                17%                    8%      12%      21%      21%      17%      29%      25%               12%      18%      22%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often                188       188         -      163         13          3       86       44       46       38        8        9        -       62      105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26%       26%                27%        42%        13%      30%      19%      32%      39%      17%      42%               30%      26%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4         4         -        4          -          -        -        4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2%                                                    2%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4          -          -        4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2%                                                             2%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SNS2C Page 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715       715         -      615         31         25      288      234      147       98       49       21        -      205      397      114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PINTEREST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Daily                 202       202         -      177          7         14       89       82       16        5       11        -        -       48      117       37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28%       28%                29%        24%        58%      31%      35%      11%       6%      22%                        24%      29%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       JI       JI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Weekly or less        506       506         -      431         24         11      195      148      131       92       38       21        -      148      280       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71%       71%                70%        76%        42%      68%      63%      89%      94%      78%     100%               73%      71%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FGH      FGH             KFGHI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SNS2D Page 50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596       596         -      550          9          4      186      209      168      124       44       14        6      240      313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LINKEDIN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212       212         -      197          5          1       54       63       77       51       26        8        5       85      106       21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LinkedIn</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Several times a day        52        52         -       41          -          -       22       24        6        6        -        -        -       18       27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        9%                 7%                            12%      11%       4%       5%                                  7%       9%      14%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About once a day           79        79         -       68          1          -       29       29       17       17        -        3        1       37       38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13%       13%                12%        11%                 16%      14%      10%      14%               22%      17%      15%      12%      10%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few times a week        176       176         -      170          4          4       49       48       64       49       15        7        4       63      107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30%       30%                31%        43%       100%      27%      23%      38%      40%      33%      52%      66%      26%      34%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Every few weeks           147       147         -      139          4          -       49       60       32       23        9        3        -       64       67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25%       25%                25%        47%                 26%      29%      19%      18%      20%      19%               27%      21%      36%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often                129       129         -      123          -          -       34       45       46       28       18        1        1       45       73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22%       22%                22%                            18%      22%      28%      23%      41%       7%      17%      19%      23%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         6         -        6          -          -        -        3        3        -        3        -        -        6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2%       1%                6%                         2%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7         7         -        3          -          -        3        -        -        -        -        -        -        7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2%                                                             3%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SNS2D Page 51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596       596         -      550          9          4      186      209      168      124       44       14        6      240      313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LINKEDIN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Daily                 131       131         -      108          1          -       51       52       23       23        -        3        1       55       66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22%       22%                20%        11%                 27%      25%      14%      19%               22%      17%      23%      21%      24%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Weekly or less        452       452         -      433          8          4      131      153      142      100       42       11        5      172      247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76%       76%                79%        89%       100%      71%      73%      85%      81%      94%      78%      83%      72%      79%      76%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JGHI                                           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SNS2E Page 52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1704      1704         -     1352        107         69      638      524      398      264      134       51       12      579      861      264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FACEBOOK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600       600         -      487         33         23      196      162      179      110       69       28        7      196      302      102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Facebook</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Several times a day       719       719         -      612         40         13      322      239      127       92       36       12        2      274      337      108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42%       42%                45%        37%        20%      51%      46%      32%      35%      26%      23%      17%      47%      39%      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JKFILM     KFIL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About once a day          457       457         -      357         24         21      188      127      100       54       46       17        6      155      219       83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27%       27%                26%        23%        30%      30%      24%      25%      20%      34%      32%      48%      27%      25%      31%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few times a week        374       374         -      282         29         28       93      119      113       77       36       13        1      105      214       55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22%       22%                21%        27%        41%      15%      23%      28%      29%      27%      26%       9%      18%      25%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Every few weeks            71        71         -       47          6          3       16       17       28       16       12        7        -       23       38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4%                 3%         6%         4%       3%       3%       7%       6%       9%      14%                4%       4%       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often                 83        83         -       54          7          4       18       24       31       26        5        2        3       22       53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        5%                 4%         7%         5%       3%       5%       8%      10%       4%       5%      26%       4%       6%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SNS2E Page 53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1704      1704         -     1352        107         69      638      524      398      264      134       51       12      579      861      264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FACEBOOK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Daily                1176      1176         -      969         64         34      510      365      227      145       82       28        8      429      556      191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69%       69%                72%        60%        50%      80%      70%      57%      55%      61%      55%      65%      74%      65%      72%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JKFHIL       JI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Weekly or less        527       527         -      383         43         35      127      159      172      119       53       23        4      149      305       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31%       31%                28%        40%        50%      20%      30%      43%      45%      39%      45%      35%      26%      35%      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GH       GH        G        G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SNS2F Page 54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267       267         -      229         12         32      134       71       27       20        7        3        -      139      114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TUMBLR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79        79         -       68          4         11       36       19       11        7        4        2        -       38       35        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Tumblr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Several times a day        57        57         -       43          4          6       33       12        6        6        -        -        -       29       23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21%       21%                19%        33%        20%      25%      17%      21%      27%                                 21%      21%      35%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About once a day           22        22         -       17          5         10        5        4        2        2        -        -        -       16        4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        8%                 8%        40%        33%       4%       6%       9%      12%                                 12%       3%      20%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few times a week         56        56         -       56          -          3       29       20        3        3        -        -        -       26       30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21%       21%                24%                   11%      22%      29%      11%      15%                                 19%      26%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Every few weeks            49        49         -       46          3          5       29       12        3        3        -        -        -       29       19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18%                20%        27%        17%      22%      17%       9%      12%                                 21%      17%      12%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often                 81        81         -       66          -          6       38       22       14        7        7        2        -       40       37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30%       30%                29%                   20%      28%      31%      50%      34%     100%      65%               28%      33%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FGHJ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         1         -        1          -          -        -        -        -        -        -        1        -        -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35%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SNS2F Page 55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267       267         -      229         12         32      134       71       27       20        7        3        -      139      114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TUMBLR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Daily                  79        79         -       60          9         17       38       17        8        8        -        -        -       45       27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30%       30%                26%        73%        52%      28%      23%      29%      39%                                 32%      24%      55%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Weekly or less        186       186         -      168          3         15       96       54       19       12        7        2        -       94       86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70%       70%                73%        27%        48%      72%      77%      71%      61%     100%      65%               68%      75%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FGHJ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SNS2G Page 56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893       893         -      732         36         46      285      280      237      163       74       37        3      356      412      126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GOOGLE-PLUS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300       300         -      249         15         16       85       76       96       58       38       21        3      112      136       52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Google-Plus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Several times a day       171       171         -      140          4         10       66       52       41       33        8        3        -       56       96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       19%                19%        12%        21%      23%      18%      17%      20%      11%       7%               16%      23%      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About once a day          115       115         -      105          2          5       34       51       20        9       11        4        -       47       43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13%       13%                14%         6%        11%      12%      18%       8%       6%      15%      11%               13%      10%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few times a week        263       263         -      218          8         14       59       78       95       60       36       15        2      120      105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29%       29%                30%        22%        31%      21%      28%      40%      37%      48%      41%      67%      34%      26%      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Every few weeks           151       151         -      121         14         11       69       40       25       15       11        5        1       52       79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17%                16%        39%        25%      24%      14%      11%       9%      15%      12%      33%      15%      19%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often                190       190         -      148          7          6       54       60       55       47        8        9        -       79       88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21%       21%                20%        21%        12%      19%      21%      23%      29%      11%      26%               22%      21%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         1         -        1          -          -        -        -        -        -        -        1        -        -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3%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         2         -        -          -          -        2        -        -        -        -        -        -        2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SNS2G Page 57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SNS2. Thinking about the social media sites or mobile apps you use... About how often do you visit or use [INSERT ITEMS; RANDOMIZE]? [READ CATEGORIES AS NECESSARY]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893       893         -      732         36         46      285      280      237      163       74       37        3      356      412      126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GOOGLE-PLUS USERS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Daily                 286       286         -      245          7         15      100      102       61       42       19        7        -      103      139       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32%       32%                33%        18%        32%      35%      37%      26%      26%      26%      18%               29%      34%      35%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Weekly or less        604       604         -      486         29         31      182      177      176      121       55       29        3      250      273       81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68%       68%                66%        82%        68%      64%      63%      74%      74%      74%      79%     100%      70%      66%      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BOOKS1 Page 58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Books1. During the past 12 months, about how many BOOKS did you read either all or part of the way through? Please include any print, electronic, or audiobooks you may have read or listened to.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None                     1440      1085       355      657         69         11      302      456      480      323      157      109       75      489      638      313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26%       23%       46%      18%        25%         6%      19%      31%      30%      31%      27%      28%      30%      27%      23%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       FG       FG       FG       FG       FG       FG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book                    321       262        59      194          7         17       94       70      102       63       39       20       11       78      187       56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5%        8%       5%         2%         8%       6%       5%       6%       6%       7%       5%       4%       4%       7%       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2-3 books                 881       777       104      619         54         28      280      223      231      138       93       64       53      309      461      111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16%       13%      17%        20%        14%      17%      15%      14%      13%      16%      16%      21%      17%      16%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4-5 books                 635       583        52      449         45         32      267      151      130       93       36       16       21      239      323       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11%       12%        7%      12%        16%        16%      17%      10%       8%       9%       6%       4%       9%      13%      11%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KL   JKHILM        L                 L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6-10 books                804       741        63      642         18         58      245      201      211      129       82       37       35      236      447      121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15%        8%      17%         6%        29%      15%      14%      13%      12%      14%      10%      14%      13%      16%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JKGHILM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11-20 books               668       616        51      509         38         32      189      145      200      127       73       68       24      210      347      110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13%        7%      14%        14%        16%      12%      10%      12%      12%      13%      17%       9%      12%      12%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More than 20 books        774       709        64      574         42         21      209      194      248      163       85       69       26      222      394      158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15%        8%      16%        15%        10%      13%      13%      15%      16%      15%      18%      11%      12%      14%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37        27        10       18          3          -       17        8        4        4        -        5        2       22       12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         1%                  1%       1%       *%       *%                1%       1%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T-Test for Means (equal variances), 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BOOKS1 Page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Books1. During the past 12 months, about how many BOOKS did you read either all or part of the way through? Please include any print, electronic, or audiobooks you may have read or listened to.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25         8        18        7          -          -        6        -       15        3       12        3        2       10       13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2%       *%                             *%                1%       *%       2%       1%       1%       1%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MEAN (including            12        12         7       14         10         13       12       11       12       11       14       13       10       10       12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None)                                 C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MEDIAN (including           4         5         1        5          4          7        4        3        3        3        3        3        3        4        4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None)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MEAN (excluding            16        16        14       17         14         14       14       16       17       17       19       19       15       14       16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None)                                                                                                                       G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MEDIAN (excluding           6         6         5        7          5          7        6        6        7        7        6       10        6        6        6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None)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T-Test for Means (equal variances), 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BOOKS2A Page 60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Books2. Thinking about all of the books you have read in the past 12 months, were any of those...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4082      3689       393     2987        203        187     1284      984     1121      712      409      276      169     1294     2159      629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READ ANY BOOKS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1493      1345       148     1099         74         67      383      297      492      277      215      150       81      461      766      266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Printed books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3549      3206       343     2589        177        173     1119      843      967      615      352      259      140     1122     1895      531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87%       87%       87%      87%        87%        92%      87%      86%      86%      86%      86%      94%      83%      87%      88%      84%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508       466        42      391         24         15      156      141      148       95       54       17       27      156      260       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13%       11%      13%        12%         8%      12%      14%      13%      13%      13%       6%      16%      12%      12%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L        L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21        13         8        7          3          -        9        -        6        3        3        -        2       12        4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        2%       *%         2%                  1%                1%       *%       1%                1%       1%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          -          -        -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BOOKS2B Page 61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Books2. Thinking about all of the books you have read in the past 12 months, were any of those...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4082      3689       393     2987        203        187     1284      984     1121      712      409      276      169     1294     2159      629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READ ANY BOOKS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1493      1345       148     1099         74         67      383      297      492      277      215      150       81      461      766      266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Audiobooks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694       652        43      567         29         27      204      203      188      112       77       35       17      262      332      101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18%       11%      19%        14%        15%      16%      21%      17%      16%      19%      13%      10%      20%      15%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3379      3034       345     2416        174        160     1077      781      932      600      332      241      153     1024     1827      528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83%       82%       88%      81%        86%        85%      84%      79%      83%      84%      81%      87%      90%      79%      85%      84%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9         4         5        4          -          -        4        -        1        1        -        -        -        8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       *%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BOOKS2C Page 62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Books2. Thinking about all of the books you have read in the past 12 months, were any of those...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4082      3689       393     2987        203        187     1284      984     1121      712      409      276      169     1294     2159      629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READ ANY BOOKS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1493      1345       148     1099         74         67      383      297      492      277      215      150       81      461      766      266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Electronic books, also called e-books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1503      1474        29     1329         52         54      564      442      347      227      120       62       24      521      764      217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37%       40%        7%      45%        26%        29%      44%      45%      31%      32%      29%      22%      14%      40%      35%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M   JKFILM   JKFILM        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2559      2200       359     1653        150        133      717      537      770      483      287      214      142      767     1385      407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63%       60%       91%      55%        74%        71%      56%      55%      69%      68%      70%      78%      84%      59%      64%      65%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GH                         GH       GH       GH       GH    JKGHI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16        11         5        5          1          -        3        4        5        2        2        -        4        2        9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       *%       *%       *%       1%                2%       *%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          -          -        -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LIBUSEA Page 63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LIBUSE. Have you, personally, EVER...[INSERT ITEMS IN ORDER], or is this something you’ve never done? [IF YES, ASK: Have you done this in the past 12 months?]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Visited a public library or used a public library bookmobile IN PERSON</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have done this      2543      2362       181     1909        111        113      837      697      643      432      211      152       68      822     1332      389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past 12 months         46%       49%       23%      52%        40%        57%      52%      48%      40%      41%      37%      39%      27%      45%      47%      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JKILM    JKILM     KILM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have done           2014      1718       297     1360         92         50      489      503      656      406      250      158      135      582     1076      356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this, but not in          36%       36%       38%      37%        33%        25%      30%      35%      40%      39%      43%      40%      54%      32%      38%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FG       FG      FGH       FG   JFGHIL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have never done      1015       717       298      397         73         36      275      247      317      200      117       82       46      412      405      198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this                      18%       15%       38%      11%        26%        18%      17%      17%      20%      19%      20%      21%      18%      23%      14%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O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10         9         1        -          -          -        6        -        3        3        -        -        1        -       10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3         3         -        3          -          -        3        -        -        -        -        -        -        -        -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Yes                  4557      4080       477     3268        203        163     1326     1200     1300      838      461      310      202     1404     2408      746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82%       85%       62%      89%        74%        82%      82%      83%      80%      80%      80%      79%      81%      77%      85%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LIBUSEB Page 64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LIBUSE. Have you, personally, EVER...[INSERT ITEMS IN ORDER], or is this something you’ve never done? [IF YES, ASK: Have you done this in the past 12 months?]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Used a public library WEBSITE or mobile APP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have done this      1250      1230        20     1036         51         58      463      382      268      171       97       60        5      446      673      131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past 12 months         22%       26%        3%      28%        18%        29%      29%      26%      17%      16%      17%      15%       2%      25%      24%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JKILM    JKILM    JKILM        M        M        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have done            484       441        43      385         12         23      161      107      143       97       46       20       27      158      268       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this, but not in           9%        9%        6%      10%         4%        12%      10%       7%       9%       9%       8%       5%      11%       9%       9%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C                  E                              L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have never done      3832      3127       705     2246        213        117      982      953     1200      764      436      312      216     1208     1866      758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this                      69%       65%       91%      61%        77%        59%      61%      66%      74%      73%      75%      80%      87%      67%      66%      80%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FGH      FGH      FGH      FGH   JKFGHI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16         7         8        2          -          -        -        6       10       10        -        -        -        4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1%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3         3         -        -          -          -        3        -        -        -        -        -        -        -        3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Yes                  1734      1671        63     1421         63         81      624      489      411      268      143       80       33      604      941      189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31%       35%        8%      39%        23%        41%      39%      34%      25%      26%      25%      20%      13%      33%      33%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JKILM    JKILM    JKILM        M        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EVERLIB Page 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COMBINED LIBUSEA/B: Have ever personally used a public library, in-person or online or mobile app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used a         4660      4171       489     3337        208        179     1365     1223     1316      846      470      313      207     1448     2446      767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or         83%       87%       63%      91%        75%        90%      85%      84%      81%      81%      81%      80%      83%      80%      87%      81%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website/app                           C                  E                   JIL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Never used a public       909       631       278      332         68         19      241      221      296      189      108       79       41      364      364      181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16%       13%       36%       9%        25%        10%      15%      15%      18%      18%      19%      20%      16%      20%      13%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F                          F                 O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Undesignated               16         7         9        -          -          -        3        4        8        8        -        -        1        4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       1%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LIB_FRQ Page 66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LIB_FRQ. How often do you visit public libraries or bookmobiles in person? Would you say...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2543      2362       181     1909        111        113      837      697      643      432      211      152       68      822     1332      389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933       863        70      701         44         38      251      214      291      170      121       88       37      293      472      168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 least once a           358       339        19      252         22         16      141       80       93       59       34       12        9      115      194       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week                      14%       14%       11%      13%        20%        14%      17%      11%      14%      14%      16%       8%      13%      14%      15%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Several times a           363       348        15      251         17          8      124       88      103       63       40       25       12      106      201       56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                     14%       15%        8%      13%        15%         7%      15%      13%      16%      15%      19%      16%      18%      13%      15%      14%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 least once a           718       671        46      536         42         48      217      216      169      110       59       42       18      206      394      118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                     28%       28%       26%      28%        38%        42%      26%      31%      26%      25%      28%      28%      27%      25%      30%      30%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often               1097       996       101      866         29         41      352      312      277      200       77       74       28      389      541      167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43%       42%       56%      45%        26%        36%      42%      45%      43%      46%      37%      48%      42%      47%      41%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         6         -        2          1          -        3        2        1        -        1        -        -        4        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       *%       *%                1%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         1         -        1          -          -        -        -        -        -        -        -        -        1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Weekly                358       339        19      252         22         16      141       80       93       59       34       12        9      115      194       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14%       11%      13%        20%        14%      17%      11%      14%      14%      16%       8%      13%      14%      15%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LIB_FRQ Page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LIB_FRQ. How often do you visit public libraries or bookmobiles in person? Would you say...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2543      2362       181     1909        111        113      837      697      643      432      211      152       68      822     1332      389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Monthly              1081      1020        61      788         58         56      341      304      272      173       99       67       31      312      595      173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42%       43%       34%      41%        53%        49%      41%      44%      42%      40%      47%      44%      45%      38%      45%      45%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Less often           1097       996       101      866         29         41      352      312      277      200       77       74       28      389      541      167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43%       42%       56%      45%        26%        36%      42%      45%      43%      46%      37%      48%      42%      47%      41%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LIBST_FRQ Page 68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LIBST_FRQ. How often do you use a public library website? Would you say...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1250      1230        20     1036         51         58      463      382      268      171       97       60        5      446      673      131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454       446         8      379         20         19      141      117      129       74       55       37        4      156      237       61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 least once a           155       152         4      129          5          -       78       34       37       28        9        6        -       43       84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week                      12%       12%       18%      12%        10%                 17%       9%      14%      16%       9%      10%               10%      13%      21%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Several times a           166       156         9      124         22          4       71       31       47       19       28       10        2       55       94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                     13%       13%       46%      12%        43%         8%      15%       8%      17%      11%      29%      17%      43%      12%      14%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H               FHJ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 least once a           265       265         -      214         10         12       77      104       48       35       13       18        1      101      137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                     21%       22%                21%        19%        20%      17%      27%      18%      20%      14%      31%      19%      23%      20%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often                644       637         7      555         12         42      230      206      130       87       44       26        2      237      348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52%       52%       36%      54%        23%        72%      50%      54%      49%      51%      45%      43%      38%      53%      52%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KL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Never – only use           11        11         -       10          1          -        -        7        5        3        2        -        -        5        5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mobile app         1%        1%                 1%         2%                           2%       2%       2%       2%                         1%       1%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         1         -        -          1          -        -        -        1        -        1        -        -        1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3%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7         7         -        4          -          -        7        -        -        -        -        -        -        3        4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                             1%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LIBST_FRQ Page 69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LIBST_FRQ. How often do you use a public library website? Would you say...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1250      1230        20     1036         51         58      463      382      268      171       97       60        5      446      673      131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Weekly                155       152         4      129          5          -       78       34       37       28        9        6        -       43       84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12%       18%      12%        10%                 17%       9%      14%      16%       9%      10%               10%      13%      21%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Monthly               431       422         9      338         31         16      148      135       95       54       41       28        3      156      231       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34%       34%       46%      33%        62%        28%      32%      35%      35%      31%      43%      47%      62%      35%      34%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Less often            644       637         7      555         12         42      230      206      130       87       44       26        2      237      348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52%       52%       36%      54%        23%        72%      50%      54%      49%      51%      45%      43%      38%      53%      52%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KL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LIBAPP_FRQ Page 70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LIBAPP_FRQ. How often do you use a public library mobile APP? Would you say...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1250      1230        20     1036         51         58      463      382      268      171       97       60        5      446      673      131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454       446         8      379         20         19      141      117      129       74       55       37        4      156      237       61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 least once a            71        71         -       66          2          -       26       34        8        5        3        1        -       19       50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week                       6%        6%                 6%         5%                  6%       9%       3%       3%       3%       2%                4%       7%       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Several times a            54        52         2       37         12          -       11       19       14       13        1        4        3       17       30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                      4%        4%       11%       4%        23%                  2%       5%       5%       8%       1%       6%      62%       4%       4%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 least once a            93        91         2       68          8          2       25       28       32       23       10        5        1       37       42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                      7%        7%       12%       7%        16%         4%       5%       7%      12%      13%      10%       8%      19%       8%       6%      11%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often                750       736        14      647         18         43      285      241      142       88       55       31        -      253      418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60%       60%       71%      62%        35%        75%      62%      63%      53%      51%      56%      51%               57%      62%      60%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Never – only use          268       267         1      210         10         12      110       60       65       42       23       19        1      111      130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21%       22%        5%      20%        20%        22%      24%      16%      24%      25%      24%      32%      19%      25%      19%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8         8         -        5          1          -        -        -        6        -        6        -        -        4        3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         2%                                    2%                6%                         1%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5         5         -        2          -          -        5        -        -        -        -        -        -        5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LIBAPP_FRQ Page 71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LIBAPP_FRQ. How often do you use a public library mobile APP? Would you say...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1250      1230        20     1036         51         58      463      382      268      171       97       60        5      446      673      131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Weekly                 71        71         -       66          2          -       26       34        8        5        3        1        -       19       50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6%                 6%         5%                  6%       9%       3%       3%       3%       2%                4%       7%       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Monthly               148       143         5      105         20          2       37       47       47       36       11        9        4       54       72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12%       24%      10%        39%         4%       8%      12%      17%      21%      11%      14%      81%      12%      11%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FG       FG                    JKFGHIL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Less often            750       736        14      647         18         43      285      241      142       88       55       31        -      253      418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60%       60%       71%      62%        35%        75%      62%      63%      53%      51%      56%      51%               57%      62%      60%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LIBMOB Page 72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LIBMOB. Now thinking about cell phones and other handheld mobile devices... In the past 12 months, have you used a cell phone, e-reader or tablet computer to visit a public library’s website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access public library resources?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1250      1230        20     1036         51         58      463      382      268      171       97       60        5      446      673      131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454       446         8      379         20         19      141      117      129       74       55       37        4      156      237       61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621       619         2      520         37         32      257      195      100       60       40       27        2      209      360       52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50%       50%       10%      50%        72%        55%      55%      51%      37%      35%      42%      44%      38%      47%      53%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JI       JI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629       611        18      516         14         26      206      187      168      111       57       33        3      237      313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50%       50%       90%      50%        28%        45%      45%      49%      63%      65%      58%      56%      62%      53%      47%      60%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GH       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EBK_AWR Page 73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EBK_AWR. As far as you know, does your public library loan out e-books?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2122      1903       219     1496        116         67      573      626      573      351      223      158       98      759     1065      297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38%       40%       28%      41%        42%        34%      36%      43%      35%      34%      39%      40%      40%      42%      38%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JGI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871       738       133      497         73         61      341      201      171      106       66       47       41      290      374      208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15%       17%      14%        26%        31%      21%      14%      11%      10%      11%      12%      16%      16%      13%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JKHILM    JKHIL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2584      2167       417     1675         87         71      696      620      874      586      288      185      106      766     1377      440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46%       45%       54%      46%        32%        36%      43%      43%      54%      56%      50%      47%      43%      42%      49%      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E                                             FGHM     FGHM        F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8         1         7        1          -          -        -        -        2        -        2        3        3        -        6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       1%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EBK_BRW Page 74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EBK_BRW. Have you ever tried to borrow or download an E-BOOK from a public library, or have you not done this?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2122      1903       219     1496        116         67      573      626      573      351      223      158       98      759     1065      297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WHOSE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LOANS OUT 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BOOKS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800       716        84      577         41         22      178      188      261      139      122       90       50      277      393      130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have tried           349       340         9      316          2         10      122      108       76       54       22       20        8      125      192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18%        4%      21%         2%        15%      21%      17%      13%      15%      10%      12%       8%      16%      18%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KIM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have not tried       1773      1563       210     1180        113         57      450      518      498      296      201      138       90      635      874      265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84%       82%       96%      79%        98%        85%      79%      83%      87%      85%      90%      88%      92%      84%      82%      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G                 G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AWR_BRW Page 75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COMBINED EBK_AWR/EBK_BRW: EBK_AWR. As far as you know, does your public library loan out e-books? / EBK_BRW. Have you ever tried to borrow or download an E-BOOK from a public library, or have you not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done this?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public library      2122      1903       219     1496        116         67      573      626      573      351      223      158       98      759     1065      297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loans e-books             38%       40%       28%      41%        42%        34%      36%      43%      35%      34%      39%      40%      40%      42%      38%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JGI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tried to         349       340         9      316          2         10      122      108       76       54       22       20        8      125      192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borrow/download        6%        7%        1%       9%         1%         5%       8%       7%       5%       5%       4%       5%       3%       7%       7%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KM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NOT tried       1773      1563       210     1180        113         57      450      518      498      296      201      138       90      635      874      265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32%       32%       27%      32%        41%        29%      28%      36%      31%      28%      35%      35%      36%      35%      31%      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JG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DK/Refused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EBK_BRW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public library        871       738       133      497         73         61      341      201      171      106       66       47       41      290      374      208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does not loan e-          16%       15%       17%      14%        26%        31%      21%      14%      11%      10%      11%      12%      16%      16%      13%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books                                                               D     JKHILM    JKHIL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2584      2167       417     1675         87         71      696      620      874      586      288      185      106      766     1377      440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46%       45%       54%      46%        32%        36%      43%      43%      54%      56%      50%      47%      43%      42%      49%      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E                                             FGHM     FGHM        F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8         1         7        1          -          -        -        -        2        -        2        3        3        -        6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       1%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Q11A Page 76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2543      2362       181     1909        111        113      837      697      643      432      211      152       68      822     1332      389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933       863        70      701         44         38      251      214      291      170      121       88       37      293      472      168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Borrow print books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1689      1608        80     1333         77         74      587      464      413      274      138       93       35      522      907      259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66%       68%       44%      70%        69%        66%      70%      67%      64%      63%      65%      61%      52%      64%      68%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854       754       100      575         34         39      250      233      231      158       73       59       33      299      425      130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34%       32%       56%      30%        31%        34%      30%      33%      36%      37%      35%      39%      48%      36%      32%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Q11B Page 77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2543      2362       181     1909        111        113      837      697      643      432      211      152       68      822     1332      389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933       863        70      701         44         38      251      214      291      170      121       88       37      293      472      168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Get help from a librarian</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1080      1019        61      787         50         35      363      270      304      201      103       53       34      341      595      144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42%       43%       34%      41%        45%        31%      43%      39%      47%      46%      49%      35%      50%      42%      45%      37%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1461      1341       120     1120         61         78      474      427      340      231      109       97       34      481      735      246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57%       57%       66%      59%        55%        69%      57%      61%      53%      54%      51%      64%      50%      58%      55%      63%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         2         -        2          -          -        -        -        -        -        -        2        -        -        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Q11C Page 78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2543      2362       181     1909        111        113      837      697      643      432      211      152       68      822     1332      389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933       863        70      701         44         38      251      214      291      170      121       88       37      293      472      168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Just sit and read, study, or watch or listen to media</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1358      1297        62     1020         81         85      587      331      280      184       97       47       17      480      702      177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53%       55%       34%      53%        73%        76%      70%      48%      44%      43%      46%      31%      26%      58%      53%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D     JKHILM   JKHILM       LM       LM                LM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1177      1058       119      889         30         28      250      360      361      246      115      106       50      342      622      213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46%       45%       66%      47%        27%        24%      30%      52%      56%      57%      54%      69%      74%      42%      47%      55%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E                                      FG       FG       FG       FG    KFGHI   JKFGHI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8         8         -        -          -          -        -        6        2        2        -        -        -        -        8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Q11D Page 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1240      1142        98      940         48         57      365      391      298      199       99       85       36      393      649      198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470       435        35      363         18         19      115      124      147       86       61       44       18      145      239       86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Take a class on how to use a computer or the internet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88        77        11       48          7         11       21       25       18       10        7        8        5       33       51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        7%       11%       5%        14%        19%       6%       6%       6%       5%       8%       9%      15%       8%       8%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1152      1065        87      892         41         46      345      366      281      189       92       78       31      360      598      194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93%       93%       89%      95%        86%        81%      94%      94%      94%      95%      92%      91%      85%      92%      92%      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Q11E Page 80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1240      1142        98      940         48         57      365      391      298      199       99       85       36      393      649      198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470       435        35      363         18         19      115      124      147       86       61       44       18      145      239       86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Attend a class, program or lecture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211       203         8      166          8          3       70       60       56       24       33       15        4       74      103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18%        8%      18%        18%         6%      19%      15%      19%      12%      33%      17%      12%      19%      16%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               FHJ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1029       938        91      774         39         54      295      331      242      176       66       71       32      320      546      164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83%       82%       92%      82%        82%        94%      81%      85%      81%      88%      67%      83%      88%      81%      84%      83%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KGI                 K                 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Q11F Page 81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1240      1142        98      940         48         57      365      391      298      199       99       85       36      393      649      198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470       435        35      363         18         19      115      124      147       86       61       44       18      145      239       86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Attend a meeting of a group you belong to</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196       188         7      143         22          6       61       56       51       30       21       12        6       64       97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16%        7%      15%        46%        11%      17%      14%      17%      15%      21%      14%      16%      16%      15%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1044       953        91      797         26         51      304      334      247      169       78       73       30      329      552      163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84%       84%       93%      85%        54%        89%      83%      86%      83%      85%      79%      86%      84%      84%      85%      82%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Q11G Page 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1303      1220        82      969         63         56      472      306      345      233      113       67       32      428      683      192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463       428        35      338         26         19      136       90      144       84       60       44       19      148      233       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Use a 3-D printer or other new high-tech device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123       120         3       90          3          8       47       28       36       24       12        4        1       38       71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       10%        4%       9%         5%        14%      10%       9%      10%      10%      11%       6%       3%       9%      10%       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1180      1101        79      879         60         48      425      279      310      209      101       63       31      391      612      177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91%       90%       96%      91%        95%        86%      90%      91%      90%      90%      89%      94%      97%      91%      90%      93%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Q11H Page 83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1303      1220        82      969         63         56      472      306      345      233      113       67       32      428      683      192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463       428        35      338         26         19      136       90      144       84       60       44       19      148      233       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Acquire new job-related skills so you can increase your income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189       180         9      130         12          4       89       45       46       41        5        1        -       75       83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15%       11%      13%        19%         8%      19%      15%      13%      18%       5%       2%               17%      12%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KL       KL        L       KL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1113      1039        73      839         50         51      383      261      298      192      106       66       32      353      600      161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85%       85%       89%      87%        79%        92%      81%      85%      86%      82%      94%      98%     100%      82%      88%      84%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GJ     JGHI     JGHI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         1         -        -          1          -        -        -        1        -        1        -        -        1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2%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Q11I Page 84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1303      1220        82      969         63         56      472      306      345      233      113       67       32      428      683      192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463       428        35      338         26         19      136       90      144       84       60       44       19      148      233       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 Learn how to start your own business or expand your business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117       115         3       85          8          -       67       29       21       13        8        -        -       43       58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        9%        3%       9%        12%                 14%      10%       6%       6%       7%                        10%       8%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1184      1104        80      884         56         56      405      277      323      220      103       67       32      385      625      174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91%       90%       97%      91%        88%       100%      86%      90%      94%      94%      92%     100%     100%      90%      92%      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                          G        G             JKGHI    JKGHI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         1         -        -          -          -        -        -        1        -        1        -        -        -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Q11J Page 85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1303      1220        82      969         63         56      472      306      345      233      113       67       32      428      683      192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463       428        35      338         26         19      136       90      144       84       60       44       19      148      233       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 Search online for a job or apply for a job online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191       191         -      143          8          9       92       59       29       21        9        1        -       92       64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       16%                15%        12%        16%      20%      19%       8%       9%       8%       2%               22%       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JKIL     JKIL        L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1106      1024        82      826         56         47      380      247      310      207      104       66       32      331      619      157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85%       84%      100%      85%        88%        84%      80%      81%      90%      89%      92%      98%     100%      77%      91%      82%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GH     JGHI    JKGHI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         6         -        -          -          -        -        -        6        6        -        -        -        6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2%       2%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Q11SUM Page 86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Q11SUM.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2543      2362       181     1909        111        113      837      697      643      432      211      152       68      822     1332      389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OR FORM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SPLIT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933       863        70      701         44         38      251      214      291      170      121       88       37      293      472      168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Borrow print books       1689      1608        80     1333         77         74      587      464      413      274      138       93       35      522      907      259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66%       68%       44%      70%        69%        66%      70%      67%      64%      63%      65%      61%      52%      64%      68%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Just sit and read,       1358      1297        62     1020         81         85      587      331      280      184       97       47       17      480      702      177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study, or watch or        53%       55%       34%      53%        73%        76%      70%      48%      44%      43%      46%      31%      26%      58%      53%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listen to media (c)                   C                             D     JKHILM   JKHILM       LM       LM                LM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Get help from a          1080      1019        61      787         50         35      363      270      304      201      103       53       34      341      595      144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librarian (b)             42%       43%       34%      41%        45%        31%      43%      39%      47%      46%      49%      35%      50%      42%      45%      37%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Attend a class,           211       203         8      166          8          3       70       60       56       24       33       15        4       74      103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 or lecture        17%       18%        8%      18%        18%         6%      19%      15%      19%      12%      33%      17%      12%      19%      16%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F                 F               FHJ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Attend a meeting of       196       188         7      143         22          6       61       56       51       30       21       12        6       64       97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group you belong        16%       16%        7%      15%        46%        11%      17%      14%      17%      15%      21%      14%      16%      16%      15%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(f)                                                              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Search online for a       191       191         -      143          8          9       92       59       29       21        9        1        -       92       64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job or apply for a        15%       16%                15%        12%        16%      20%      19%       8%       9%       8%       2%               22%       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job online (j)                                                                       JKIL     JKIL        L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Q11SUM Page 87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Q11SUM. People visit public libraries for different reasons. In the past 12 months, have you visited a public library IN PERSON to...[INSERT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2543      2362       181     1909        111        113      837      697      643      432      211      152       68      822     1332      389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IN-PERSON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THE PAST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MONTHS OR FORM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SPLIT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Acquire new job-          189       180         9      130         12          4       89       45       46       41        5        1        -       75       83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related skills so         14%       15%       11%      13%        19%         8%      19%      15%      13%      18%       5%       2%               17%      12%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you can increase                                                                       KL       KL        L       KL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your income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a 3-D printer         123       120         3       90          3          8       47       28       36       24       12        4        1       38       71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other new high-         9%       10%        4%       9%         5%        14%      10%       9%      10%      10%      11%       6%       3%       9%      10%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tech device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Learn how to start        117       115         3       85          8          -       67       29       21       13        8        -        -       43       58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your own business          9%        9%        3%       9%        12%                 14%      10%       6%       6%       7%                        10%       8%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expand your                                                                         JI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business (i)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Take a class on how        88        77        11       48          7         11       21       25       18       10        7        8        5       33       51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use a computer          7%        7%       11%       5%        14%        19%       6%       6%       6%       5%       8%       9%      15%       8%       8%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the internet (d)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Q12 Page 88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Q12. Next, I have some questions about using computers and the internet at public libraries. First, in the past 12 months, have you used computers, the internet, or a public WI-FI network at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library?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4557      4080       477     3268        203        163     1326     1200     1300      838      461      310      202     1404     2408      746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VISITED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PERSON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1639      1461       178     1181         75         57      397      352      552      319      233      162       95      502      839      298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1239      1202        36      951         58         73      549      319      254      178       76       28        9      454      616      169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27%       29%        8%      29%        28%        45%      41%      27%      20%      21%      17%       9%       4%      32%      26%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JKHILM   JKHILM     KILM       LM       LM        M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3313      2872       441     2317        145         90      777      881     1040      655      385      281      194      950     1786      577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73%       70%       92%      71%        72%        55%      59%      73%      80%      78%      83%      91%      96%      68%      74%      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FG      FGH       FG      FGH    JFGHI   JKFGHI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         6         -        -          -          -        -        -        6        6        -        -        -        -        6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Q13A Page 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Q13. In the past 12 months, have you used a public library computer, internet or WI-FI connection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586       572        14      445         28         29      231      200      101       65       36       18        7      210      299       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USED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205       200         5      158          9         10       70       64       48       29       19       10        3       74      101       30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Check or send email or texts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342       336         6      269         25         14      179      103       41       24       17        3        2      122      189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58%       59%       43%      60%        90%        49%      77%      52%      40%      36%      48%      16%      34%      58%      63%      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JKHIL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244       236         8      176          3         14       53       97       60       42       19       15        4       89      110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42%       41%       57%      40%        10%        51%      23%      48%      60%      64%      52%      84%      66%      42%      37%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G        G        G        G       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Q13B Page 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Q13. In the past 12 months, have you used a public library computer, internet or WI-FI connection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586       572        14      445         28         29      231      200      101       65       36       18        7      210      299       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USED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205       200         5      158          9         10       70       64       48       29       19       10        3       74      101       30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Do research for school or work</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353       351         2      260         28         22      195       89       43       31       13        2        2      132      188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60%       61%       16%      58%       100%        77%      84%      44%      43%      47%      35%      10%      34%      63%      63%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D       KHIL    JKHIL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233       222        12      185          -          7       36      112       58       34       24       16        4       79      111       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40%       39%       84%      42%                   23%      16%      56%      57%      53%      65%      90%      66%      37%      37%      57%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FG       FG        G       FG    JFGHI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Q13C Page 91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Q13. In the past 12 months, have you used a public library computer, internet or WI-FI connection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586       572        14      445         28         29      231      200      101       65       36       18        7      210      299       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USED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205       200         5      158          9         10       70       64       48       29       19       10        3       74      101       30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Visit a social media site, such as Facebook, Twitter or Instagram</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190       188         2      149         16          8       93       60       27       19        8        -        2       71       98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32%       33%       16%      34%        59%        26%      40%      30%      26%      29%      22%               34%      34%      33%      28%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393       381        12      293         11         21      138      137       75       46       28       18        4      139      198       56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67%       67%       84%      66%        41%        74%      60%      69%      74%      71%      78%     100%      66%      66%      66%      72%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         3         -        3          -          -        -        3        -        -        -        -        -        -        3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Q13D Page 92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Q13. In the past 12 months, have you used a public library computer, internet or WI-FI connection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586       572        14      445         28         29      231      200      101       65       36       18        7      210      299       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USED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205       200         5      158          9         10       70       64       48       29       19       10        3       74      101       30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Take an online class or complete an online certification program of some kind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102        96         6       74          8          -       64       14       20       15        5        2        2       41       48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17%       43%      17%        29%                 28%       7%      20%      23%      13%      10%      34%      19%      16%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484       476         8      370         20         29      167      186       81       50       31       16        4      169      251       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83%       83%       57%      83%        71%       100%      72%      93%      80%      77%      87%      90%      66%      81%      84%      82%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JGHI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Q13E Page 93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Q13. In the past 12 months, have you used a public library computer, internet or WI-FI connection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653       630        23      506         30         44      318      119      153      113       40       10        2      243      317       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USED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215       207         8      166         13         15       95       36       56       34       22        8        2       78      100       37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Get health information online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273       268         5      209         22         15      131       40       78       65       13        6        1      116      123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42%       42%       24%      41%        74%        34%      41%      33%      51%      58%      31%      53%      50%      48%      39%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378       361        17      297          8         29      187       79       74       48       27        5        1      127      195       56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58%       57%       76%      59%        26%        66%      59%      67%      49%      42%      66%      47%      50%      52%      61%      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         1         -        1          -          -        -        -        1        -        1        -        -        -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2%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Q13F Page 94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Q13. In the past 12 months, have you used a public library computer, internet or WI-FI connection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653       630        23      506         30         44      318      119      153      113       40       10        2      243      317       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USED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215       207         8      166         13         15       95       36       56       34       22        8        2       78      100       37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Visit a government website or get information about government services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273       265         9      190         20          8      146       35       75       61       13        7        1      118      120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42%       42%       38%      38%        66%        18%      46%      30%      49%      55%      33%      67%      50%      48%      38%      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       FH                FH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379       366        14      316         10         36      172       83       78       51       27        3        1      125      198       56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58%       58%       62%      62%        34%        82%      54%      70%      51%      45%      67%      33%      50%      52%      62%      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JGIL                JL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Q13G Page 95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Q13. In the past 12 months, have you used a public library computer, internet or WI-FI connection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653       630        23      506         30         44      318      119      153      113       40       10        2      243      317       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USED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215       207         8      166         13         15       95       36       56       34       22        8        2       78      100       37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Look for or apply for a job online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153       153         -      103          8         16       97       23       18       15        3        -        -       77       47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23%       24%                20%        26%        36%      30%      19%      12%      13%       7%                        32%      15%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      JKI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496       474        23      400         22         29      222       95      132       94       37       10        2      163      271       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76%       75%      100%      79%        74%        64%      70%      81%      86%      84%      93%     100%     100%      67%      85%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FG    JFGHI    JFGHI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         3         -        3          -          -        -        -        3        3        -        -        -        3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2%       3%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Q13H Page 96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Q13. In the past 12 months, have you used a public library computer, internet or WI-FI connection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653       630        23      506         30         44      318      119      153      113       40       10        2      243      317       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USED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215       207         8      166         13         15       95       36       56       34       22        8        2       78      100       37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Download or watch online video</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180       180         -      140         10         17      125       23       13        6        6        3        -       81       70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28%       29%                28%        35%        39%      39%      19%       8%       6%      16%      28%               33%      22%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     JKHI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472       450        23      366         19         27      194       96      140      106       34        8        2      163      247       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72%       71%      100%      72%        65%        61%      61%      81%      92%      94%      84%      72%     100%      67%      78%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FG       FG        G               FGH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Q13SUM Page 97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Q13SUM. In the past 12 months, have you used a public library computer, internet or WI-FI connection to...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1239      1202        36      951         58         73      549      319      254      178       76       28        9      454      616      169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WHO HAVE USED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COMPUTERS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420       407        13      324         22         25      165      100      104       63       41       18        5      152      201       67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research for           353       351         2      260         28         22      195       89       43       31       13        2        2      132      188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school or work (b)        60%       61%       16%      58%       100%        77%      84%      44%      43%      47%      35%      10%      34%      63%      63%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D       KHIL    JKHIL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Check or send email       342       336         6      269         25         14      179      103       41       24       17        3        2      122      189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texts (a)              58%       59%       43%      60%        90%        49%      77%      52%      40%      36%      48%      16%      34%      58%      63%      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JKHIL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Get health                273       268         5      209         22         15      131       40       78       65       13        6        1      116      123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information online        42%       42%       24%      41%        74%        34%      41%      33%      51%      58%      31%      53%      50%      48%      39%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D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 a government        273       265         9      190         20          8      146       35       75       61       13        7        1      118      120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website or get            42%       42%       38%      38%        66%        18%      46%      30%      49%      55%      33%      67%      50%      48%      38%      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information about                                                                       F                 F       FH                FH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government services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Visit a social            190       188         2      149         16          8       93       60       27       19        8        -        2       71       98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media site, such as       32%       33%       16%      34%        59%        26%      40%      30%      26%      29%      22%               34%      34%      33%      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Facebook, Twitter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Instagram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Q13SUM Page 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Q13SUM. In the past 12 months, have you used a public library computer, internet or WI-FI connection to...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1239      1202        36      951         58         73      549      319      254      178       76       28        9      454      616      169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WHO HAVE USED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COMPUTERS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Download or watch         180       180         -      140         10         17      125       23       13        6        6        3        -       81       70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online video (h)          28%       29%                28%        35%        39%      39%      19%       8%       6%      16%      28%               33%      22%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     JKHI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Look for or apply         153       153         -      103          8         16       97       23       18       15        3        -        -       77       47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for a job online          23%       24%                20%        26%        36%      30%      19%      12%      13%       7%                        32%      15%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K      JKI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Take an online            102        96         6       74          8          -       64       14       20       15        5        2        2       41       48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class or complete         17%       17%       43%      17%        29%                 28%       7%      20%      23%      13%      10%      34%      19%      16%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an online                                                                               H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certification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 of some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kind (d)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Q14 Page 99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Q14. Have you ever connected to the library’s WiFi system when the library building itself was closed?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4557      4080       477     3268        203        163     1326     1200     1300      838      461      310      202     1404     2408      746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VISITED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PERSON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1639      1461       178     1181         75         57      397      352      552      319      233      162       95      502      839      298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260       258         2      217          4          3      112       63       60       47       13       15        7       87      131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6%        *%       7%         2%         2%       8%       5%       5%       6%       3%       5%       3%       6%       5%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KFI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4297      3822       475     3052        198        159     1214     1137     1239      791      448      295      195     1316     2277      704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94%       94%      100%      93%        98%        98%      92%      95%      95%      94%      97%      95%      97%      94%      95%      94%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G                          G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Q15 Page 100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Q15. Thinking about the times you have used Wi-Fi at the library, how frequently, if at all, do you experience problems with your Wi-Fi connection that makes it difficult to do what you want on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internet? Do you often experience Wi-Fi problems at the library, sometimes, rarely, or do you never have problems with your Wi-Fi connection at the library?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1339      1303        36     1028         61         73      585      344      283      198       85       36       12      486      680      173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USED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COMPUTERS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459       446        13      356         23         25      178      107      117       71       46       22        7      164      226       69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Often                      53        45         8       39          3          -       27       16        5        2        3        2        3       15       29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3%       21%       4%         5%                  5%       5%       2%       1%       4%       4%      22%       3%       4%       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Sometimes                 195       195         -      133         13         16       82       61       29       18       11        2        3       71      105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       15%                13%        21%        23%      14%      18%      10%       9%      13%       5%      25%      15%      15%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Rarely                    286       280         7      220         15         24      135       60       61       46       15        3        2      111      146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21%       21%       18%      21%        25%        33%      23%      17%      22%      23%      18%       9%      18%      23%      21%      17%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Never                     711       695        15      577         26         33      312      177      163      112       50       17        3      255      348      108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53%       53%       43%      56%        42%        45%      53%      52%      58%      57%      59%      46%      26%      52%      51%      62%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use library’s        86        81         5       52          4          -       26       23       23       19        4       13        1       29       49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WiFi (VOL.)                6%        6%       12%       5%         6%                  4%       7%       8%      10%       5%      35%       8%       6%       7%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5         4         2        4          -          -        2        4        -        -        -        -        -        4        -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5%       *%                             *%       1%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4          -          -        -        3        1        -        1        -        -        1        3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                2%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Q15 Page 101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Q15. Thinking about the times you have used Wi-Fi at the library, how frequently, if at all, do you experience problems with your Wi-Fi connection that makes it difficult to do what you want on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internet? Do you often experience Wi-Fi problems at the library, sometimes, rarely, or do you never have problems with your Wi-Fi connection at the library?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1339      1303        36     1028         61         73      585      344      283      198       85       36       12      486      680      173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USED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COMPUTERS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AT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Often/Sometimes       247       239         8      171         16         16      109       77       34       20       14        3        6       86      134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18%       21%      17%        27%        23%      19%      23%      12%      10%      17%      10%      48%      18%      20%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Rarely/Never          997       975        22      797         41         57      447      237      224      159       65       20        5      366      494      137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74%       75%       61%      77%        67%        77%      76%      69%      79%      80%      77%      55%      44%      75%      73%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Q16A Page 102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Q16. In the past 12 months, have you used a public library WEBSITE or mobile APP to do any of the following?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580       572         8      481         23         29      193      204      115       67       48       36        2      190      331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217       213         4      182          8          9       63       64       58       33       25       22        1       71      119       27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Search the library catalog for print books, audiobooks, e-books, CDs or DVDs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384       380         4      330         20         18      137      136       68       44       24       22        2      137      210       37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66%       66%       55%      69%        87%        62%      71%      67%      59%      65%      51%      60%     100%      72%      63%      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JKFGHIL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196       192         3      151          3         11       56       67       47       23       24       15        -       53      121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34%       34%       45%      31%        13%        38%      29%      33%      41%      35%      49%      40%               28%      37%      36%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Q16B Page 103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Q16. In the past 12 months, have you used a public library WEBSITE or mobile APP to do any of the following?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580       572         8      481         23         29      193      204      115       67       48       36        2      190      331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217       213         4      182          8          9       63       64       58       33       25       22        1       71      119       27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Reserve or place holds on print books, audiobooks, e-books, CDs or DVDs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320       318         2      277         14         15      104      120       59       39       20       20        2      104      188       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55%       56%       30%      58%        61%        51%      54%      59%      51%      57%      43%      54%     100%      55%      57%      48%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JKFGHIL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259       254         5      204          9         14       89       83       56       29       27       17        -       86      143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45%       44%       70%      42%        39%        49%      46%      41%      49%      43%      57%      46%               45%      43%      52%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Q16C Page 104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Q16. In the past 12 months, have you used a public library WEBSITE or mobile APP to do any of the following?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580       572         8      481         23         29      193      204      115       67       48       36        2      190      331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217       213         4      182          8          9       63       64       58       33       25       22        1       71      119       27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Check for or pay overdue fines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153       153         -      142          3          8       57       57       28       19        9        3        -       60       86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26%       27%                30%        11%        29%      30%      28%      24%      28%      19%       8%               32%      26%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L                 L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427       419         8      339         20         21      135      147       87       49       39       34        2      130      245       52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74%       73%      100%      70%        89%        71%      70%      72%      76%      72%      81%      92%     100%      68%      74%      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JGH   JKFGHI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Q16D Page 105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Q16. In the past 12 months, have you used a public library WEBSITE or mobile APP to do any of the following?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580       572         8      481         23         29      193      204      115       67       48       36        2      190      331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217       213         4      182          8          9       63       64       58       33       25       22        1       71      119       27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Renew a book, DVD or CD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270       268         2      238         10          4       85      114       48       34       14       17        2       91      154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47%       47%       30%      50%        44%        14%      44%      56%      42%      50%      29%      47%     100%      48%      47%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KF                 F                    JKFGHIL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309       304         5      243         13         25      108       90       67       34       34       19        -       98      177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53%       53%       70%      50%        56%        86%      56%      44%      58%      50%      71%      53%               52%      53%      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JH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Q16E Page 106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Q16. In the past 12 months, have you used a public library WEBSITE or mobile APP to do any of the following?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670       658        12      555         28         29      270      179      153      104       49       23        3      256      342       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237       233         4      197         12         10       78       53       71       41       30       15        3       85      118       34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Read book reviews or get book recommendations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225       225         -      198          7         15       98       48       57       34       24        7        -       79      123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33%       34%                36%        27%        53%      36%      27%      37%      32%      48%      28%               31%      36%      31%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445       433        12      357         19         14      173      131       96       70       26       17        2      177      218       50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66%       66%      100%      64%        70%        47%      64%      73%      63%      68%      52%      72%      67%      69%      64%      69%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         1         -        -          1          -        -        -        -        -        -        -        1        -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4%                                                                       33%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Q16F Page 107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Q16. In the past 12 months, have you used a public library WEBSITE or mobile APP to do any of the following?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670       658        12      555         28         29      270      179      153      104       49       23        3      256      342       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237       233         4      197         12         10       78       53       71       41       30       15        3       85      118       34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Borrow or download an e-book</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182       182         -      173          1         13       62       53       39       28       11       10        2       56      103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27%       28%                31%         4%        44%      23%      30%      25%      27%      21%      42%      67%      22%      30%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489       477        12      382         27         16      208      126      114       76       39       14        1      200      239       50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73%       72%      100%      69%        96%        56%      77%      70%      75%      73%      79%      58%      33%      78%      70%      69%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Q16G Page 108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Q16. In the past 12 months, have you used a public library WEBSITE or mobile APP to do any of the following?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670       658        12      555         28         29      270      179      153      104       49       23        3      256      342       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237       233         4      197         12         10       78       53       71       41       30       15        3       85      118       34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Use an online database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263       260         4      217         12         12      118       61       65       47       18        4        -      116      134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39%       39%       29%      39%        44%        42%      44%      34%      43%      45%      37%      19%               45%      39%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403       394         9      338         16         17      150      115       88       56       31       19        3      140      206       57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60%       60%       71%      61%        56%        58%      56%      64%      57%      55%      63%      81%     100%      55%      60%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JKFGHI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4         4         -        -          -          -        2        2        -        -        -        -        -        -        2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1%                                                             1%       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Q16H Page 109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Q16. In the past 12 months, have you used a public library WEBSITE or mobile APP to do any of the following?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670       658        12      555         28         29      270      179      153      104       49       23        3      256      342       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237       233         4      197         12         10       78       53       71       41       30       15        3       85      118       34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Conduct research or get homework help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280       272         8      204         18         18      142       53       62       49       13        3        1      118      141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42%       41%       66%      37%        63%        63%      53%      30%      40%      47%      26%      11%      33%      46%      41%      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KHL      KHL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390       386         4      351         10         11      128      125       91       55       37       21        2      139      201       51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58%       59%       34%      63%        37%        37%      47%      70%      60%      53%      74%      89%      67%      54%      59%      70%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                         FG     JFGI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Q16SUM Page 110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Q16SUM. In the past 12 months, have you used a public library WEBSITE or mobile APP to do any of the following?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1250      1230        20     1036         51         58      463      382      268      171       97       60        5      446      673      131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WHO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454       446         8      379         20         19      141      117      129       74       55       37        4      156      237       61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Search the library        384       380         4      330         20         18      137      136       68       44       24       22        2      137      210       37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catalog for print         66%       66%       55%      69%        87%        62%      71%      67%      59%      65%      51%      60%     100%      72%      63%      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books, audiobooks,                                                                                                                      JKFGHIL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e-books, CDs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DVDs (a)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Reserve or place          320       318         2      277         14         15      104      120       59       39       20       20        2      104      188       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holds on print            55%       56%       30%      58%        61%        51%      54%      59%      51%      57%      43%      54%     100%      55%      57%      48%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books, audiobooks,                                                                                                                      JKFGHIL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e-books, CDs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DVDs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Renew a book, DVD         270       268         2      238         10          4       85      114       48       34       14       17        2       91      154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CD (d)                 47%       47%       30%      50%        44%        14%      44%      56%      42%      50%      29%      47%     100%      48%      47%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KF                 F                    JKFGHIL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Conduct research or       280       272         8      204         18         18      142       53       62       49       13        3        1      118      141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get homework help         42%       41%       66%      37%        63%        63%      53%      30%      40%      47%      26%      11%      33%      46%      41%      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KHL      KHL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an online             263       260         4      217         12         12      118       61       65       47       18        4        -      116      134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database (g)              39%       39%       29%      39%        44%        42%      44%      34%      43%      45%      37%      19%               45%      39%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Q16SUM Page 111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Q16SUM. In the past 12 months, have you used a public library WEBSITE or mobile APP to do any of the following?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1250      1230        20     1036         51         58      463      382      268      171       97       60        5      446      673      131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WHO USED A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MOBILE APP IN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PAST 12 MONTHS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Read book reviews         225       225         -      198          7         15       98       48       57       34       24        7        -       79      123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get book               33%       34%                36%        27%        53%      36%      27%      37%      32%      48%      28%               31%      36%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recommendations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Borrow or download        182       182         -      173          1         13       62       53       39       28       11       10        2       56      103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an e-book (f)             27%       28%                31%         4%        44%      23%      30%      25%      27%      21%      42%      67%      22%      30%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Check for or pay          153       153         -      142          3          8       57       57       28       19        9        3        -       60       86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overdue fines (c)         26%       27%                30%        11%        29%      30%      28%      24%      28%      19%       8%               32%      26%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L                 L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Q17A Page 112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Q17a. Do you think public libraries have done a good job keeping up with new technologies, or not?</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4214      3664       550     2814        211        152     1150     1076     1257      811      447      317      214     1329     2173      712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75%       76%       71%      77%        77%        77%      71%      74%      78%      78%      77%      81%      86%      73%      77%      75%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G       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661       607        54      460         36         35      292      188      117       69       47       13        6      245      301      116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13%        7%      13%        13%        18%      18%      13%       7%       7%       8%       3%       2%      13%      11%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JILM   JKHILM     JILM       LM        M       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688       526       162      384         28          6      165      178      237      156       80       61       30      231      344      114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11%       21%      10%        10%         3%      10%      12%      15%      15%      14%      16%      12%      13%      12%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        F       FG        F        F        F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23        12        11       12          -          5        2        5        9        6        4        2        -       12        5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2%       *%       *%       1%       1%       1%       *%                1%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Q17B Page 113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Q17b. How effective do you think libraries in your community are at promoting literacy and a love of reading to people? Are they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Very effective           2011      1705       306     1216        124         34      474      533      655      416      239      164      129      623     1055      332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36%       35%       39%      33%        45%        17%      29%      37%      40%      40%      41%      42%      52%      34%      37%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F       FG       FG       FG       FG       FG    JFGHI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Somewhat effective       2332      2100       232     1696        110        103      773      604      629      429      200      149       48      724     1196      411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42%       44%       30%      46%        40%        52%      48%      42%      39%      41%      35%      38%      19%      40%      42%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KIM     KILM        M        M        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too effective         456       405        50      339         19         45      193      112       83       53       31        2       18      209      199       48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        8%        7%       9%         7%        22%      12%       8%       5%       5%       5%       *%       7%      12%       7%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JKHIL        L        L        L        L                 L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at all                214       181        33      142          6          5       85       60       43       38        5        8        3       83       89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effective                  4%        4%        4%       4%         2%         2%       5%       4%       3%       4%       1%       2%       1%       5%       3%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KILM       KM                 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531       377       154      255         16         12       77      125      202      102      100       64       46      156      266      109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10%        8%       20%       7%         6%         6%       5%       9%      12%      10%      17%      16%      18%       9%       9%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GH        G     FGHJ      FGH     JFGH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41        40         1       19          -          -        8       14        9        6        3        6        5       20       16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       1%                             *%       1%       1%       1%       1%       2%       2%       1%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Effective            4342      3805       538     2913        234        137     1247     1137     1283      844      439      313      177     1347     2251      744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78%       79%       69%      79%        85%        69%      77%      79%      79%      81%      76%      80%      71%      74%      80%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Q17B Page 114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Q17b. How effective do you think libraries in your community are at promoting literacy and a love of reading to people? Are they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Not effective         670       587        83      482         25         49      278      172      126       90       36       10       21      292      288       90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12%       11%      13%         9%        25%      17%      12%       8%       9%       6%       2%       8%      16%      10%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JKHILM      KIL        L        L                          L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Q18A Page 115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Q18. If your local public library CLOSED, would that have a MAJOR impact, MINOR impact or NO IMPACT on...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You and your family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Major impact             1807      1573       233     1134        120         29      492      526      531      328      203      127       80      609      934      264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32%       33%       30%      31%        44%        15%      31%      36%      33%      31%      35%      32%      32%      34%      33%      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F        F        F        F        F        F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Minor impact             1870      1715       155     1401         72        109      605      484      475      316      158      121       51      597      930      342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33%       36%       20%      38%        26%        55%      38%      33%      29%      30%      27%      31%      20%      33%      33%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JKGHILM     JKIM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impact                1836      1470       367     1119         67         60      497      428      585      375      210      142      106      593      910      334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33%       31%       47%      31%        24%        30%      31%      30%      36%      36%      36%      36%      43%      33%      32%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H                                  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Community does not         10         7         3        2          4          -        4        -        5        2        3        1        -        -        9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a public              *%        *%        *%       *%         1%                  *%                *%       *%       1%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37        21        16        8          3          -        4        9       13       10        3        1       10        9       23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        2%       *%         1%                  *%       1%       1%       1%       1%       *%       4%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25        23         2        6          9          -        8        -       11       11        -        -        2        7       16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3%                  1%                1%       1%                         1%       *%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Impact               3677      3288       389     2534        193        138     1097     1010     1006      645      361      248      131     1206     1864      606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66%       68%       50%      69%        70%        70%      68%      70%      62%      62%      63%      63%      53%      66%      66%      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M       IM      JIM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Q18B Page 116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Q18. If your local public library CLOSED, would that have a MAJOR impact, MINOR impact or NO IMPACT on...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Your community as a whole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Major impact             3635      3159       476     2448        179        104      942      959     1158      743      415      270      160     1202     1834      600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65%       66%       61%      67%        65%        52%      58%      66%      71%      71%      72%      69%      64%      66%      65%      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       FG       FG       FG       FG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Minor impact             1347      1195       152      943         60         85      507      373      268      186       82       64       35      421      698      228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24%       25%       20%      26%        22%        43%      32%      26%      17%      18%      14%      16%      14%      23%      25%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JKILM    JKILM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impact                 331       258        73      164         19          6       99       69      105       61       43       35       13      116      153       62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5%        9%       4%         7%         3%       6%       5%       6%       6%       8%       9%       5%       6%       5%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Community does not         18        16         3        7          4          -        4        4        3        3        -        1        6        -       14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a public              *%        *%        *%       *%         1%                  *%       *%       *%       *%                *%       3%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245       175        70      103         13          3       54       43       81       43       38       23       34       71      123       50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4%        9%       3%         5%         2%       3%       3%       5%       4%       7%       6%      14%       4%       4%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FH            JFGHIL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9         6         3        4          -          -        4        -        5        5        -        -        -        6        -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Q18B Page 117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Q18. If your local public library CLOSED, would that have a MAJOR impact, MINOR impact or NO IMPACT on... [INSERT ITEMS IN ORDER]?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Impact               4982      4354       628     3391        240        189     1449     1332     1426      929      497      333      195     1622     2532      828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89%       91%       81%      92%        87%        95%      90%      92%      88%      89%      86%      85%      78%      89%      90%      87%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JKILM        M     KILM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Q19A Page 118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Have more comfortable spaces for reading, working, and relaxing at the library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1773      1528       245     1131        109         73      558      459      514      345      168       93       58      611      840      321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64%       64%       63%      63%        74%        76%      70%      62%      64%      68%      58%      48%      50%      68%      61%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KLM      KLM        L        L       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maybe do           680       608        72      468         28         22      210      185      175      110       65       66       22      225      333      122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25%       26%       19%      26%        19%        22%      26%      25%      22%      22%      22%      34%      19%      25%      24%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187       163        24      137          7          -       18       66       75       39       37        8       16       49      114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do                     7%        7%        6%       8%         5%                  2%       9%       9%       8%      13%       4%      14%       5%       8%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G       GL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Doesn’t really             30        25         5       18          -          -        3        5        9        6        2        9        4        6       19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matter to me (VOL.)        1%        1%        1%       1%                             *%       1%       1%       1%       1%       5%       3%       1%       1%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70        33        37       29          2          1        4       14       22        7       15       14       15       11       51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1%       10%       2%         2%         1%       1%       2%       3%       1%       5%       7%      13%       1%       4%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GJ        G      JGH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23        17         6       11          -          -        -       12        3        -        3        3        -        4       19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1%                                      2%       *%                1%       1%                *%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Q19B Page 119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Move some print books and stacks OUT OF public locations to free up more space for things such as tech centers, reading rooms, meetings rooms, and cultural events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842       722       119      491         67         21      284      249      214      137       77       45       24      319      372      151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30%       30%       31%      27%        45%        22%      36%      34%      27%      27%      26%      23%      21%      35%      27%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ILM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maybe do          1108       958       150      747         51         64      345      292      289      199       90       71       38      374      594      140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40%       40%       39%      42%        35%        66%      44%      39%      36%      39%      31%      37%      33%      41%      43%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JKGHILM        K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691       617        74      511         22         11      156      190      245      144      101       50       26      185      340      166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do                    25%       26%       19%      29%        15%        11%      20%      26%      31%      28%      35%      26%      23%      21%      25%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F       FG        F       FG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Doesn’t really             19        13         6        8          -          -        3        -       11        6        4        3        3        6        7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matter to me (VOL.)        1%        1%        1%       *%                             *%                1%       1%       1%       1%       2%       1%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81        47        34       29          4          -        4       11       26       15       12       17       19       18       46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2%        9%       2%         3%                  1%       1%       3%       3%       4%       9%      16%       2%       3%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G       GH    JKGHI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23        17         6        6          4          -        -        -       12        6        6        7        4        2       18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2%       *%         2%                                    2%       1%       2%       4%       4%       *%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Q19C Page 120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Offer free early literacy programs to help young children prepare for school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2337      2031       306     1529        135         86      708      620      669      421      247      146       80      767     1155      414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85%       86%       79%      85%        92%        89%      89%      84%      84%      83%      85%      76%      70%      85%      84%      86%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       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maybe do           341       277        64      211          7          7       79      104       85       58       27       38       29      112      178       51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12%       16%      12%         5%         7%      10%      14%      11%      11%       9%      20%      26%      12%      13%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JKFGI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48        42         7       37          -          -        5       12       28       16       12        3        -       19       24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do                     2%        2%        2%       2%                             1%       2%       4%       3%       4%       2%                2%       2%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Doesn’t really              4         2         1        2          -          -        -        2        -        -        -        -        -        -        1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matter to me (VOL.)        *%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25        20         5       12          4          4        2        3        8        6        2        5        4        6       15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1%         3%         4%       *%       *%       1%       1%       1%       3%       3%       1%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9         2         7        2          -          -        -        -        8        6        2        -        1        -        3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2%       *%                                               1%       1%       1%                1%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Q19D Page 121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Coordinate more closely with local schools in providing resources to kids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2352      2049       303     1567        130         76      736      635      659      408      251      141       79      747     1180      425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85%       86%       78%      87%        88%        79%      93%      86%      83%      81%      86%      74%      69%      83%      86%      88%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JHILM       LM                         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maybe do           310       256        53      174         13         19       47       81      106       80       26       37       21      123      142       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11%       11%       14%      10%         9%        19%       6%      11%      13%      16%       9%      19%      18%      14%      10%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KG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44        34        10       30          -          -        6       12       17       12        6        4        5       18       17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do                     2%        1%        3%       2%                             1%       2%       2%       2%       2%       2%       4%       2%       1%       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48        29        19       17          4          1        4        8       14        7        7        9        9       15       29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1%        5%       1%         3%         1%       *%       1%       2%       1%       2%       4%       8%       2%       2%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9         6         4        6          -          -        -        6        2        -        2        1        1        2        8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1%       *%                1%       1%       1%       *%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Q19E Page 122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Buy 3-D printers and other digital tools to allow people to learn how to use them to make different kinds of objects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1238      1018       220      727         80         40      351      335      353      227      126       93       48      435      606      197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45%       43%       57%      41%        54%        42%      44%      45%      44%      45%      43%      49%      42%      48%      44%      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maybe do           966       864       102      668         51         42      310      260      245      150       95       71       34      316      476      174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35%       36%       26%      37%        35%        44%      39%      35%      31%      30%      33%      37%      30%      35%      35%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467       431        36      354         12         14      120      127      172      116       55       18       10      116      245      105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do                    17%       18%        9%      20%         8%        14%      15%      17%      22%      23%      19%      10%       9%      13%      18%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LM       LM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Doesn’t really             12        11         1        7          -          -        -        4        7        3        4        -        -        9        1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matter to me (VOL.)        *%        *%        *%       *%                                      1%       1%       1%       1%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68        42        26       29          4          -       12        9       19       11        8        9       16       26       38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2%        7%       2%         3%                  2%       1%       2%       2%       3%       5%      14%       3%       3%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13         9         4        9          -          -        -        5        1        -        1        -        6        2       11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1%       *%                *%                5%       *%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Q19F Page 123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Create services or programs for local businesses and entrepreneurs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1458      1299       159     1001         56         52      457      411      401      268      133       86       44      508      756      194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52%       53%       41%      53%        44%        50%      56%      58%      49%      50%      46%      43%      32%      56%      52%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LM     KILM        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maybe do           992       869       123      679         51         47      287      217      317      207      110       82       38      281      500      210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35%       36%       32%      36%        39%        46%      35%      31%      39%      39%      38%      41%      28%      31%      35%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228       200        28      168         11          4       54       58       71       51       20       18        9       68      125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do                     8%        8%        7%       9%         9%         4%       7%       8%       9%      10%       7%       9%       7%       8%       9%       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Doesn’t really              9         2         8        2          -          -        -        -        -        -        -        2        8        -        9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matter to me (VOL.)        *%        *%        2%       *%                                                                          1%       6%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92        40        52       18         10          -       14        9       30        9       21       11       21       37       37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2%       13%       1%         8%                  2%       1%       4%       2%       7%       6%      16%       4%       3%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GHJ             JGHIL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43        25        17        8          -          -        5       12        3        -        3        2       16       17       18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1%        4%       *%                             1%       2%       *%                1%       1%      11%       2%       1%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Q19G Page 124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Create services or programs for active military personnel and veterans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2090      1827       263     1425         97         65      597      565      622      410      213      133       88      623     1127      340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74%       75%       68%      76%        75%        64%      73%      80%      76%      77%      74%      66%      65%      68%      78%      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LM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maybe do           576       491        85      383         21         33      186      113      162      106       56       41       32      223      264       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20%       20%       22%      20%        16%        32%      23%      16%      20%      20%      19%      20%      23%      24%      18%      19%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72        61        10       48          5          4       21       23       17       11        6        4        4       29       25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do                     3%        3%        3%       3%         4%         4%       3%       3%       2%       2%       2%       2%       3%       3%       2%       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Doesn’t really             14         8         5        8          -          -        -        -        6        6        -        3        5        -        8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matter to me (VOL.)        *%        *%        1%       *%                                               1%       1%                1%       4%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54        36        18       12          4          -       11        2       13        -       13       17        4       28       13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1%        5%       1%         3%                  1%       *%       2%                5%       9%       3%       3%       1%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16        11         5        -          1          -        2        4        3        3        -        3        3        8        8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        1%                  1%                  *%       1%       *%       1%                1%       2%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Q19H Page 125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Create services or programs for immigrants and first-generation Americans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1668      1463       204     1144         83         56      525      437      453      274      180      118       65      657      816      195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59%       60%       53%      61%        64%        54%      64%      62%      55%      51%      62%      59%      48%      72%      56%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JIM        J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maybe do           809       721        88      559         30         35      221      194      273      198       75       44       33      173      458      177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29%       30%       23%      30%        23%        34%      27%      27%      33%      37%      26%      22%      25%      19%      32%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GL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243       201        42      147         13         11       57       62       63       51       12       27       15       62      117       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do                     9%        8%       11%       8%        10%        11%       7%       9%       8%      10%       4%      14%      11%       7%       8%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Doesn’t really              6         3         3        3          -          -        -        -        3        3        -        -        3        -        3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matter to me (VOL.)        *%        *%        1%       *%                                               *%       1%                         2%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86        43        43       19          4          -       13       14       30        8       21        9       14       16       45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2%       11%       1%         3%                  2%       2%       4%       2%       7%       4%      10%       2%       3%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GHJ                JG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10         4         6        3          -          -        -        -        1        1        -        2        4        3        6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2%       *%                                               *%       *%                1%       3%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Q19I Page 126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 Offer programs to teach patrons about protecting their privacy and security online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2132      1877       254     1421        109         82      631      564      625      390      234      133       74      694     1128      309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76%       77%       66%      76%        85%        80%      77%      80%      76%      73%      81%      66%      55%      76%      78%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M        M       LM        M        M       LM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maybe do           510       446        65      379         17         18      153      113      155      109       46       39       26      152      249      109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18%       17%      20%        13%        17%      19%      16%      19%      20%      16%      19%      19%      17%      17%      23%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99        80        19       59          2          3       23       18       26       24        1       12       15       31       48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do                     4%        3%        5%       3%         2%         3%       3%       3%       3%       5%       *%       6%      11%       3%       3%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                 K      KGH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Doesn’t really              6         2         4        2          -          -        -        -        -        -        -        2        4        -        6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matter to me (VOL.)        *%        *%        1%       *%                                                                          1%       3%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68        26        43       15          -          -       10        7       17       11        6       13       15       30       14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1%       11%       1%                             1%       1%       2%       2%       2%       6%      11%       3%       1%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GH    JKGHI        O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7         4         2        -          -          -        -        4        1        1        -        1        -        4        -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1%       *%       *%                1%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Q19J Page 127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 Now thinking about some new things public libraries could do to change how they serve the public... Please tell me if each of the following is something you, personally, think public libraries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 Offer programs to teach people, including kids and senior citizens, how to use digital tools such as computers, smartphones and apps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2203      1937       265     1496        107         67      620      593      654      426      227      154       89      734     1155      314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78%       80%       69%      80%        83%        66%      76%      84%      79%      80%      79%      77%      66%      81%      80%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FGM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maybe do           460       406        54      328         12         22      165       86      124       88       36       36       17      129      213      117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17%       14%      17%         9%        22%      20%      12%      15%      16%      13%      18%      13%      14%      15%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Should definitely          91        68        23       43          9         13       26       21       30       15       15        1        1       27       43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do                     3%        3%        6%       2%         7%        12%       3%       3%       4%       3%       5%       *%       1%       3%       3%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LM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Doesn’t really              3         2         1        2          -          -        -        -        -        -        -        2        1        -        3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matter to me (VOL.)        *%        *%        *%       *%                                                                          1%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49        14        35        7          1          -        5        -       14        5        9        6       20       13       23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1%        9%       *%         1%                  1%                2%       1%       3%       3%      15%       1%       2%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JKGIL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16         7         9        -          -          -        -        7        1        1        -        2        6        7        8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        2%                                               1%       *%       *%                1%       4%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Q19SUM-1 Page 128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Q19SUM-1. Now thinking about some new things public libraries could do to change how they serve the public... Please tell me if each of the following is something you, personally, think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libraries 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"SHOULD DEFINITELY DO"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Coordinate more          2352      2049       303     1567        130         76      736      635      659      408      251      141       79      747     1180      425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closely with local        85%       86%       78%      87%        88%        79%      93%      86%      83%      81%      86%      74%      69%      83%      86%      88%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schools in                            C                                             JHILM       LM                         LM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providing resources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kids (d)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Offer free early         2337      2031       306     1529        135         86      708      620      669      421      247      146       80      767     1155      414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literacy programs         85%       86%       79%      85%        92%        89%      89%      84%      84%      83%      85%      76%      70%      85%      84%      86%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help young                                                                  M       LM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children prepare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for school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Offer programs to        2203      1937       265     1496        107         67      620      593      654      426      227      154       89      734     1155      314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teach people,             78%       80%       69%      80%        83%        66%      76%      84%      79%      80%      79%      77%      66%      81%      80%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including kids and                    C                                                        FGM                                                     P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senior citizens,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how to use digital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tools such as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smartphones 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apps (j)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Offer programs to        2132      1877       254     1421        109         82      631      564      625      390      234      133       74      694     1128      309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teach patrons about       76%       77%       66%      76%        85%        80%      77%      80%      76%      73%      81%      66%      55%      76%      78%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protecting their                      C                                        M        M       LM        M        M       LM                          P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privacy 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security online (i)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Q19SUM-1 Page 129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Q19SUM-1. Now thinking about some new things public libraries could do to change how they serve the public... Please tell me if each of the following is something you, personally, think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libraries 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"SHOULD DEFINITELY DO"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services or       2090      1827       263     1425         97         65      597      565      622      410      213      133       88      623     1127      340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programs for active       74%       75%       68%      76%        75%        64%      73%      80%      76%      77%      74%      66%      65%      68%      78%      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military personnel                                                                              LM                                                              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and veterans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more                1773      1528       245     1131        109         73      558      459      514      345      168       93       58      611      840      321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comfortable spaces        64%       64%       63%      63%        74%        76%      70%      62%      64%      68%      58%      48%      50%      68%      61%      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for reading,                                                                 KLM      KLM        L        L       LM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working, 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relaxing at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(a)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services or       1668      1463       204     1144         83         56      525      437      453      274      180      118       65      657      816      195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programs for              59%       60%       53%      61%        64%        54%      64%      62%      55%      51%      62%      59%      48%      72%      56%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immigrants and                                                                        JIM        J                                                    OP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first-generation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Americans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services or       1458      1299       159     1001         56         52      457      411      401      268      133       86       44      508      756      194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programs for local        52%       53%       41%      53%        44%        50%      56%      58%      49%      50%      46%      43%      32%      56%      52%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businesses and                        C                                                LM     KILM        M        M                                   P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entrepreneurs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Buy 3-D printers         1238      1018       220      727         80         40      351      335      353      227      126       93       48      435      606      197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and other digital         45%       43%       57%      41%        54%        42%      44%      45%      44%      45%      43%      49%      42%      48%      44%      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tools to allow                                  B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people to learn how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use them to make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different kinds of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objects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Q19SUM-1 Page 130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Q19SUM-1. Now thinking about some new things public libraries could do to change how they serve the public... Please tell me if each of the following is something you, personally, think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libraries 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"SHOULD DEFINITELY DO"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Move some print           842       722       119      491         67         21      284      249      214      137       77       45       24      319      372      151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books and stacks          30%       30%       31%      27%        45%        22%      36%      34%      27%      27%      26%      23%      21%      35%      27%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OUT OF public                                                       D                 ILM                                                              O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locations to free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up more space for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things such as tech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centers, reading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rooms, meetings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rooms, and cultural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events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Q19SUM-2 Page 131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Q19SUM-2. Now thinking about some new things public libraries could do to change how they serve the public... Please tell me if each of the following is something you, personally, think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libraries 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"SHOULD DEFINITELY NOT DO"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Move some print           691       617        74      511         22         11      156      190      245      144      101       50       26      185      340      166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books and stacks          25%       26%       19%      29%        15%        11%      20%      26%      31%      28%      35%      26%      23%      21%      25%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OUT OF public                                            E                                       F       FG        F       FG                                           NO</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locations to free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up more space for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things such as tech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centers, reading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rooms, meetings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rooms, and cultural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events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Buy 3-D printers          467       431        36      354         12         14      120      127      172      116       55       18       10      116      245      105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and other digital         17%       18%        9%      20%         8%        14%      15%      17%      22%      23%      19%      10%       9%      13%      18%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tools to allow                        C                  E                                               LM       LM                                                     N</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people to learn how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use them to make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different kinds of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objects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services or        243       201        42      147         13         11       57       62       63       51       12       27       15       62      117       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programs for               9%        8%       11%       8%        10%        11%       7%       9%       8%      10%       4%      14%      11%       7%       8%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immigrants and                                                                                                                       K                                   N</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first-generation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Americans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services or        228       200        28      168         11          4       54       58       71       51       20       18        9       68      125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programs for local         8%        8%        7%       9%         9%         4%       7%       8%       9%      10%       7%       9%       7%       8%       9%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businesses 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entrepreneurs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Q19SUM-2 Page 132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Q19SUM-2. Now thinking about some new things public libraries could do to change how they serve the public... Please tell me if each of the following is something you, personally, think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libraries 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"SHOULD DEFINITELY NOT DO"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more                 187       163        24      137          7          -       18       66       75       39       37        8       16       49      114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comfortable spaces         7%        7%        6%       8%         5%                  2%       9%       9%       8%      13%       4%      14%       5%       8%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for reading,                                                                                     G        G        G       GL                 G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working, 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relaxing at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(a)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Offer programs to          99        80        19       59          2          3       23       18       26       24        1       12       15       31       48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teach patrons about        4%        3%        5%       3%         2%         3%       3%       3%       3%       5%       *%       6%      11%       3%       3%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protecting their                                                                                                   K                 K      KGH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privacy 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security online (i)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Offer programs to          91        68        23       43          9         13       26       21       30       15       15        1        1       27       43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teach people,              3%        3%        6%       2%         7%        12%       3%       3%       4%       3%       5%       *%       1%       3%       3%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including kids and                                                            LM                          L                 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senior citizens,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how to use digital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tools such as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smartphones 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apps (j)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services or         72        61        10       48          5          4       21       23       17       11        6        4        4       29       25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programs for active        3%        3%        3%       3%         4%         4%       3%       3%       2%       2%       2%       2%       3%       3%       2%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military personnel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and veterans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Q19SUM-2 Page 133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Q19SUM-2. Now thinking about some new things public libraries could do to change how they serve the public... Please tell me if each of the following is something you, personally, think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libraries 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"SHOULD DEFINITELY NOT DO"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Offer free early           48        42         7       37          -          -        5       12       28       16       12        3        -       19       24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literacy programs          2%        2%        2%       2%                             1%       2%       4%       3%       4%       2%                2%       2%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help young                                                                                             G                 G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children prepare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for school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Coordinate more            44        34        10       30          -          -        6       12       17       12        6        4        5       18       17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closely with local         2%        1%        3%       2%                             1%       2%       2%       2%       2%       2%       4%       2%       1%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schools in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providing resources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kids (d)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Q19SUM-3 Page 134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Q19SUM-3. Now thinking about some new things public libraries could do to change how they serve the public... Please tell me if each of the following is something you, personally, think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libraries 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"SHOULD MAYBE DO"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Move some print          1108       958       150      747         51         64      345      292      289      199       90       71       38      374      594      140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books and stacks          40%       40%       39%      42%        35%        66%      44%      39%      36%      39%      31%      37%      33%      41%      43%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OUT OF public                                                            JKGHILM        K                                                              P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locations to free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up more space for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things such as tech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centers, reading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rooms, meetings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rooms, and cultural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events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services or        992       869       123      679         51         47      287      217      317      207      110       82       38      281      500      210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programs for local        35%       36%       32%      36%        39%        46%      35%      31%      39%      39%      38%      41%      28%      31%      35%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businesses and                                                                                                                                                          NO</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entrepreneurs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Buy 3-D printers          966       864       102      668         51         42      310      260      245      150       95       71       34      316      476      174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and other digital         35%       36%       26%      37%        35%        44%      39%      35%      31%      30%      33%      37%      30%      35%      35%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tools to allow                        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people to learn how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use them to make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different kinds of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objects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Q19SUM-3 Page 135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Q19SUM-3. Now thinking about some new things public libraries could do to change how they serve the public... Please tell me if each of the following is something you, personally, think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libraries 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"SHOULD MAYBE DO"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services or        809       721        88      559         30         35      221      194      273      198       75       44       33      173      458      177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programs for              29%       30%       23%      30%        23%        34%      27%      27%      33%      37%      26%      22%      25%      19%      32%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immigrants and                                                                                            L       GL                                            N        N</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first-generation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Americans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more                 680       608        72      468         28         22      210      185      175      110       65       66       22      225      333      122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comfortable spaces        25%       26%       19%      26%        19%        22%      26%      25%      22%      22%      22%      34%      19%      25%      24%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for reading,                                                                                                                         I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working, 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relaxing at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(a)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services or        576       491        85      383         21         33      186      113      162      106       56       41       32      223      264       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programs for active       20%       20%       22%      20%        16%        32%      23%      16%      20%      20%      19%      20%      23%      24%      18%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military personnel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and veterans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Offer programs to         510       446        65      379         17         18      153      113      155      109       46       39       26      152      249      109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teach patrons about       18%       18%       17%      20%        13%        17%      19%      16%      19%      20%      16%      19%      19%      17%      17%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protecting their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privacy 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security online (i)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Offer programs to         460       406        54      328         12         22      165       86      124       88       36       36       17      129      213      117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teach people,             16%       17%       14%      17%         9%        22%      20%      12%      15%      16%      13%      18%      13%      14%      15%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including kids and                                                                      H                                                                               NO</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senior citizens,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how to use digital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tools such as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computers,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smartphones and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apps (j)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Q19SUM-3 Page 136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Q19SUM-3. Now thinking about some new things public libraries could do to change how they serve the public... Please tell me if each of the following is something you, personally, think public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libraries should DEFINITELY do, should MAYBE do, or should definitely NOT do.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"SHOULD MAYBE DO"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Offer free early          341       277        64      211          7          7       79      104       85       58       27       38       29      112      178       51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literacy programs         12%       12%       16%      12%         5%         7%      10%      14%      11%      11%       9%      20%      26%      12%      13%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help young                                                                                                                             JKFGI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children prepare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for school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Coordinate more           310       256        53      174         13         19       47       81      106       80       26       37       21      123      142       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closely with local        11%       11%       14%      10%         9%        19%       6%      11%      13%      16%       9%      19%      18%      14%      10%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schools in                                                                                                G        G                KG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providing resources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 kids (d)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Q20A Page 137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Helping people find jobs or pursue job training</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lot                     536       422       114      276         46         17      121      180      156      103       53       15       40      225      230       81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       18%       29%      15%        31%        18%      15%      24%      20%      20%      18%       8%      35%      25%      17%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GL        L        L        L              KGIL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Somewhat                  799       709        90      543         43         20      236      199      257      165       92       69       15      256      409      135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29%       30%       23%      30%        29%        21%      30%      27%      32%      33%      32%      36%      13%      28%      30%      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                 M        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little                  648       594        54      477         37         31      226      182      137       91       46       39       30      195      345      108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23%       25%       14%      27%        26%        32%      29%      25%      17%      18%      16%      20%      26%      22%      25%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JKI       KI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at all                413       361        52      285         12         29      134       96      113       63       51       24       12      126      181      106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       15%       13%      16%         8%        30%      17%      13%      14%      12%      18%      12%      11%      14%      13%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Community does not         14        11         3        7          4          -        4        4        3        3        -        -        3        -       14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a public              *%        *%        1%       *%         3%                  *%       1%       *%       1%                         2%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349       276        74      205          4          -       72       80      127       82       45       46       14      101      197       52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13%       12%       19%      11%         3%                  9%      11%      16%      16%      15%      24%      13%      11%      14%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G        G                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Q20A Page 138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3         1         2        -          -          -        -        -        3        -        3        -        -        2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A lot/Somewhat       1336      1131       204      820         89         37      357      378      413      268      145       84       55      481      639      216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48%       48%       53%      46%        61%        38%      45%      51%      52%      53%      50%      44%      48%      53%      46%      45%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Little/Not at        1061       955       106      761         49         60      360      278      250      153       97       62       42      321      526      214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all                       38%       40%       27%      42%        34%        62%      45%      38%      31%      30%      33%      32%      37%      35%      38%      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JKHILM     JKIL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Q20B Page 139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Helping people learn about local events and resources that are available in your community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lot                     802       658       144      460         56          3      194      208      290      193       97       61       30      261      406      136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29%       28%       37%      26%        38%         4%      24%      28%      36%      38%      33%      32%      26%      29%      29%      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       FG      FGH        F        F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Somewhat                 1079       934       145      755         35         39      310      306      301      184      117       79       42      363      525      191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39%       39%       37%      42%        24%        41%      39%      41%      38%      36%      40%      41%      37%      40%      38%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little                  519       478        40      357         33         36      202      129      101       69       32       23       25      138      287       94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       20%       10%      20%        23%        37%      26%      17%      13%      14%      11%      12%      22%      15%      21%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JKHIL    JKHIL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at all                217       203        14      152         12         18       70       53       60       31       29        6        3       95       86       37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        9%        4%       8%         8%        19%       9%       7%       8%       6%      10%       3%       3%      11%       6%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M       LM                                  LM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Community does not         14        11         3        7          4          -        4        4        3        3        -        -        3        -       14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a public              *%        *%        1%       *%         3%                  *%       1%       *%       1%                         2%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132        90        42       62          8          -       13       40       43       28       15       23       12       48       60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        4%       11%       3%         5%                  2%       5%       5%       5%       5%      12%      11%       5%       4%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G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Q20B Page 140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A lot/Somewhat       1881      1592       290     1215         91         43      504      514      591      377      214      140       72      624      931      327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68%       67%       74%      68%        62%        44%      64%      69%      74%      74%      74%      73%      63%      69%      68%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       FG       FG       FG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Little/Not at         736       681        55      509         45         54      272      182      161       99       62       29       28      233      372      130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all                       27%       29%       14%      28%        30%        56%      34%      25%      20%      20%      21%      15%      24%      26%      27%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JKGHILM    JKHIL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Q20C Page 141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1003       867       136      670         49         32      243      227      343      196      147       95       51      322      492      189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Helping people find out about volunteer opportunities and other ways people can make contributions to your community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lot                     659       535       124      357         51          3      169      210      202      119       83       25       38      226      333       99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24%       23%       32%      20%        35%         3%      21%      28%      25%      23%      29%      13%      33%      25%      24%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F       FL       FL       FL       FL        F       FL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Somewhat                 1072       957       116      758         53         40      304      264      325      212      113      100       35      348      538      186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39%       40%       30%      42%        36%        42%      38%      36%      41%      42%      39%      52%      31%      39%      39%      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GHM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little                  525       455        70      358         27         37      166      137      127       80       47       38       18      147      251      127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       19%       18%      20%        18%        38%      21%      18%      16%      16%      16%      20%      16%      16%      18%      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JKHIM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at all                267       243        25      193          3         14      106       74       59       39       20        5        4      104      126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10%       10%        6%      11%         2%        15%      13%      10%       7%       8%       7%       3%       3%      12%       9%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KILM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Community does not         14        11         3        7          4          -        4        4        3        3        -        -        3        -       14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a public              *%        *%        1%       *%         3%                  *%       1%       *%       1%                         2%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224       174        50      120          8          3       44       52       80       55       25       24       17       77      115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        7%       13%       7%         6%         3%       6%       7%      10%      11%       9%      12%      14%       8%       8%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Q20C Page 142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2763      2374       389     1793        147         96      793      741      797      507      291      192      114      904     1377      482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         -         2        -          -          -        -        -        2        -        2        -        -        2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1%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A lot/Somewhat       1731      1491       240     1115        104         43      473      474      527      331      196      126       73      574      871      285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63%       63%       62%      62%        71%        44%      60%      64%      66%      65%      67%      65%      64%      63%      63%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        F        F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Little/Not at         793       698        94      551         30         51      272      211      186      119       67       43       22      251      376      165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all                       29%       29%       24%      31%        21%        53%      34%      28%      23%      23%      23%      22%      19%      28%      27%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JKILM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Q20D Page 143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Helping people when they seek health information</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lot                    1020       874       146      614         50         28      256      239      333      220      113       97       54      340      505      175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36%       36%       38%      33%        39%        28%      31%      34%      41%      41%      39%      48%      40%      37%      35%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FGH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Somewhat                 1039       899       140      743         37         40      307      266      298      185      113       62       49      316      583      141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37%       37%       36%      40%        29%        39%      38%      38%      36%      35%      39%      31%      36%      35%      40%      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little                  401       351        50      289         18         22      171       97       87       56       30       11       12      151      179       72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14%       13%      15%        14%        22%      21%      14%      11%      11%      11%       5%       9%      17%      12%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JKILM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at all                155       147         8      116          7          8       49       53       40       34        6        6        1       54       79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6%        2%       6%         6%         7%       6%       7%       5%       6%       2%       3%       1%       6%       5%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M       KM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Community does not         10         7         3        2          -          -        -        -        5        2        3        1        4        -        5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a public              *%        *%        1%       *%                                               1%       *%       1%       *%       3%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186       153        33      110         16          4       31       49       59       37       22       23       14       48       92       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        6%        8%       6%        12%         4%       4%       7%       7%       7%       8%      12%      11%       5%       6%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Q20D Page 144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9         3         6        3          -          -        3        3        1        1        -        2        1        3        3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2%       *%                             *%       *%       *%       *%                1%       1%       *%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A lot/Somewhat       2060      1774       286     1356         88         68      563      505      631      405      226      158      103      656     1087      316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73%       73%       74%      72%        68%        67%      69%      71%      77%      76%      78%      79%      76%      72%      75%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Little/Not at         557       498        59      405         25         30      219      150      127       90       36       16       13      204      258       94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all                       20%       20%       15%      22%        20%        29%      27%      21%      15%      17%      13%       8%      10%      22%      18%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LM    JKILM      KLM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Q20E Page 145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Helping people decide what information they can trust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lot                     688       599        89      433         35         16      170      168      233      152       82       68       19      194      389      105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24%       25%       23%      23%        27%        15%      21%      24%      28%      28%      28%      34%      14%      21%      27%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        M        M      FGM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Somewhat                 1160       996       164      781         45         63      339      277      333      211      122       78       63      370      609      180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41%       41%       42%      42%        35%        61%      42%      39%      40%      39%      42%      39%      47%      41%      42%      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little                  504       467        38      369         36         16      214      131      105       70       35       25       13      193      225       87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19%       10%      20%        28%        16%      26%      18%      13%      13%      12%      12%       9%      21%      16%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JKILM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at all                209       179        30      153          5          5       62       70       52       41       12        8        5       63      116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        7%        8%       8%         4%         5%       8%      10%       6%       8%       4%       4%       3%       7%       8%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Community does not         16        13         3        8          -          -        -        4        8        4        3        1        4        -       11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a public              1%        1%        1%       *%                                      *%       1%       1%       1%       *%       3%                1%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230       175        56      131          8          3       31       54       91       57       34       20       25       83       90       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        7%       14%       7%         6%         2%       4%       8%      11%      11%      12%      10%      18%       9%       6%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FG       FG       FG                FG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Q20E Page 146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14         7         8        -          -          -        -        3        1        1        -        -        7        8        5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        2%                                               *%       *%       *%                         5%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A lot/Somewhat       1848      1595       253     1214         80         78      509      445      566      362      204      146       83      564      998      285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65%       66%       65%      65%        62%        77%      62%      63%      69%      68%      71%      73%      61%      62%      69%      61%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Little/Not at         713       646        68      522         41         21      277      201      158      111       47       33       17      256      341      116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all                       25%       27%       17%      28%        32%        21%      34%      28%      19%      21%      16%      17%      13%      28%      24%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JKILM     KILM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Q20F Page 147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1001       851       150      655         50         38      240      197      338      195      143      107       66      311      500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Helping people learn how to use new technologies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lot                     883       730       153      526         41         17      181      214      299      211       88       95       58      307      431      145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31%       30%       39%      28%        32%        17%      22%      30%      36%      40%      30%      48%      43%      34%      30%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FG       FG              KFGH       FG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Somewhat                 1093       960       133      775         51         41      355      290      297      165      133       56       40      318      624      151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39%       39%       34%      41%        40%        40%      43%      41%      36%      31%      46%      28%      29%      35%      43%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JL       JL                        JLM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little                  399       350        49      281         13         24      150      108       93       73       20       15       10      144      170       84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14%       13%      15%        10%        23%      18%      15%      11%      14%       7%       7%       7%      16%      12%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KLM     KILM       KM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at all                216       201        15      166         12         18       99       46       28       23        5       10        9       80      110       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        8%        4%       9%         9%        18%      12%       6%       3%       4%       2%       5%       7%       9%       8%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JKIL    JKHIL        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Community does not         13        10         3        5          -          -        -        4        5        2        3        1        4        -        8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a public              *%        *%        1%       *%                                      *%       1%       *%       1%       *%       3%                1%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(VOL.)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216       182        34      122         11          3       32       45       99       62       38       23       14       61      101       54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        7%        9%       7%         8%         2%       4%       6%      12%      12%      13%      11%      11%       7%       7%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FGH       FG      FGH       FG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Q20F Page 148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 I’d like to know in what ways you think the public library contributes to your community. Do you think the library contributes a lot in terms of [INSERT ITEMS; RANDOMIZE], contributes somewhat,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 little or not at all?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2821      2435       387     1876        129        102      817      707      823      535      288      200      135      911     1445      465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         1         -        -          1          -        -        -        1        -        1        -        -        1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A lot/Somewhat       1975      1690       285     1301         92         58      536      504      597      376      221      152       98      625     1055      296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70%       69%       74%      69%        71%        56%      66%      71%      72%      70%      77%      76%      73%      69%      73%      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        F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Little/Not at         615       551        64      447         25         42      248      154      121       96       25       25       19      224      281      110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all                       22%       23%       17%      24%        19%        41%      30%      22%      15%      18%       9%      12%      14%      25%      19%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JKHILM        K                 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Q20SUM Page 149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Q20SUM. I’d like to know in what ways you think the public library contributes to your community. Do you think the library contributes a lot in terms of [INSERT ITEMS; RANDOMIZE], contributes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somewhat, a little or not at all?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"A LOT"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Helping people when      1020       874       146      614         50         28      256      239      333      220      113       97       54      340      505      175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they seek health          36%       36%       38%      33%        39%        28%      31%      34%      41%      41%      39%      48%      40%      37%      35%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information (d)                                                                                           G        G               FGH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Helping people            883       730       153      526         41         17      181      214      299      211       88       95       58      307      431      145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learn how to use          31%       30%       39%      28%        32%        17%      22%      30%      36%      40%      30%      48%      43%      34%      30%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new technologies                                B                                                        FG       FG              KFGH       FG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Helping people            802       658       144      460         56          3      194      208      290      193       97       61       30      261      406      136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learn about local         29%       28%       37%      26%        38%         4%      24%      28%      36%      38%      33%      32%      26%      29%      29%      28%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events and                                                                              F        F       FG      FGH        F        F        F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resources that are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available in your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community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Helping people            688       599        89      433         35         16      170      168      233      152       82       68       19      194      389      105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decide what               24%       25%       23%      23%        27%        15%      21%      24%      28%      28%      28%      34%      14%      21%      27%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information they                                                                                          M        M        M      FGM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can trust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Helping people find       659       535       124      357         51          3      169      210      202      119       83       25       38      226      333       99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out about volunteer       24%       23%       32%      20%        35%         3%      21%      28%      25%      23%      29%      13%      33%      25%      24%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opportunities and                                                   D                   F       FL       FL       FL       FL        F       FL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 ways people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can make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contributions to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your community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Q20SUM Page 150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Q20SUM. I’d like to know in what ways you think the public library contributes to your community. Do you think the library contributes a lot in terms of [INSERT ITEMS; RANDOMIZE], contributes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somewhat, a little or not at all?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"A LOT"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Helping people find       536       422       114      276         46         17      121      180      156      103       53       15       40      225      230       81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jobs or pursue job        19%       18%       29%      15%        31%        18%      15%      24%      20%      20%      18%       8%      35%      25%      17%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training (a)                                    B                   D                           GL        L        L        L              KGIL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Q21 Page 151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Q21. These days, institutions such as government and schools often expect that people will contact them or learn about them using the internet. How easy is it for you to carry out tasks with these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institutions using the internet or email?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ALL             4809      4809         -     3669        275        194     1572     1303     1324      896      428      276       91     1593     2455      761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1718      1718         -     1325         99         69      471      387      571      343      228      150       50      555      858      305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Very easy                2012      2012         -     1691         94         73      781      586      455      316      138       76       22      693     1013      306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42%       42%                46%        34%        37%      50%      45%      34%      35%      32%      28%      24%      43%      41%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JKILM    JKILM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Somewhat easy            1916      1916         -     1461        119        104      639      450      557      387      169      112       36      600     1011      305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40%       40%                40%        43%        54%      41%      35%      42%      43%      40%      41%      40%      38%      41%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H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too easy              448       448         -      293         32         15       88      133      156       96       60       36       17      179      191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        9%                 8%        12%         8%       6%      10%      12%      11%      14%      13%      19%      11%       8%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G        G        G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at all easy           283       283         -      138         17          2       41      101       85       66       19       40        9       74      173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6%                 4%         6%         1%       3%       8%       6%       7%       4%      15%      10%       5%       7%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       FG       FG            JKFGHI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139       139         -       78         14          -       20       29       69       31       38       10        6       45       63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3%                 2%         5%                  1%       2%       5%       3%       9%       4%       7%       3%       3%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GH              GHJL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11        11         -        7          -          -        3        4        4        -        4        1        -        4        3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1%       *%                *%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Q21 Page 152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Q21. These days, institutions such as government and schools often expect that people will contact them or learn about them using the internet. How easy is it for you to carry out tasks with these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institutions using the internet or email?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ALL             4809      4809         -     3669        275        194     1572     1303     1324      896      428      276       91     1593     2455      761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Easy                 3928      3928         -     3152        213        177     1420     1036     1011      704      308      188       58     1292     2024      611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82%       82%                86%        77%        91%      90%      80%      76%      79%      72%      68%      64%      81%      82%      80%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JKHILM       KL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Not easy              732       732         -      431         49         17      129      234      241      162       79       77       26      253      364      115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       15%                12%        18%         9%       8%      18%      18%      18%      19%      28%      29%      16%      15%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       FG       FG       FG    JFGHI       FG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Q22 Page 153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Q22. Sometimes, these institutions expect people will use mobile apps to contact them and perform other tasks, such as signing up for services or getting information. How easy is it for you to carry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out tasks with these institutions using mobile apps?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ALL             4809      4809         -     3669        275        194     1572     1303     1324      896      428      276       91     1593     2455      761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1718      1718         -     1325         99         69      471      387      571      343      228      150       50      555      858      305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Very easy                1390      1390         -     1131         89         68      607      387      273      200       73       33       15      483      750      158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29%       29%                31%        32%        35%      39%      30%      21%      22%      17%      12%      16%      30%      31%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JKILM   JKHILM    JKILM        L        L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Somewhat easy            1788      1788         -     1423         82         82      635      523      457      316      141       58       25      602      880      306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37%       37%                39%        30%        42%      40%      40%      35%      35%      33%      21%      27%      38%      36%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L        L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too easy              688       688         -      474         55         30      172      187      216      147       69       60       16      213      366      110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14%                13%        20%        16%      11%      14%      16%      16%      16%      22%      18%      13%      15%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at all easy           494       494         -      316         22          7       86      106      207      129       77       68       16      158      244       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10%       10%                 9%         8%         4%       5%       8%      16%      14%      18%      25%      17%      10%      10%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FGH      FGH      FGH    JFGHI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use mobile          310       310         -      218         24          3       43       70      118       70       48       46       15       90      152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apps (VOL.)                6%        6%                 6%         9%         1%       3%       5%       9%       8%      11%      17%      17%       6%       6%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FG       FG      FGH    JFGHI       FG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124       124         -       96          4          4       25       30       48       28       21       10        2       44       53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3%                 3%         1%         2%       2%       2%       4%       3%       5%       3%       3%       3%       2%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13        13         -       10          -          -        4        -        6        6        -        2        2        4       10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1%                1%       2%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Q22 Page 154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Q22. Sometimes, these institutions expect people will use mobile apps to contact them and perform other tasks, such as signing up for services or getting information. How easy is it for you to carry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out tasks with these institutions using mobile apps?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ALL             4809      4809         -     3669        275        194     1572     1303     1324      896      428      276       91     1593     2455      761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USERS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CONNECTORS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Easy                 3179      3179         -     2555        171        150     1242      910      730      516      214       91       39     1085     1630      464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66%       66%                70%        62%        77%      79%      70%      55%      58%      50%      33%      43%      68%      66%      61%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JKILM   JKHILM    JKILM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Not easy             1183      1183         -      790         77         37      258      293      423      277      146      128       32      371      610      202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25%       25%                22%        28%        19%      16%      22%      32%      31%      34%      46%      35%      23%      25%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FGH      FGH      FGH   JKFGHI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Q23 Page 155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Q23. Have you ever used the public library for help on how to use the internet or mobile apps to carry out tasks involving government, schools, banks, or other businesses?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774       696        77      463         97         25      265      231      203      135       67       20       27      313      359      102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14%       10%      13%        35%        12%      16%      16%      13%      13%      12%       5%      11%      17%      13%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D                   L        L        L        L        L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4786      4096       691     3196        174        173     1334     1216     1410      902      508      370      219     1489     2454      844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86%       85%       89%      87%        63%        87%      83%      84%      87%      87%      88%      94%      88%      82%      87%      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JKGHI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18        13         5        6          4          1       11        -        3        -        3        -        3       11        5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1%         1%       1%                *%                1%                1%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7         5         2        5          -          -        -        -        5        5        -        2        -        2        5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Q24A Page 156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Q24. Have you ever used the library or its website to find material or videos that would help you learn how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2316      2071       246     1642        104         92      671      636      642      398      244      155       96      710     1208      398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USED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WEBSITE/APP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849       762        87      616         36         31      208      195      284      159      125       77       43      261      431      157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Use different kinds of technology applications such as how to use Linked-In, Facebook or Twitter</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215       205         9      133         33         11       56       66       64       48       17        4       13       88      109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       10%        4%       8%        31%        12%       8%      10%      10%      12%       7%       2%      14%      12%       9%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D                   L        L        L        L                          L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2101      1864       236     1507         71         81      615      569      577      350      227      151       83      622     1099      379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91%       90%       96%      92%        69%        88%      92%      90%      90%      88%      93%      98%      86%      88%      91%      95%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E                                                                       JGHIM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         1         -        1          -          -        -        -        1        1        -        -        -        -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Q24B Page 157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Q24. Have you ever used the library or its website to find material or videos that would help you learn how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2316      2071       246     1642        104         92      671      636      642      398      244      155       96      710     1208      398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USED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WEBSITE/APP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849       762        87      616         36         31      208      195      284      159      125       77       43      261      431      157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Use apps on smartphones or tablet computers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222       203        19      118         36         10       82       67       39       24       15        8       17       82      115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10%       10%        8%       7%        35%        10%      12%      11%       6%       6%       6%       5%      17%      12%      10%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2093      1866       227     1523         67         83      589      569      602      373      229      147       79      628     1093      372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90%       90%       92%      93%        65%        90%      88%      89%      94%      94%      94%      95%      83%      88%      90%      93%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         1         -        1          -          -        -        -        1        1        -        -        -        -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Q24C Page 158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Q24. Have you ever used the library or its website to find material or videos that would help you learn how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A WHO      2316      2071       246     1642        104         92      671      636      642      398      244      155       96      710     1208      398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USED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WEBSITE/APP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849       762        87      616         36         31      208      195      284      159      125       77       43      261      431      157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Download and use e-books or other digital material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332       303        29      219         32          8       92      109       93       52       41       12       16      107      185       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15%       12%      13%        31%         9%      14%      17%      15%      13%      17%       8%      16%      15%      15%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1975      1765       209     1420         71         85      578      527      546      343      203      143       73      603     1017      354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85%       85%       85%      86%        69%        91%      86%      83%      85%      86%      83%      92%      76%      85%      84%      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HM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10         3         8        3          -          -        -        -        3        3        -        -        8        -        6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3%       *%                                               *%       1%                         8%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Q24D Page 159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Q24. Have you ever used the library or its website to find material or videos that would help you learn how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2344      2100       243     1695        104         87      695      587      674      448      226      158      111      737     1238      368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USED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WEBSITE/APP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827       732        95      590         41         31      202      164      277      163      114       87       53      256      421      150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Create software or write computer code for websites, games, or apps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______________________________________________________________________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147       131        16      105          7         19       41       60       20       13        7        -        8       55       70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6%        7%       6%         7%        21%       6%      10%       3%       3%       3%                7%       7%       6%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JKGI               JKI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2189      1969       220     1590         97         68      653      528      654      434      220      157      102      678     1168      343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93%       94%       90%      94%        93%        79%      94%      90%      97%      97%      97%      99%      92%      92%      94%      93%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FH       FH       FH      FGH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         -         6        -          -          -        -        -        -        -        -        -        2        4        -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2%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         -         1        -          -          -        -        -        -        -        -        1        -        -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Q24E Page 160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Q24. Have you ever used the library or its website to find material or videos that would help you learn how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2344      2100       243     1695        104         87      695      587      674      448      226      158      111      737     1238      368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USED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WEBSITE/APP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827       732        95      590         41         31      202      164      277      163      114       87       53      256      421      150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Create digital audio or music</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________________________________</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194       174        20      130         13          6       64       76       38       20       17        5        5       77      101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        8%        8%       8%        13%         6%       9%      13%       6%       5%       8%       3%       4%      10%       8%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JIL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2146      1927       220     1566         90         81      631      511      636      427      209      153      103      661     1134      352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92%       92%       90%      92%        87%        94%      91%      87%      94%      95%      92%      97%      93%      90%      92%      96%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H                 H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3         -         3        -          -          -        -        -        -        -        -        -        3        -        3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1%                                                                                            3%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Q24F Page 161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Q24. Have you ever used the library or its website to find material or videos that would help you learn how to [INSERT ITEMS; RANDOMIZE]?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B WHO      2344      2100       243     1695        104         87      695      587      674      448      226      158      111      737     1238      368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EVER USED A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PUBLIC LIBRARY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WEBSITE/APP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827       732        95      590         41         31      202      164      277      163      114       87       53      256      421      150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Create videos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_________________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150       141         9      115          8          5       69       47       19       14        4        4        7       71       53       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7%        4%       7%         8%         6%      10%       8%       3%       3%       2%       2%       6%      10%       4%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JKIL       KI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2188      1959       229     1580         96         82      626      540      656      434      222      153      104      662     1185      341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93%       93%       94%      93%        92%        94%      90%      92%      97%      97%      98%      97%      94%      90%      96%      92%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GH        G       GH        G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4         -         4        -          -          -        -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2%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         -         1        -          -          -        -        -        -        -        -        1        -        -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Q24SUM Page 162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Q24SUM. Have you ever used the library or its website to find material or videos that would help you learn how to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4660      4171       489     3337        208        179     1365     1223     1316      846      470      313      207     1448     2446      767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WHO HAVE EVER USED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PUBLIC LIBRARY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WEBSITE/APP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1676      1494       182     1206         77         62      410      359      561      322      239      164       96      517      852      307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Download and use e-       332       303        29      219         32          8       92      109       93       52       41       12       16      107      185       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books or other            14%       15%       12%      13%        31%         9%      14%      17%      15%      13%      17%       8%      16%      15%      15%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digital material                                                    D                            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apps on               222       203        19      118         36         10       82       67       39       24       15        8       17       82      115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smartphones or            10%       10%        8%       7%        35%        10%      12%      11%       6%       6%       6%       5%      17%      12%      10%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tablet computers                                                    D                   I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Use different kinds       215       205         9      133         33         11       56       66       64       48       17        4       13       88      109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of technology              9%       10%        4%       8%        31%        12%       8%      10%      10%      12%       7%       2%      14%      12%       9%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applications such                     C                             D                   L        L        L        L                          L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as how to use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Linked-In, Facebook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Twitter (a)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digital            194       174        20      130         13          6       64       76       38       20       17        5        5       77      101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audio or music (e)         8%        8%        8%       8%        13%         6%       9%      13%       6%       5%       8%       3%       4%      10%       8%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JIL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videos  (f)        150       141         9      115          8          5       69       47       19       14        4        4        7       71       53       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7%        4%       7%         8%         6%      10%       8%       3%       3%       2%       2%       6%      10%       4%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JKIL       KI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Q24SUM Page 163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Q24SUM. Have you ever used the library or its website to find material or videos that would help you learn how to [INSERT ITEMS; RANDOMIZE]?</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SUMMARY OF "YES" RESPONSES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FORM SPLIT      4660      4171       489     3337        208        179     1365     1223     1316      846      470      313      207     1448     2446      767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WHO HAVE EVER USED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PUBLIC LIBRARY OR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LIBRARY WEBSITE/APP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Create software or        147       131        16      105          7         19       41       60       20       13        7        -        8       55       70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write computer code        6%        6%        7%       6%         7%        21%       6%      10%       3%       3%       3%                7%       7%       6%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for websites,                                                               JKGI               JKI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games, or apps (d)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SEX Page 164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SEX. Respondent's sex [DO NOT ASK]</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Male                     2695      2305       390     1757        137        103      813      746      726      462      264      170      104      933     1351      411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48%       48%       50%      48%        50%        52%      50%      52%      45%      44%      46%      43%      42%      51%      48%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Female                   2890      2504       386     1912        138         95      797      702      894      580      314      222      145      882     1471      536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52%       52%       50%      52%        50%        48%      50%      48%      55%      56%      54%      57%      58%      49%      52%      57%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AGE-5WAY Page 165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AGE. What is your age?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16-17                     198       194         4      147         15        198        -        -        -        -        -        -        -       71      110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4%        1%       4%         5%       100%                                                                      4%       4%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18-29                    1185      1162        22      885         74          -     1185        -        -        -        -        -        -      449      545      191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21%       24%        3%      24%        27%                 74%                                                            25%      19%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30-49                    1723      1598       125     1261         78          -      425     1298        -        -        -        -        -      629      841      253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31%       33%       16%      34%        28%                 26%      90%                                                   35%      30%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G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50-64                    1461      1228       233      964         60          -        -      150     1312     1042      270        -        -      388      800      274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26%       26%       30%      26%        22%                          10%      81%     100%      47%                        21%      28%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       HK        H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65+                       950       578       372      380         46          -        -        -      309        -      309      392      249      259      483      208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12%       48%      10%        17%                                   19%               53%     100%     100%      14%      17%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KI       KI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8         1         7        -          -          -        -        -        -        -        -        -        -        7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59        48        12       32          3          -        -        -        -        -        -        -        -       13       41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1%         1%                                                                                 1%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AGE-7WAY Page 166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AGE. What is your age?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16-17                     198       194         4      147         15        198        -        -        -        -        -        -        -       71      110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4%        1%       4%         5%       100%                                                                      4%       4%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18-24                     702       692        10      521         58          -      702        -        -        -        -        -        -      245      330      127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13%       14%        1%      14%        21%                 44%                                                            14%      12%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25-34                     908       880        28      675         41          -      908        -        -        -        -        -        -      379      405      123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18%        4%      18%        15%                 56%                                                            21%      14%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35-44                     907       846        61      671         30          -        -      907        -        -        -        -        -      332      422      153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18%        8%      18%        11%                          63%                                                   18%      15%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45-54                     973       860       113      669         47          -        -      541      433      433        -        -        -      283      552      138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18%       15%      18%        17%                          37%      27%      42%                                 16%      20%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55-64                     879       710       169      574         35          -        -        -      879      610      270        -        -      225      478      176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16%       15%       22%      16%        13%                                   54%      58%      47%                        12%      17%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K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65+                       950       578       372      380         46          -        -        -      309        -      309      392      249      259      483      208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12%       48%      10%        17%                                   19%               53%     100%     100%      14%      17%      22%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KI       KI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AGE-7WAY Page 167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AGE. What is your age?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8         1         7        -          -          -        -        -        -        -        -        -        -        7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59        48        12       32          3          -        -        -        -        -        -        -        -       13       41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1%         1%                                                                                 1%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GENAGE Page 168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GENERATIONAL AGE BREAKS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Minors (b. 1998-          198       194         4      147         15        198        -        -        -        -        -        -        -       71      110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1999)                      4%        4%        1%       4%         5%       100%                                                                      4%       4%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Millennials (b.          1610      1572        38     1196         99          -     1610        -        -        -        -        -        -      625      735      250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1981-1997)                29%       33%        5%      33%        36%                100%                                                            34%      26%      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Gen X (b. 1965-          1447      1303       144     1055         56          -        -     1447        -        -        -        -        -      497      730      220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1980)                     26%       27%       19%      29%        20%                         100%                                                   27%      26%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Younger Boomers (b.      1042       896       146      683         43          -        -        -     1042     1042        -        -        -      279      585      178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1955-1964)                19%       19%       19%      19%        15%                                   64%     100%                                 15%      21%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Older Boomers (b.         578       428       150      328         26          -        -        -      578        -      578        -        -      163      268      146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1946-1954)                10%        9%       19%       9%         9%                                   36%              100%                         9%      10%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Silent generation         392       276       116      181         19          -        -        -        -        -        -      392        -      105      211       76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1937-1945)             7%        6%       15%       5%         7%                                                             100%                6%       7%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G.I. generation (b.       249        91       158       47         16          -        -        -        -        -        -        -      249       55      140       54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1936 or earlier)           4%        2%       20%       1%         6%                                                                      100%       3%       5%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GENAGE Page 169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GENERATIONAL AGE BREAKS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8         1         7        -          -          -        -        -        -        -        -        -        -        7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59        48        12       32          3          -        -        -        -        -        -        -        -       13       41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1%         1%                                                                                 1%       1%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Boomers              1620      1324       296     1011         69          -        -        -     1620     1042      578        -        -      443      853      324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29%       28%       38%      28%        25%                                  100%     100%     100%                        24%      30%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MARITAL Page 170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MARITAL. Are you currently married, living with a partner, divorced, separated, widowed, or have you never been married?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Married                  2491      2214       277     1799        110          1      422      837      876      554      323      216       93      698     1316      477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45%       46%       36%      49%        40%         1%      26%      58%      54%      53%      56%      55%      37%      38%      47%      50%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F      FGM      FGM      FGM      FGM      FGM       FG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Living with a             357       324        33      250         14          -      157      112       76       56       20        7        4      159      164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partner                    6%        7%        4%       7%         5%                 10%       8%       5%       5%       4%       2%       2%       9%       6%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JKILM      KLM       LM       LM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Divorced                  531       427       104      309         28          -       72      117      271      179       92       61       10      160      277       94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10%        9%       13%       8%        10%                  4%       8%      17%      17%      16%      16%       4%       9%      10%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GHM      GHM      GHM      GHM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Separated                 208       168        40       95         32          -       56      112       38       35        3        1        -       98       72       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3%        5%       3%        12%                  3%       8%       2%       3%       1%       *%                5%       3%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KL    JKGIL        L       KL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Widowed                   395       221       174      144         21          -        3       20      150       73       77       93      123       86      223       87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        5%       22%       4%         8%                  *%       1%       9%       7%      13%      24%      49%       5%       8%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GH       GH      GHJ    JKGHI   JKGHIL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Never been married       1579      1436       143     1061         70        195      895      248      200      145       55       11       15      603      763      213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28%       30%       18%      29%        25%        98%      56%      17%      12%      14%      10%       3%       6%      33%      27%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JKGHILM   JKHILM     KILM       LM       LM        L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5         5         -        3          -          -        -        -        4        1        3        1        -        2        -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19        14         6        7          -          3        4        -        5        -        5        1        4       11        7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1%       *%                *%                1%       *%       2%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MARITAL Page 171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MARITAL. Are you currently married, living with a partner, divorced, separated, widowed, or have you never been married?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Married/LWP          2848      2538       310     2049        124          1      580      949      953      610      343      223       97      856     1480      511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51%       53%       40%      56%        45%         1%      36%      66%      59%      59%      59%      57%      39%      47%      52%      54%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F     FGIM      FGM      FGM      FGM      FGM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HH1 Page 172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HH1. How many adults age 18 and over currently live in your household [IF AGE 18+: INCLUDING YOURSELF]?</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adult                  1179       847       332      558         62         16      242      245      420      240      180      131      113      415      528      237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21%       18%       43%      15%        22%         8%      15%      17%      26%      23%      31%      34%      45%      23%      19%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      FGH      FGH     FGHJ     JFGH   JKFGHI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adults                 2808      2502       307     1964        130        121      739      778      821      516      305      213      101      881     1409      518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50%       52%       40%      54%        47%        61%      46%      54%      51%      49%      53%      54%      40%      49%      50%      55%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GM                GM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or more adults         1562      1435       128     1132         76         61      619      416      373      281       92       48       34      507      867      189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28%       30%       16%      31%        27%        31%      38%      29%      23%      27%      16%      12%      14%      28%      31%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KLM   JKHILM     KILM       LM      KLM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6         6         -        -          6          -        -        -        6        6        -        -        -        -        6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2%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29        20         9       14          2          -       10        8        1        -        1        -        2       14       13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        1%       *%         1%                  1%       1%       *%                *%                1%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PAR Page 173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PAR. Are you the parent or guardian of any children under age 18 now living in your household?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1549      1438       112     1110         81          4      531      800      198      187       11       10        -      484      765      301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28%       30%       14%      30%        29%         2%      33%      55%      12%      18%       2%       3%               27%      27%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JKFIL   JKFGIL       FL      FKL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4005      3346       660     2547        194        195     1073      637     1410      846      564      382      249     1316     2043      646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72%       70%       85%      69%        71%        98%      67%      44%      87%      81%      98%      97%     100%      72%      72%      68%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JGHI        H                GH       GH      GHJ     JGHI   JKGHIL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29        24         4       10          -          -        5       11       13       10        3        -        -       16       13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                             *%       1%       1%       1%       1%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         2         -        2          -          -        -        -        -        -        -        -        -        -        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KIDAGE1 Page 174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KIDAGE1. How many of these children are age 5 or younger?</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PARENTS OF      1549      1438       112     1110         81          4      531      800      198      187       11       10        -      484      765      301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CHILDREN UNDER AGE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482       450        32      351         27          1      156      241       78       72        6        3        -      148      236       98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children age 5         782       713        68      575         24          -      101      489      179      170        9       10        -      227      429      126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younger                50%       50%       61%      52%        29%                 19%      61%      91%      91%      82%     100%               47%      56%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G       GH       GH        G     JGHI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child age 5 or          505       488        17      371         40          4      277      208       11        9        2        -        -      188      215      102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younger                   33%       34%       16%      33%        50%       100%      52%      26%       6%       5%      18%                        39%      28%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JKGHI     JKHI       JI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children age 5 or       176       163        13      100         12          -      113       56        8        8        -        -        -       48       90       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younger                   11%       11%       12%       9%        15%                 21%       7%       4%       4%                                 10%      12%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or more children         82        70        13       59          6          -       40       42        -        -        -        -        -       21       27       34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age 5 or younger           5%        5%       11%       5%         7%                  8%       5%                                                    4%       4%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4          -          -        -        4        -        -        -        -        -        -        4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KIDAGE2 Page 175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KIDAGE2. How many of these children are between ages 6 and 11?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PARENTS OF      1549      1438       112     1110         81          4      531      800      198      187       11       10        -      484      765      301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CHILDREN UNDER AGE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482       450        32      351         27          1      156      241       78       72        6        3        -      148      236       98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children age 6-        794       752        42      564         47          4      285      362      140      137        4        -        -      252      392      149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11                        51%       52%       37%      51%        57%       100%      54%      45%      71%      73%      33%                        52%      51%      50%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                         GH       GH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child age 6-11          418       376        42      322          9          -      129      243       39       33        6        2        -      147      193       78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27%       26%       37%      29%        12%                 24%      30%      20%      18%      53%      17%               30%      25%      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children age 6-11       258       238        20      164         20          -       82      149       19       17        2        8        -       58      152       48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17%       18%      15%        24%                 15%      19%       9%       9%      14%      83%               12%      20%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JI                               JKGHI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or more children         74        65         8       55          6          -       32       41        -        -        -        -        -       24       23       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age 6-11                   5%        5%        7%       5%         7%                  6%       5%                                                    5%       3%       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7         7         -        4          -          -        2        4        -        -        -        -        -        2        4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1%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KIDAGE3 Page 176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KIDAGE3. How many of these children are between ages 12 and 17?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PARENTS OF      1549      1438       112     1110         81          4      531      800      198      187       11       10        -      484      765      301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CHILDREN UNDER AGE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482       450        32      351         27          1      156      241       78       72        6        3        -      148      236       98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children age 12-       812       761        51      587         38          4      434      326       36       29        7       10        -      266      352      194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52%       53%       46%      53%        47%       100%      82%      41%      18%      15%      67%     100%               55%      46%      64%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JGHI      JHI       JI                          J     JGHI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child age 12-17         485       431        54      338         17          -       64      298      119      116        2        -        -      133      290       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31%       30%       48%      30%        21%                 12%      37%      60%      62%      21%                        27%      38%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GH      GHK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children age 12-        187       184         3      146         16          -       12      137       39       37        1        -        -       60       88       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12%       13%        3%      13%        19%                  2%      17%      20%      20%      11%                        12%      12%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G        G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or more children         58        54         3       35         11          -       18       35        4        4        -        -        -       22       30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age 12-17                  4%        4%        3%       3%        13%                  3%       4%       2%       2%                                  5%       4%       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7         7         -        4          -          -        2        4        -        -        -        -        -        2        4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1%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EDUC2 Page 177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EDUC2. What is the highest level of school you have completed or the highest degree you have received? [DO NOT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than high            196       109        87       27         12          8       24       78       56       39       17        9       21       98       78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school (Grades 1-8         4%        2%       11%       1%         4%         4%       1%       5%       3%       4%       3%       2%       8%       5%       3%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no formal                                    B                                               GL        G                                  GL       OP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schooling)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High school               536       403       133      227         38        173      104      110       99       69       30       31       19      194      252       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incomplete (Grades        10%        8%       17%       6%        14%        87%       6%       8%       6%       7%       5%       8%       8%      11%       9%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9-11 or Grade 12                                B                   D    JKGHILM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with NO diploma)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High school              1637      1305       332      858        120          6      490      352      548      354      194      144       77      465      795      377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graduate (Grade 12        29%       27%       43%      23%        44%         3%      30%      24%      34%      34%      34%      37%      31%      26%      28%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with diploma or GED                             B                   D                  FH        F       FH       FH       FH       FH        F                         NO</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certificate)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 college, no          992       887       105      742         18          8      386      246      233      155       79       69       38      280      542      170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degree (includes          18%       18%       14%      20%         6%         4%      24%      17%      14%      15%      14%      18%      15%      15%      19%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 community                        C                  E                         JKFHIM        F        F        F        F        F        F                 N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college)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Two year associate        680       638        43      510         27          -      219      180      240      153       87       23       11      184      371      126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degree from a             12%       13%        5%      14%        10%                 14%      12%      15%      15%      15%       6%       4%      10%      13%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college or                            C                                                LM       LM       LM       LM       LM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university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Four year college         879       829        50      742         26          4      244      294      229      148       82       46       56      344      438       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university             16%       17%        6%      20%         9%         2%      15%      20%      14%      14%      14%      12%      22%      19%      16%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degree/Bachelor's                     C                  E                              F     JFIL        F        F        F        F        F        P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degree (e.g., BS,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 AB)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EDUC2 Page 178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EDUC2. What is the highest level of school you have completed or the highest degree you have received? [DO NOT READ]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 postgraduate          56        55         1       50          -          -       12       20       15        8        6        8        1       26       25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professional            1%        1%        *%       1%                             1%       1%       1%       1%       1%       2%       *%       1%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schooling, no                         C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postgraduate degree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Postgraduate or           571       551        19      501         29          -      117      157      195      114       81       62       26      199      313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professional              10%       11%        3%      14%        10%                  7%      11%      12%      11%      14%      16%      10%      11%      11%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degree, including                     C                                                                   G                 G        G                 P        P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master's,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doctorate, medical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law degree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(e.g., MA, MS, PhD,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MD, JD)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17        11         5        -          6          -       10        4        -        -        -        1        1       11        5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2%                  1%       *%                                  *%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23        23         -       12          -          -        4        5        5        2        3        -        -       14        3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1%                         1%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EDUC2CAT Page 179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EDUC2CAT. What is the highest level of school you have completed or the highest degree you have received? [DO NOT READ]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Collapsed education categories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H.S. graduate        2368      1816       552     1112        170        187      618      541      703      462      241      184      117      758     1125      486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less                   42%       38%       71%      30%        62%        94%      38%      37%      43%      44%      42%      47%      47%      42%      40%      51%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JKGHILM                                                     H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than H.S.        731       511       220      254         50        181      128      188      155      108       46       40       40      293      330      109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13%       11%       28%       7%        18%        91%       8%      13%      10%      10%       8%      10%      16%      16%      12%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JKGHILM                KG                                           KG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H.S. graduate        1637      1305       332      858        120          6      490      352      548      354      194      144       77      465      795      377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29%       27%       43%      23%        44%         3%      30%      24%      34%      34%      34%      37%      31%      26%      28%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FH        F       FH       FH       FH       FH        F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Some college or      3177      2959       218     2545        100         12      978      897      912      578      334      207      131     1033     1689      456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more                      57%       62%       28%      69%        36%         6%      61%      62%      56%      55%      58%      53%      52%      57%      60%      48%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F       FL        F        F        F        F        F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Some college         1672      1524       148     1252         45          8      605      426      473      308      165       92       49      464      913      295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30%       32%       19%      34%        16%         4%      38%      29%      29%      30%      29%      24%      19%      26%      32%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JKFHILM       FM       FM       FM        F        F        F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College              1505      1435        71     1293         55          4      374      471      439      270      169      115       82      569      776      160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graduate              27%       30%        9%      35%        20%         2%      23%      33%      27%      26%      29%      29%      33%      31%      28%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F       FG        F        F        F        F        F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17        11         5        -          6          -       10        4        -        -        -        1        1       11        5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2%                  1%       *%                                  *%       *%       1%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EDUC2CAT Page 180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EDUC2CAT. What is the highest level of school you have completed or the highest degree you have received? [DO NOT READ]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Collapsed education categories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23        23         -       12          -          -        4        5        5        2        3        -        -       14        3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1%                         1%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EMPLNW Page 181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EMPLNW. Are you now employed full-time, part-time, retired, or are you not employed for pay?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Employed full-time       2363      2262       101     1849         79          -      815      856      645      536      109       23        5      806     1182      375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42%       47%       13%      50%        29%                 51%      59%      40%      51%      19%       6%       2%      44%      42%      40%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KILM   JKGILM       LM      KLM       LM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Employed part-time        660       595        66      488         44         64      329      133      108       69       39       19        -      222      347       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12%        8%      13%        16%        32%      20%       9%       7%       7%       7%       5%               12%      12%      10%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JKHIL    JKHIL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Retired                  1109       724       385      505         53          3        7       33      508      153      355      325      206      316      564      229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20%       15%       50%      14%        19%         1%       *%       2%      31%      15%      61%      83%      83%      17%      20%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FGH      FGH     FGHJ   JKFGHI   JKFGHI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employed for         1028       903       125      627         50        114      405      301      160      131       29       14       33      349      509      171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pay                       18%       19%       16%      17%        18%        58%      25%      21%      10%      13%       5%       4%      13%      19%      18%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JKGHILM    JKILM     JKIL        L       KL                         KL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Have own business/        127       122         6       91         12          -       21       58       44       33       11        3        2       35       69       24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self-employed              2%        3%        1%       2%         4%                  1%       4%       3%       3%       2%       1%       1%       2%       2%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(VOL.)                                C                                                        GLM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Disabled (VOL.)           228       144        84       62         35          -       10       60      154      120       34        5        -       59      123       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3%       11%       2%        13%                  1%       4%       9%      11%       6%       1%                3%       4%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GL      GHL     GHKL       GL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Student (VOL.)             38        38         -       30          2         14       24        -        -        -        -        -        -       22        7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1%         7%       1%                                                             1%       *%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EMPLNW Page 182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EMPLNW. Are you now employed full-time, part-time, retired, or are you not employed for pay?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 (VOL.)               15        10         5       10          -          -        -        5        1        -        1        3        3        2        9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       *%                *%       1%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16        11         6        7          -          4        -        1        -        -        -        -        -        4       12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1%       *%                    2%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Employed FT or       3023      2857       166     2337        123         64     1144      989      754      606      148       43        5     1029     1529      465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PT                        54%       59%       21%      64%        45%        32%      71%      68%      47%      58%      26%      11%       2%      57%      54%      49%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LM   JKFILM   JKFILM      FLM     FKLM       LM        M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STUD Page 183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STUD. Are you also a full- or part-time student?</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Student              1003       981        21      801         62        193      643      106       43       31       13        9        3      409      484      109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20%        3%      22%        23%        97%      40%       7%       3%       3%       2%       2%       1%      23%      17%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JKGHILM   JKHILM    JKILM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Full-time             703       687        16      564         46        187      448       51        9        9        -        5        -      284      341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student               13%       14%        2%      15%        17%        94%      28%       4%       1%       1%                1%               16%      12%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JGHIL     JHIL       JI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Part-time             300       294         6      238         16          7      195       54       34       21       13        4        3      126      144       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student                5%        6%        1%       6%         6%         3%      12%       4%       2%       2%       2%       1%       1%       7%       5%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JKFHILM        L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Not a student            4574      3822       752     2866        213          5      967     1342     1577     1011      565      383      244     1402     2333      838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82%       79%       97%      78%        77%         3%      60%      93%      97%      97%      98%      98%      98%      77%      83%      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       FG      FGH      FGH      FGH      FGH      FGH                 N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8         6         3        2          -          -        -        -        -        -        -        -        3        4        4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EDINST Page 184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EDINST. Are you enrolled in high school, OR as an undergraduate at a college or university, OR as a graduate student at a university, OR at a community college, OR at a technical, trade or vocational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school?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STUDENTS        1003       981        21      801         62        193      643      106       43       31       13        9        3      409      484      109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312       306         6      249         20         68      185       32       19       12        7        4        2      126      146       40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 high school, OR        227       227         -      169         20        183       44        -        -        -        -        -        -       78      129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23%       23%                21%        32%        94%       7%                                                            19%      27%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As an undergraduate       298       293         6      254          8          -      274       22        2        -        2        -        -      126      143       29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 a college or           30%       30%       26%      32%        13%                 43%      21%       4%               15%                        31%      29%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university, OR                                           E                            KHI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As a graduate             150       146         4      137          8          4       85       51        9        7        2        -        -       78       59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student at a              15%       15%       21%      17%        13%         2%      13%      49%      21%      22%      17%                        19%      12%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university, OR                                                                          F       FG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 a community            196       196         -      144         17          4      160       15       11        7        4        2        2       70       98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college, OR               20%       20%                18%        27%         2%      25%      14%      24%      23%      28%      22%      62%      17%      20%      25%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At a technical,           102       100         2       81          7          3       70       14       10        9        1        2        -       45       39       17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trade or vocational       10%       10%        9%      10%        11%         2%      11%      13%      23%      29%      10%      21%               11%       8%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school                                                                                  F                 F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 (VOL.)               15        15         -       14          -          -        7        -        4        3        2        2        1        4       11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2%                 2%                             1%               10%       9%      14%      26%      38%       1%       2%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8         2         6        2          -          -        -        4        2        -        2        3        -        6        3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       30%       *%                                      4%       5%               16%      30%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7         4         3        -          2          -        2        -        5        5        -        -        -        3        2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       14%                  3%                  *%               12%      17%                                  1%       *%       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DISA Page 185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DISA. Does any disability, handicap, or chronic disease keep you from participating fully in work, school, housework, or other activities, or not?</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980       676       304      434         57          5      107      247      463      286      178       78       80      289      496      196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14%       39%      12%        21%         2%       7%      17%      29%      27%      31%      20%      32%      16%      18%      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FG     FGHL      FGH     FGHL       FG     FGHL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4591      4120       471     3226        219        194     1499     1196     1152      754      398      314      168     1521     2318      751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82%       86%       61%      88%        79%        98%      93%      83%      71%      72%      69%      80%      67%      84%      82%      79%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JKHILM   JKHILM     JKIM                                 KIM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9         8         1        5          -          -        4        -        5        2        2        -        1        1        8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5         5         -        5          -          -        -        5        -        -        -        -        -        5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PARTY Page 186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PARTY. In politics TODAY, do you consider yourself a Republican, Democrat, or independent?</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Republican               1239      1103       136      899         35         38      249      323      447      288      159      106       67      237      711      291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22%       23%       18%      25%        13%        19%      15%      22%      28%      28%      28%      27%      27%      13%      25%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G        G        G        G        G        G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Democrat                 1633      1343       290     1057         66         31      403      400      551      353      198      140       99      685      733      215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29%       28%       37%      29%        24%        16%      25%      28%      34%      34%      34%      36%      40%      38%      26%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      FGH       FG       FG       FG      FGH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Independent              1937      1699       239     1293        113         98      711      486      455      294      161      120       46      659      969      309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35%       35%       31%      35%        41%        50%      44%      34%      28%      28%      28%      31%      18%      36%      34%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JKHILM        M        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preference             455       401        54      286         26         13      147      163       99       74       25        8        9      130      249       76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(VOL.)                     8%        8%        7%       8%         9%         6%       9%      11%       6%       7%       4%       2%       4%       7%       9%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KLM     KILM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 party (VOL.)         37        35         2       21          6          -       23        6        6        6        -        -        -       15       14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       1%         2%                  1%       *%       *%       1%                                  1%       *%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137       109        28       34         21         12       57       33       25       12       13        1        9       38       63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2%        4%       1%         8%         6%       4%       2%       2%       1%       2%       *%       4%       2%       2%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146       120        27       78          9          6       20       36       37       15       22       17       20       52       83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2%        3%       2%         3%         3%       1%       3%       2%       1%       4%       4%       8%       3%       3%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PARTY/LN Page 187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COMBINED PARTY/PARTYLN: PARTY. In politics TODAY, do you consider yourself a Republican, Democrat, or independent? / PARTYLN. As of today, do you lean more to the Republican Party or more to the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Democratic Party?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Lean Rep                  703       603       100      479         25         22      223      180      194      116       78       62       22      231      351      121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13%       13%       13%      13%         9%        11%      14%      12%      12%      11%      13%      16%       9%      13%      12%      13%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Lean Dem                  797       725        72      552         66         49      348      191      167      109       58       27       10      297      369      131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14%       15%        9%      15%        24%        25%      22%      13%      10%      10%      10%       7%       4%      16%      13%      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JKHILM   JKHILM       LM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to lean          1213      1035       178      681         84         59      387      354      262      176       86       57       51      366      657      190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22%       22%       23%      19%        31%        30%      24%      24%      16%      17%      15%      15%      20%      20%      23%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JKIL     JKIL     JKIL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Rep/Lean Rep             1942      1706       236     1378         60         60      472      503      641      404      237      168       89      468     1062      412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35%       35%       30%      38%        22%        30%      29%      35%      40%      39%      41%      43%      36%      26%      38%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G        G        G        G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Dem/Lean Dem             2430      2068       362     1610        132         80      751      590      717      462      255      167      110      982     1103      346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44%       43%       47%      44%        48%        40%      47%      41%      44%      44%      44%      43%      44%      54%      39%      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to lean          1213      1035       178      681         84         59      387      354      262      176       86       57       51      366      657      190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22%       22%       23%      19%        31%        30%      24%      24%      16%      17%      15%      15%      20%      20%      23%      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JKIL     JKIL     JKIL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IDEO Page 188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IDEO. In general, would you describe your political views as very conservative, conservative, moderate, liberal or very liberal?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Very conservative         342       301        41      223         19          6       70       86      110       69       42       38       23       86      182       74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6%        5%       6%         7%         3%       4%       6%       7%       7%       7%      10%       9%       5%       6%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Conservative             1470      1150       319      897         62         45      332      354      481      294      187      161       82      369      802      299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26%       24%       41%      24%        22%        23%      21%      24%      30%      28%      32%      41%      33%      20%      28%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G       GH    JFGHI        G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Moderate                 1873      1677       195     1267         85         55      557      523      542      342      200      108       74      638      919      316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34%       35%       25%      35%        31%        28%      35%      36%      33%      33%      35%      28%      30%      35%      33%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Liberal                   993       894        98      744         53         45      357      262      255      193       62       34       34      409      479      104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19%       13%      20%        19%        23%      22%      18%      16%      19%      11%       9%      14%      23%      17%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KL     KILM       KL        L       KL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Very liberal              370       332        37      262         14         17      169       75       88       61       28       14        8      185      150       35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        7%        5%       7%         5%         8%      10%       5%       5%       6%       5%       4%       3%      10%       5%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JKHILM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331       265        66      147         26         26       83       86       91       57       34       19       21       75      168       87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6%        9%       4%         9%        13%       5%       6%       6%       5%       6%       5%       9%       4%       6%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208       189        19      129         18          6       42       61       53       27       26       19        6       53      122       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4%        2%       4%         6%         3%       3%       4%       3%       3%       5%       5%       2%       3%       4%       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IDEO Page 189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IDEO. In general, would you describe your political views as very conservative, conservative, moderate, liberal or very liberal?</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Conservative         1811      1452       360     1120         80         50      401      440      591      363      228      199      106      455      984      373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32%       30%       46%      31%        29%        25%      25%      30%      36%      35%      39%      51%      43%      25%      35%      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G      FGH   JKFGHI      FGH                 N        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Moderate             1873      1677       195     1267         85         55      557      523      542      342      200      108       74      638      919      316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34%       35%       25%      35%        31%        28%      35%      36%      33%      33%      35%      28%      30%      35%      33%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Liberal              1363      1227       136     1006         67         62      526      337      344      254       90       48       42      594      629      139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24%       26%       17%      27%        24%        31%      33%      23%      21%      24%      16%      12%      17%      33%      22%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KLM   JKHILM       KL        L       KL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HISP Page 190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HISP. Are you, yourself, of Hispanic or Latino origin or descent, such as Mexican, Puerto Rican, Cuban, or some other Latin American background?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852       704       148      437         72         45      312      316      146      108       38       15       11      364      442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       15%       19%      12%        26%        22%      19%      22%       9%      10%       7%       4%       4%      20%      16%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JKILM    JKILM    JKILM       LM       LM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4703      4081       622     3220        203        154     1290     1129     1465      931      534      375      231     1442     2362      898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84%       85%       80%      88%        74%        78%      80%      78%      90%      89%      92%      96%      93%      79%      84%      95%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FGH      FGH      FGH    JFGHI      FGH                 N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7         4         3        -          -          -        4        -        3        -        3        -        -        3        4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1%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24        21         3       13          1          -        4        3        6        3        3        2        8        6       14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1%       3%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BIRTH_HISP Page 191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BIRTH_HISP. Were you born in the United States, on the island of Puerto Rico, or in another country?</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HISPANICS        852       704       148      437         72         45      312      316      146      108       38       15       11      364      442       45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286       240        46      148         26         17      104       90       60       41       19        9        3      119      151       16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                      415       366        49      281          8         45      174      100       76       63       14        5        8      172      216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49%       52%       33%      64%        11%       100%      56%      32%      52%      58%      35%      31%      74%      47%      49%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JKGHIL        H                 H        H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Puerto Rico                26        24         3       24          -          -        9       11        6        6        -        -        -        5       21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3%        2%       5%                             3%       3%       4%       6%                                  1%       5%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Another country           407       311        96      132         64          -      125      205       63       39       25       11        3      183      205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48%       44%       65%      30%        89%                 40%      65%      43%      36%      65%      69%      26%      50%      46%      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JGI                         GJ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4         4         -        -          -          -        4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1%                                                1%                                                             1%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RACE Page 192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RACE. What is your race? Are you white, black, Asian, or some other race?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White                    4088      3540       548     2799        179        121     1081     1048     1260      798      462      316      212     1147     2139      802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73%       74%       71%      76%        65%        61%      67%      72%      78%      77%      80%      81%      85%      63%      76%      85%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FG       FG      FGH      FGH     JFGH                 N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Black or African-         755       609       146      385         38         24      239      183      220      142       78       46       34      372      294       90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American                  14%       13%       19%      11%        14%        12%      15%      13%      14%      14%      14%      12%      14%      20%      10%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Asian or Pacific          205       196         9      167         21         18       97       52       24       19        4       14        -       85      109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Islander                   4%        4%        1%       5%         8%         9%       6%       4%       1%       2%       1%       4%                5%       4%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JKI      JKI       KI                                   K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Mixed race                184       166        19      132          7         13       65       56       47       36       11        4        -       73       93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        3%        2%       4%         3%         6%       4%       4%       3%       3%       2%       1%                4%       3%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Native American/           75        57        18       46          5          5       28       10       30       23        7        2        -       17       35       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American Indian            1%        1%        2%       1%         2%         2%       2%       1%       2%       2%       1%       1%                1%       1%       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 (SPECIFY)           137       115        22       51         15         12       55       56       12        8        3        -        -       52       83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2%        3%       1%         5%         6%       3%       4%       1%       1%       1%                         3%       3%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      JKI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36        28         7        9         11          -       27        3        5        3        2        1        -       20       16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        1%        1%       *%         4%                  2%       *%       *%       *%       *%       *%                1%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JHI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105        99         6       79          1          5       17       38       24       13       11        8        3       50       53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2%        1%       2%         *%         3%       1%       3%       1%       1%       2%       2%       1%       3%       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RACETHN Page 193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RACE/ETHNICITY: HISP. Are you, yourself, of Hispanic or Latino origin or descent, such as Mexican, Puerto Rican, Cuban, or some other Latin American background? / RACE. What is your race? Are you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white, black, Asian, or some other race?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White, non-Hispanic      3562      3114       449     2501        148         96      901      853     1162      725      437      303      202      931     1869      762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64%       65%       58%      68%        54%        49%      56%      59%      72%      70%      76%      77%      81%      51%      66%      80%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FGH      FGH      FGH      FGH    JFGHI                 N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Black, non-Hispanic       666       532       134      344         31         19      207      154      199      125       74       45       34      330      251       86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11%       17%       9%        11%         9%      13%      11%      12%      12%      13%      12%      14%      18%       9%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Hispanic                  852       704       148      437         72         45      312      316      146      108       38       15       11      364      442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       15%       19%      12%        26%        22%      19%      22%       9%      10%       7%       4%       4%      20%      16%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JKILM    JKILM    JKILM       LM       LM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 non-Hispanic       415       372        43      320         24         33      167      103       92       72       20       21        -      145      218       53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        8%        6%       9%         9%        17%      10%       7%       6%       7%       3%       5%                8%       8%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      KIL        K                 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know/Refused         89        88         2       67          1          5       23       22       21       13        9        8        3       46       42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2%        *%       2%         *%         3%       1%       2%       1%       1%       2%       2%       1%       3%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RACETHN2 Page 194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RACE/ETHNICITY WITH NATIVITY FOR HISPANICS: HISP. Are you, yourself, of Hispanic or Latino origin or descent, such as Mexican, Puerto Rican, Cuban, or some other Latin American background? / [IF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HISPANIC, ASK:] BIRTH_HISP. Were you born in the United States, on the island of Puerto Rico, or in another country? / RACE. What is your race? Are you white, black, Asian, or some other race?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White, non-Hispanic      3562      3114       449     2501        148         96      901      853     1162      725      437      303      202      931     1869      762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64%       65%       58%      68%        54%        49%      56%      59%      72%      70%      76%      77%      81%      51%      66%      80%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FGH      FGH      FGH      FGH    JFGHI                 N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Black, non-Hispanic       666       532       134      344         31         19      207      154      199      125       74       45       34      330      251       86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11%       17%       9%        11%         9%      13%      11%      12%      12%      13%      12%      14%      18%       9%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Hispanic, born in         445       393        52      305          8         45      187      111       83       69       14        5        8      181      237       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U.S.                       8%        8%        7%       8%         3%        22%      12%       8%       5%       7%       2%       1%       3%      10%       8%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JKHILM    JKILM      KLM        L       KL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Hispanic, born            407       311        96      132         64          -      125      205       63       39       25       11        3      183      205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outside U.S.               7%        6%       12%       4%        23%                  8%      14%       4%       4%       4%       3%       1%      10%       7%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JILM   JKGILM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 non-Hispanic       415       372        43      320         24         33      167      103       92       72       20       21        -      145      218       53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        8%        6%       9%         9%        17%      10%       7%       6%       7%       3%       5%                8%       8%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JKHIL      KIL        K                 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know/Refused         89        88         2       67          1          5       23       22       21       13        9        8        3       46       42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2%        *%       2%         *%         3%       1%       2%       1%       1%       2%       2%       1%       3%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RACETHN3 Page 195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RACE/ETHNICITY WITH ASIAN BREAKOUT: HISP. Are you, yourself, of Hispanic or Latino origin or descent, such as Mexican, Puerto Rican, Cuban, or some other Latin American background? / RACE. What is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your race? Are you white, black, Asian, or some other race?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White, non-Hispanic      3562      3114       449     2501        148         96      901      853     1162      725      437      303      202      931     1869      762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64%       65%       58%      68%        54%        49%      56%      59%      72%      70%      76%      77%      81%      51%      66%      80%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FGH      FGH      FGH      FGH    JFGHI                 N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Black, non-Hispanic       666       532       134      344         31         19      207      154      199      125       74       45       34      330      251       86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11%       17%       9%        11%         9%      13%      11%      12%      12%      13%      12%      14%      18%       9%       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OP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Hispanic                  852       704       148      437         72         45      312      316      146      108       38       15       11      364      442       45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       15%       19%      12%        26%        22%      19%      22%       9%      10%       7%       4%       4%      20%      16%       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      JKILM    JKILM    JKILM       LM       LM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Asian, non-Hispanic       197       188         9      163         17         18       89       52       24       19        4       14        -       77      109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4%        1%       4%         6%         9%       6%       4%       1%       2%       1%       4%                4%       4%       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JKI      JKI       KI                                   K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Other, non-Hispanic       218       185        33      157          7         15       78       50       69       53       16        6        -       68      109       42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        4%        4%       4%         3%         8%       5%       3%       4%       5%       3%       2%                4%       4%       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L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know/Refused         89        88         2       67          1          5       23       22       21       13        9        8        3       46       42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        2%        *%       2%         *%         3%       1%       2%       1%       1%       2%       2%       1%       3%       1%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INC Page 196</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INC. Last year -- that is, in 2014 -- what was your total family income from all sources, before taxes?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Less than $10,000         585       399       186      196         39         39      194      141      161      117       44       34       13      238      226      121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10%        8%       24%       5%        14%        19%      12%      10%      10%      11%       8%       9%       5%      13%       8%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KLM        M                          M                                   O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$10,000 to under          713       535       178      310         52         10      219      160      229      122      106       53       41      270      300      143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$20,000                   13%       11%       23%       8%        19%         5%      14%      11%      14%      12%      18%      14%      17%      15%      11%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F                 F        F      FHJ        F        F        O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$20,000 to under          650       534       117      366         40         35      221      146      156      112       44       52       36      212      291      147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$30,000                   12%       11%       15%      10%        14%        18%      14%      10%      10%      11%       8%      13%      14%      12%      10%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K       KI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$30,000 to under          423       350        73      263         22          4      116      100      129       81       49       48       23      151      199       73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$40,000                    8%        7%        9%       7%         8%         2%       7%       7%       8%       8%       8%      12%       9%       8%       7%       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        F        F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$40,000 to under          430       408        22      352         18         14      140      112      126       93       33       22       16      130      237       63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$50,000                    8%        8%        3%      10%         7%         7%       9%       8%       8%       9%       6%       6%       7%       7%       8%       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$50,000 to under          646       622        24      537         27         26      161      191      215      131       84       31       23      187      350      109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$75,000                   12%       13%        3%      15%        10%        13%      10%      13%      13%      13%      15%       8%       9%      10%      12%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$75,000 to under          512       490        23      446         16         15      177      116      160      110       50       29       12      173      280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$100,000                   9%       10%        3%      12%         6%         7%      11%       8%      10%      11%       9%       7%       5%      10%      10%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M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INC Page 197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(Continued)</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INC. Last year -- that is, in 2014 -- what was your total family income from all sources, before taxes?</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$100,000 to under         425       423         2      393          7         12      106      153      130       87       43       19        3      130      238       57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$150,000                   8%        9%        *%      11%         3%         6%       7%      11%       8%       8%       7%       5%       1%       7%       8%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M      GLM        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$150,000 or more          394       387         7      360         19          6       87      171      101       77       23       22        5      101      234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7%        8%        1%      10%         7%         3%       5%      12%       6%       7%       4%       6%       2%       6%       8%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KFGILM        M        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356       269        86      139         20         36      126       70       60       33       27       35       25      108      190       57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6%       11%       4%         7%        18%       8%       5%       4%       3%       5%       9%      10%       6%       7%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JKGHI       JI                                           JI       JI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450       392        58      306         15          3       63       88      154       80       74       46       50      115      276       59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8%        8%        7%       8%         6%         1%       4%       6%      10%       8%      13%      12%      20%       6%      10%       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F       FG       FG      FGH       FG    JFGHI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Less than            1949      1467       481      872        130         83      633      446      546      351      195      139       90      720      817      411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$30,000                   35%       31%       62%      24%        47%        42%      39%      31%      34%      34%      34%      35%      36%      40%      29%      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H                                                              O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$30,000-$49,999       853       758        95      615         41         18      256      212      255      174       81       70       40      280      437      136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15%       16%       12%      17%        15%         9%      16%      15%      16%      17%      14%      18%      16%      15%      15%      14%</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$50,000-$74,999       646       622        24      537         27         26      161      191      215      131       84       31       23      187      350      109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12%       13%        3%      15%        10%        13%      10%      13%      13%      13%      15%       8%       9%      10%      12%      12%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L                 L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$75,000 or more      1332      1300        32     1199         43         33      371      440      390      274      116       70       20      405      752      175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24%       27%        4%      33%        15%        16%      23%      30%      24%      26%      20%      18%       8%      22%      27%      18%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M   KFGILM        M       LM        M        M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QL1A Page 198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QL1A. Does anyone in your household have a working cell phone?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THOSE WHO        461       219       241      143         20          9       19       75      166       95       70       77       97      117      221      123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 NOT OWN A CELL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PHONE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104        49        55       32          5          2        4       14       37       21       16       17       26       26       50       28</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147       106        42       84          7          9        7       37       43       37        5       23       26       41       87       19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32%       48%       17%      58%        33%       100%      40%      49%      26%      39%       7%      30%      27%      35%      39%      16%</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JKGHILM                 K                 K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312       114       198       59         14          -       11       39      123       58       65       54       70       76      134      102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68%       52%       82%      42%        67%                 60%      51%      74%      61%      93%      70%      72%      65%      61%      83%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HJ                                            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         -         2        -          -          -        -        -        -        -        -        -        2        -        -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1%                                                                                            2%                         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HHCELL Page 199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HHCELL. Cell phone household</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Cell phone               5272      4695       576     3609        262        198     1599     1409     1497      984      513      339      177     1740     2688      843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household                 94%       98%       74%      98%        95%       100%      99%      97%      92%      94%      89%      86%      71%      96%      95%      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JKGHILM   JKHILM    JKILM       LM      KLM        M        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All others                313       114       200       59         14          -       11       39      123       58       65       54       72       76      134      104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2%       26%       2%         5%                  1%       3%       8%       6%      11%      14%      29%       4%       5%      11%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G       GH       GH      GHJ     JGHI   JKGHIL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QC1 Page 200</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QC1. Is there at least one telephone INSIDE your home that is currently working and is not a cell phone?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BASED ON CELL PHONE      3899      3520       379     2670        215        160     1455     1056      994      678      317      157       51     1392     1918      589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SAMPLE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1300      1162       138      889         74         56      433      301      397      244      153       81       23      450      621      229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Yes, home telephone      1282      1175       108      997         66         77      297      342      443      294      148       83       28      379      723      180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33%       33%       28%      37%        31%        48%      20%      32%      45%      43%      47%      53%      55%      27%      38%      31%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GH                 G       GH       GH       GH       GH       GH                 N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 home telephone        2610      2339       271     1674        148         84     1158      714      549      381      168       75       23     1008     1195      407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67%       66%       72%      63%        69%        52%      80%      68%      55%      56%      53%      47%      45%      72%      62%      69%</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JKFHILM   JKFILM                                                     O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Don't know (VOL.)           2         2         -        -          -          -        -        -        2        2        -        -        -        -        -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Refused (VOL.)              4         4         -        -          -          -        -        -        -        -        -        -        -        4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CREGION Page 201</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CENSUS REGION</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Northeast                1022       913       109      706         53         42      291      230      291      193       99       88       43      267      634      120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18%       19%       14%      19%        19%        21%      18%      16%      18%      18%      17%      22%      17%      15%      22%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NP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Midwest                  1251      1068       183      808         61         44      355      366      361      229      131       66       47      400      537      314</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22%       22%       24%      22%        22%        22%      22%      25%      22%      22%      23%      17%      19%      22%      19%      33%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South                    2053      1731       322     1280        116         66      555      516      633      400      232      173      102      631     1036      385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37%       36%       41%      35%        42%        33%      34%      36%      39%      38%      40%      44%      41%      35%      37%      41%</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West                     1260      1097       162      875         45         46      409      336      336      220      116       65       56      517      615      127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23%       23%       21%      24%        16%        23%      25%      23%      21%      21%      20%      17%      23%      28%      22%      13%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                                                             OP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USR Page 202</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COMMUNITY SIZE</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Urban                    1816      1593       222     1186        111         71      625      497      443      279      163      105       55     1816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33%       33%       29%      32%        40%        36%      39%      34%      27%      27%      28%      27%      22%     100%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JKILM      JIM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Suburban                 2822      2455       368     1934        141        110      735      730      853      585      268      211      140        -     2822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51%       51%       47%      53%        51%        56%      46%      50%      53%      56%      46%      54%      56%              100%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G       GK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Rural                     947       761       186      549         24         17      250      220      324      178      146       76       54        -        -      947</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17%       16%       24%      15%         9%         9%      16%      15%      20%      17%      25%      19%      22%                       100%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F              FGHJ        F        F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br w:type="page"/>
      </w:r>
      <w:r w:rsidRPr="004731B6">
        <w:rPr>
          <w:rFonts w:ascii="Letter Gothic" w:hAnsi="Letter Gothic" w:cs="Courier New"/>
          <w:b/>
          <w:sz w:val="12"/>
          <w:szCs w:val="12"/>
        </w:rPr>
        <w:lastRenderedPageBreak/>
        <w:t xml:space="preserve">                                                                                                                                                                                    Table LANG Page 203</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PEW RESEARCH CENTER'S INTERNET, SCIENCE &amp; TECHNOLOGY PROJECT</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LIBRARIES SURVEY 2015, MARCH 17-APRIL 12, 2015</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LANGUAGE OF INTERVIEW</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INTERNET USER/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BANNER B --DIGITAL CONNECT-- --BROADBAND USER--- -------------------------------GENERATION-------------------------------- ---------URBANITY---------</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NET USER    NOT A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OR DIGI.  NET USER/ TOTAL BB TOTAL HOME            MILLEN-            TOTAL   YOUNGER   OLDER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CONNECTOR CONNECTOR AT HOME   DIAL-UP     MINORS    NIALS    GEN X   BOOMERS  BOOMERS  BOOMERS   SILENT    G.I.    URBAN   SUBURBAN  RURAL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 --------- --------- -------- ---------- ---------- -------- -------- -------- -------- -------- -------- -------- -------- -------- --------</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       (B)       (C)      (D)        (E)        (F)      (G)      (H)      (I)      (J)      (K)      (L)      (M)      (N)      (O)      (P)</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TOTAL                    5585      4809       776     3669        275        198     1610     1447     1620     1042      578      392      249     1816     2822      947</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UNWEIGHTED BASE          2004      1718       286     1325         99         70      483      424      681      391      290      202      117      633      992      379</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English                  5244      4569       675     3578        219        198     1516     1266     1568     1011      557      382      246     1676     2635      932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94%       95%       87%      98%        80%       100%      94%      87%      97%      97%      96%      97%      99%      92%      93%      98%</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E                JKGHIL        H                 H        H        H        H       GH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English, non-        4733      4105       628     3232        204        154     1298     1131     1474      934      540      377      239     1451     2380      902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Hispanic              85%       85%       81%      88%        74%        78%      81%      78%      91%      90%      93%      96%      96%      80%      84%      95%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                                              FGH      FGH      FGH    JFGHI    JFGHI                 N       NO</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English,              511       464        47      346         15         45      218      134       94       77       18        5        8      225      256       30</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Hispanic               9%       10%        6%       9%         6%        22%      14%       9%       6%       7%       3%       1%       3%      12%       9%       3%</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C                                   JKHILM    JKILM      KLM        L      KLM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Spanish                   341       240       101       91         56          -       94      182       52       31       21       11        3      139      187       15</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6%        5%       13%       2%        20%                  6%      13%       3%       3%       4%       3%       1%       8%       7%       2%</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B                   D                   M   JKGILM                                                     P        P         </w:t>
      </w: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Comparison Groups: BC/DE/FGHILM/FGHJKLM/NOP</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Independent Z-Test for Percentages (unpooled proportions)</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Uppercase letters indicate significance at the 95% level.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PRINCETON SURVEY RESEARCH ASSOCIATES INTERNATIONAL</w:t>
      </w:r>
    </w:p>
    <w:p w:rsidR="00DA43F0" w:rsidRPr="004731B6" w:rsidRDefault="00DA43F0" w:rsidP="00DA43F0">
      <w:pPr>
        <w:pStyle w:val="PlainText"/>
        <w:rPr>
          <w:rFonts w:ascii="Letter Gothic" w:hAnsi="Letter Gothic" w:cs="Courier New"/>
          <w:b/>
          <w:sz w:val="12"/>
          <w:szCs w:val="12"/>
        </w:rPr>
      </w:pPr>
      <w:r w:rsidRPr="004731B6">
        <w:rPr>
          <w:rFonts w:ascii="Letter Gothic" w:hAnsi="Letter Gothic" w:cs="Courier New"/>
          <w:b/>
          <w:sz w:val="12"/>
          <w:szCs w:val="12"/>
        </w:rPr>
        <w:t xml:space="preserve">                                                                                               APRIL 2015</w:t>
      </w:r>
    </w:p>
    <w:p w:rsidR="008E52CB" w:rsidRPr="00A013DF" w:rsidRDefault="008E52CB" w:rsidP="008E52CB">
      <w:pPr>
        <w:pStyle w:val="PlainText"/>
        <w:rPr>
          <w:rFonts w:ascii="Letter Gothic" w:hAnsi="Letter Gothic" w:cs="Courier New"/>
          <w:b/>
          <w:sz w:val="12"/>
          <w:szCs w:val="12"/>
        </w:rPr>
      </w:pPr>
      <w:bookmarkStart w:id="0" w:name="_GoBack"/>
      <w:bookmarkEnd w:id="0"/>
    </w:p>
    <w:sectPr w:rsidR="008E52CB" w:rsidRPr="00A013DF" w:rsidSect="005D24C8">
      <w:pgSz w:w="15840" w:h="12240" w:orient="landscape"/>
      <w:pgMar w:top="432" w:right="360" w:bottom="72" w:left="720"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Letter Gothic">
    <w:altName w:val="Courier New"/>
    <w:charset w:val="00"/>
    <w:family w:val="modern"/>
    <w:pitch w:val="fixed"/>
    <w:sig w:usb0="00000007"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100"/>
    <w:rsid w:val="00573100"/>
    <w:rsid w:val="005D24C8"/>
    <w:rsid w:val="008E52CB"/>
    <w:rsid w:val="00A013DF"/>
    <w:rsid w:val="00DA43F0"/>
    <w:rsid w:val="00F90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E52C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E52C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E52C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E52C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2A095713.dotm</Template>
  <TotalTime>1</TotalTime>
  <Pages>401</Pages>
  <Words>301100</Words>
  <Characters>1716272</Characters>
  <Application>Microsoft Office Word</Application>
  <DocSecurity>0</DocSecurity>
  <Lines>14302</Lines>
  <Paragraphs>4026</Paragraphs>
  <ScaleCrop>false</ScaleCrop>
  <Company/>
  <LinksUpToDate>false</LinksUpToDate>
  <CharactersWithSpaces>2013346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dc:creator>
  <cp:keywords/>
  <dc:description/>
  <cp:lastModifiedBy>Aaron Smith</cp:lastModifiedBy>
  <cp:revision>4</cp:revision>
  <dcterms:created xsi:type="dcterms:W3CDTF">2015-04-14T13:26:00Z</dcterms:created>
  <dcterms:modified xsi:type="dcterms:W3CDTF">2015-10-19T14:02:00Z</dcterms:modified>
</cp:coreProperties>
</file>